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B53" w:rsidRPr="009D4E21" w:rsidRDefault="0080110F" w:rsidP="00247B4F">
      <w:pPr>
        <w:pStyle w:val="DocTitle"/>
      </w:pPr>
      <w:r>
        <w:fldChar w:fldCharType="begin"/>
      </w:r>
      <w:r>
        <w:instrText xml:space="preserve"> DOCPROPERTY  Title  \* MERGEFORMAT </w:instrText>
      </w:r>
      <w:r>
        <w:fldChar w:fldCharType="separate"/>
      </w:r>
      <w:r w:rsidR="005E50BC">
        <w:t>Intel</w:t>
      </w:r>
      <w:r w:rsidR="005E50BC" w:rsidRPr="005E50BC">
        <w:rPr>
          <w:vertAlign w:val="superscript"/>
        </w:rPr>
        <w:t>®</w:t>
      </w:r>
      <w:r w:rsidR="005E50BC">
        <w:t xml:space="preserve"> Bluetooth (BT) Software</w:t>
      </w:r>
      <w:r>
        <w:fldChar w:fldCharType="end"/>
      </w:r>
    </w:p>
    <w:p w:rsidR="00760B53" w:rsidRPr="009D4E21" w:rsidRDefault="00584013" w:rsidP="009D4E21">
      <w:pPr>
        <w:pStyle w:val="DocType"/>
      </w:pPr>
      <w:r>
        <w:fldChar w:fldCharType="begin"/>
      </w:r>
      <w:r>
        <w:instrText xml:space="preserve"> DOCPROPERTY  Subject  \* MERGEFORMAT </w:instrText>
      </w:r>
      <w:r>
        <w:fldChar w:fldCharType="separate"/>
      </w:r>
      <w:r w:rsidR="005E50BC">
        <w:t>Installation Guide</w:t>
      </w:r>
      <w:r>
        <w:fldChar w:fldCharType="end"/>
      </w:r>
    </w:p>
    <w:bookmarkStart w:id="0" w:name="_Toc327175913"/>
    <w:p w:rsidR="008B1BC1" w:rsidRPr="00F26666" w:rsidRDefault="008B1BC1" w:rsidP="008B1BC1">
      <w:pPr>
        <w:pStyle w:val="DateTitlePage"/>
      </w:pPr>
      <w:r>
        <w:fldChar w:fldCharType="begin"/>
      </w:r>
      <w:r>
        <w:instrText xml:space="preserve"> DATE  \@ "MMMM yyyy"  \* MERGEFORMAT </w:instrText>
      </w:r>
      <w:r>
        <w:fldChar w:fldCharType="separate"/>
      </w:r>
      <w:r w:rsidR="00C71390">
        <w:rPr>
          <w:noProof/>
        </w:rPr>
        <w:t>March 2017</w:t>
      </w:r>
      <w:r>
        <w:fldChar w:fldCharType="end"/>
      </w:r>
    </w:p>
    <w:p w:rsidR="00760B53" w:rsidRPr="009D4E21" w:rsidRDefault="00760B53" w:rsidP="009D4E21">
      <w:pPr>
        <w:pStyle w:val="DateTitlePage"/>
      </w:pPr>
      <w:r w:rsidRPr="009D4E21">
        <w:t xml:space="preserve">Revision </w:t>
      </w:r>
      <w:bookmarkEnd w:id="0"/>
      <w:r w:rsidR="00630938">
        <w:t>1.2</w:t>
      </w:r>
    </w:p>
    <w:bookmarkStart w:id="1" w:name="OLE_LINK47"/>
    <w:bookmarkStart w:id="2" w:name="OLE_LINK48"/>
    <w:p w:rsidR="00AC19AB" w:rsidRPr="00246444" w:rsidRDefault="00584013" w:rsidP="00246444">
      <w:pPr>
        <w:pStyle w:val="Classification"/>
      </w:pPr>
      <w:sdt>
        <w:sdtPr>
          <w:alias w:val="Status"/>
          <w:tag w:val=""/>
          <w:id w:val="-257988280"/>
          <w:placeholder>
            <w:docPart w:val="6C4218173D2844F88E5D8F63F07EF590"/>
          </w:placeholder>
          <w:dataBinding w:prefixMappings="xmlns:ns0='http://purl.org/dc/elements/1.1/' xmlns:ns1='http://schemas.openxmlformats.org/package/2006/metadata/core-properties' " w:xpath="/ns1:coreProperties[1]/ns1:contentStatus[1]" w:storeItemID="{6C3C8BC8-F283-45AE-878A-BAB7291924A1}"/>
          <w:text/>
        </w:sdtPr>
        <w:sdtEndPr/>
        <w:sdtContent>
          <w:r w:rsidR="00286F61">
            <w:t xml:space="preserve">Intel </w:t>
          </w:r>
          <w:r w:rsidR="007A06BE">
            <w:t>Confidential</w:t>
          </w:r>
        </w:sdtContent>
      </w:sdt>
      <w:r w:rsidR="00AC19AB" w:rsidRPr="00246444">
        <w:fldChar w:fldCharType="begin"/>
      </w:r>
      <w:r w:rsidR="00AC19AB" w:rsidRPr="00246444">
        <w:instrText xml:space="preserve"> DOCPROPERTY  Category  \* MERGEFORMAT </w:instrText>
      </w:r>
      <w:r w:rsidR="00AC19AB" w:rsidRPr="00246444">
        <w:fldChar w:fldCharType="end"/>
      </w:r>
      <w:r w:rsidR="00AC19AB" w:rsidRPr="00246444">
        <w:fldChar w:fldCharType="begin"/>
      </w:r>
      <w:r w:rsidR="00AC19AB" w:rsidRPr="00246444">
        <w:instrText xml:space="preserve"> DOCPROPERTY  Category  \* MERGEFORMAT </w:instrText>
      </w:r>
      <w:r w:rsidR="00AC19AB" w:rsidRPr="00246444">
        <w:fldChar w:fldCharType="end"/>
      </w:r>
      <w:bookmarkEnd w:id="1"/>
      <w:bookmarkEnd w:id="2"/>
    </w:p>
    <w:p w:rsidR="00760B53" w:rsidRPr="00246444" w:rsidRDefault="00760B53" w:rsidP="00246444">
      <w:pPr>
        <w:pStyle w:val="Body1"/>
      </w:pPr>
    </w:p>
    <w:p w:rsidR="001C7FB2" w:rsidRPr="00246444" w:rsidRDefault="001C7FB2" w:rsidP="00246444">
      <w:pPr>
        <w:pStyle w:val="Body1"/>
        <w:sectPr w:rsidR="001C7FB2" w:rsidRPr="00246444" w:rsidSect="00B659F6">
          <w:headerReference w:type="even" r:id="rId10"/>
          <w:headerReference w:type="default" r:id="rId11"/>
          <w:footerReference w:type="even" r:id="rId12"/>
          <w:footerReference w:type="default" r:id="rId13"/>
          <w:headerReference w:type="first" r:id="rId14"/>
          <w:footerReference w:type="first" r:id="rId15"/>
          <w:pgSz w:w="12240" w:h="15840" w:code="1"/>
          <w:pgMar w:top="1051" w:right="1440" w:bottom="1440" w:left="1440" w:header="720" w:footer="1829" w:gutter="0"/>
          <w:cols w:space="720"/>
          <w:titlePg/>
        </w:sectPr>
      </w:pPr>
    </w:p>
    <w:p w:rsidR="00FB7A5E" w:rsidRDefault="00FB7A5E" w:rsidP="006E0DD6">
      <w:pPr>
        <w:pStyle w:val="Legal"/>
      </w:pPr>
      <w:bookmarkStart w:id="3" w:name="_Ref59442266"/>
      <w:bookmarkEnd w:id="3"/>
    </w:p>
    <w:p w:rsidR="00E33C35" w:rsidRDefault="00E33C35" w:rsidP="006E0DD6">
      <w:pPr>
        <w:pStyle w:val="Legal"/>
      </w:pPr>
    </w:p>
    <w:p w:rsidR="0036773B" w:rsidRPr="00413AE7" w:rsidRDefault="0036773B" w:rsidP="006E0DD6">
      <w:pPr>
        <w:pStyle w:val="Legal"/>
      </w:pPr>
    </w:p>
    <w:p w:rsidR="0036773B" w:rsidRPr="00413AE7" w:rsidRDefault="0036773B" w:rsidP="006E0DD6">
      <w:pPr>
        <w:pStyle w:val="Legal"/>
      </w:pPr>
    </w:p>
    <w:p w:rsidR="0036773B" w:rsidRPr="00413AE7" w:rsidRDefault="0036773B" w:rsidP="006E0DD6">
      <w:pPr>
        <w:pStyle w:val="Legal"/>
      </w:pPr>
    </w:p>
    <w:p w:rsidR="0036773B" w:rsidRPr="00413AE7" w:rsidRDefault="0036773B" w:rsidP="006E0DD6">
      <w:pPr>
        <w:pStyle w:val="Legal"/>
      </w:pPr>
    </w:p>
    <w:p w:rsidR="0036773B" w:rsidRPr="006E0DD6" w:rsidRDefault="0036773B" w:rsidP="006E0DD6">
      <w:pPr>
        <w:pStyle w:val="Legal"/>
      </w:pPr>
    </w:p>
    <w:p w:rsidR="0036773B" w:rsidRPr="00413AE7" w:rsidRDefault="0036773B" w:rsidP="006E0DD6">
      <w:pPr>
        <w:pStyle w:val="Legal"/>
      </w:pPr>
    </w:p>
    <w:p w:rsidR="0036773B" w:rsidRPr="00413AE7" w:rsidRDefault="0036773B" w:rsidP="006E0DD6">
      <w:pPr>
        <w:pStyle w:val="Legal"/>
      </w:pPr>
    </w:p>
    <w:p w:rsidR="0036773B" w:rsidRPr="00413AE7" w:rsidRDefault="0036773B" w:rsidP="006E0DD6">
      <w:pPr>
        <w:pStyle w:val="Legal"/>
      </w:pPr>
    </w:p>
    <w:p w:rsidR="0036773B" w:rsidRPr="00413AE7" w:rsidRDefault="0036773B" w:rsidP="006E0DD6">
      <w:pPr>
        <w:pStyle w:val="Legal"/>
      </w:pPr>
    </w:p>
    <w:p w:rsidR="0036773B" w:rsidRPr="00413AE7" w:rsidRDefault="0036773B" w:rsidP="006E0DD6">
      <w:pPr>
        <w:pStyle w:val="Legal"/>
      </w:pPr>
    </w:p>
    <w:p w:rsidR="0036773B" w:rsidRPr="00413AE7" w:rsidRDefault="0036773B" w:rsidP="006E0DD6">
      <w:pPr>
        <w:pStyle w:val="Legal"/>
      </w:pPr>
    </w:p>
    <w:p w:rsidR="0036773B" w:rsidRDefault="0036773B" w:rsidP="006E0DD6">
      <w:pPr>
        <w:pStyle w:val="Legal"/>
      </w:pPr>
    </w:p>
    <w:p w:rsidR="006E0DD6" w:rsidRDefault="006E0DD6" w:rsidP="006E0DD6">
      <w:pPr>
        <w:pStyle w:val="Legal"/>
      </w:pPr>
    </w:p>
    <w:p w:rsidR="006E0DD6" w:rsidRDefault="006E0DD6" w:rsidP="006E0DD6">
      <w:pPr>
        <w:pStyle w:val="Legal"/>
      </w:pPr>
    </w:p>
    <w:p w:rsidR="006E0DD6" w:rsidRPr="00413AE7" w:rsidRDefault="006E0DD6" w:rsidP="006E0DD6">
      <w:pPr>
        <w:pStyle w:val="Legal"/>
      </w:pPr>
    </w:p>
    <w:p w:rsidR="0036773B" w:rsidRPr="00413AE7" w:rsidRDefault="0036773B" w:rsidP="006E0DD6">
      <w:pPr>
        <w:pStyle w:val="Legal"/>
      </w:pPr>
    </w:p>
    <w:p w:rsidR="0036773B" w:rsidRDefault="0036773B" w:rsidP="006E0DD6">
      <w:pPr>
        <w:pStyle w:val="Legal"/>
      </w:pPr>
    </w:p>
    <w:p w:rsidR="0061389E" w:rsidRDefault="0061389E" w:rsidP="006E0DD6">
      <w:pPr>
        <w:pStyle w:val="Legal"/>
      </w:pPr>
    </w:p>
    <w:p w:rsidR="0061389E" w:rsidRDefault="0061389E" w:rsidP="006E0DD6">
      <w:pPr>
        <w:pStyle w:val="Legal"/>
      </w:pPr>
    </w:p>
    <w:p w:rsidR="0061389E" w:rsidRPr="00413AE7" w:rsidRDefault="0061389E" w:rsidP="006E0DD6">
      <w:pPr>
        <w:pStyle w:val="Legal"/>
      </w:pPr>
    </w:p>
    <w:p w:rsidR="00D92730" w:rsidRPr="005357FB" w:rsidRDefault="00D92730" w:rsidP="006E0DD6">
      <w:pPr>
        <w:pStyle w:val="Legal"/>
      </w:pPr>
      <w:r w:rsidRPr="005357FB">
        <w:rPr>
          <w:b/>
          <w:bCs/>
        </w:rPr>
        <w:t>Notice:</w:t>
      </w:r>
      <w:r w:rsidRPr="005357FB">
        <w:t xml:space="preserve"> This document contains information on products in the design phase of development. The information here is subject to change without notice. Do not finalize a design with this information. </w:t>
      </w:r>
    </w:p>
    <w:p w:rsidR="00D92730" w:rsidRPr="005357FB" w:rsidRDefault="00D92730" w:rsidP="006E0DD6">
      <w:pPr>
        <w:pStyle w:val="Legal"/>
      </w:pPr>
      <w:r w:rsidRPr="005357FB">
        <w:t>INFORMATION IN THIS DOCUMENT IS PROVIDED IN CONNECTION WITH INTEL PRODUCTS.  NO LICENSE, EXPRESS OR IMPLIED, BY ESTOPPEL OR OTHERWISE, TO ANY INTELLECTUAL PROPERTY RIGHTS IS GRANTED BY THIS DOCUMENT.  EXCEPT AS PROVI</w:t>
      </w:r>
      <w:r w:rsidR="00FA7168">
        <w:t>DED IN INTEL’</w:t>
      </w:r>
      <w:r w:rsidRPr="005357FB">
        <w:t xml:space="preserve">S TERMS AND </w:t>
      </w:r>
      <w:r w:rsidRPr="00CC4FC8">
        <w:t>CONDITIONS</w:t>
      </w:r>
      <w:r w:rsidRPr="005357FB">
        <w:t xml:space="preserve"> OF SALE FOR SUCH PRODUCTS, INTEL ASSUMES NO LIABILITY WHATSOEVER AND INTEL DISCLAIMS ANY EXPRESS OR IMPLIED WARRANTY, RELATING TO SALE AND/OR USE OF INTEL PRODUCTS INCLUDING LIABILITY OR WARRANTIES RELATING TO FITNESS FOR A PARTICULAR PURPOSE, MERCHANTABILITY, OR INFRINGEMENT OF ANY PATENT, COPYRIGHT OR OTHER INTELLECTUAL PROPERTY RIGHT.</w:t>
      </w:r>
    </w:p>
    <w:p w:rsidR="00D92730" w:rsidRPr="005357FB" w:rsidRDefault="00D92730" w:rsidP="006E0DD6">
      <w:pPr>
        <w:pStyle w:val="Legal"/>
      </w:pPr>
      <w:r w:rsidRPr="005357FB">
        <w:t>A "Mission Critical Application" is any application in which failure of the Intel Product could result, directly or indirectly, in personal injury or death.  S</w:t>
      </w:r>
      <w:r w:rsidR="00FA7168">
        <w:t>HOULD YOU PURCHASE OR USE INTEL’</w:t>
      </w:r>
      <w:r w:rsidRPr="005357FB">
        <w:t xml:space="preserve">S PRODUCTS FOR ANY SUCH MISSION CRITICAL APPLICATION, YOU SHALL INDEMNIFY AND HOLD INTEL AND ITS SUBSIDIARIES, SUBCONTRACTORS AND AFFILIATES, AND THE DIRECTORS, OFFICERS, AND EMPLOYEES OF EACH, HARMLESS AGAINST ALL CLAIMS COSTS, DAMAGES, AND EXPENSES AND REASONABLE ATTORNEYS' FEES ARISING OUT OF, DIRECTLY OR INDIRECTLY, ANY CLAIM OF PRODUCT LIABILITY, PERSONAL INJURY, OR DEATH ARISING IN ANY WAY OUT OF SUCH MISSION CRITICAL APPLICATION, WHETHER OR NOT INTEL OR ITS SUBCONTRACTOR WAS NEGLIGENT IN THE DESIGN, MANUFACTURE, OR WARNING OF THE INTEL PRODUCT OR ANY OF ITS PARTS. </w:t>
      </w:r>
    </w:p>
    <w:p w:rsidR="00D92730" w:rsidRPr="005357FB" w:rsidRDefault="00D92730" w:rsidP="006E0DD6">
      <w:pPr>
        <w:pStyle w:val="Legal"/>
      </w:pPr>
      <w:r w:rsidRPr="005357FB">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w:t>
      </w:r>
      <w:r w:rsidR="0035113A" w:rsidRPr="005357FB">
        <w:t xml:space="preserve">The information here is subject to change without notice. Do not finalize a design with this information. </w:t>
      </w:r>
    </w:p>
    <w:p w:rsidR="0036773B" w:rsidRPr="005357FB" w:rsidRDefault="0036773B" w:rsidP="006E0DD6">
      <w:pPr>
        <w:pStyle w:val="Legal"/>
      </w:pPr>
      <w:r w:rsidRPr="005357FB">
        <w:t xml:space="preserve">Intel software products are copyrighted by and shall remain the property of Intel Corporation. Use, duplication, or disclosure is subject to restrictions stated </w:t>
      </w:r>
      <w:r w:rsidR="00FA7168">
        <w:t>in Intel’</w:t>
      </w:r>
      <w:r w:rsidRPr="005357FB">
        <w:t xml:space="preserve">s Software License Agreement, or in the case of software delivered to the government, in accordance with the software license agreement as defined in FAR 52.227-7013. </w:t>
      </w:r>
    </w:p>
    <w:p w:rsidR="00D92730" w:rsidRPr="005357FB" w:rsidRDefault="00D92730" w:rsidP="006E0DD6">
      <w:pPr>
        <w:pStyle w:val="Legal"/>
      </w:pPr>
      <w:r w:rsidRPr="005357FB">
        <w:t xml:space="preserve">The products described in this document may contain design defects or errors known as errata which may cause the product to deviate from published specifications. Current characterized errata are available on request. </w:t>
      </w:r>
    </w:p>
    <w:p w:rsidR="00D92730" w:rsidRPr="005357FB" w:rsidRDefault="00D92730" w:rsidP="006E0DD6">
      <w:pPr>
        <w:pStyle w:val="Legal"/>
      </w:pPr>
      <w:r w:rsidRPr="005357FB">
        <w:t xml:space="preserve">The code names presented in this document are only for use by Intel to identify products, technologies, or services in development that have not been made commercially available to the public, i.e., announced, launched, or shipped. They are not "commercial" names for products or services and are not intended to function as trademarks. </w:t>
      </w:r>
    </w:p>
    <w:p w:rsidR="00D92730" w:rsidRPr="005357FB" w:rsidRDefault="00D92730" w:rsidP="006E0DD6">
      <w:pPr>
        <w:pStyle w:val="Legal"/>
      </w:pPr>
      <w:r w:rsidRPr="005357FB">
        <w:t>Contact your local Intel sales office or your distributor to obtain the latest specifications and before placing your product order.</w:t>
      </w:r>
    </w:p>
    <w:p w:rsidR="00D92730" w:rsidRPr="005357FB" w:rsidRDefault="00D92730" w:rsidP="006E0DD6">
      <w:pPr>
        <w:pStyle w:val="Legal"/>
      </w:pPr>
      <w:r w:rsidRPr="005357FB">
        <w:t>Copies of documents which have an order number and are referenced in this document, or other Intel literature may be obtained by calling 1-800-548-4725 or by</w:t>
      </w:r>
      <w:r w:rsidR="00FA7168">
        <w:t xml:space="preserve"> visiting Intel’</w:t>
      </w:r>
      <w:r w:rsidRPr="005357FB">
        <w:t xml:space="preserve">s website at </w:t>
      </w:r>
      <w:hyperlink r:id="rId16" w:history="1">
        <w:r w:rsidRPr="009D4E21">
          <w:rPr>
            <w:bCs/>
            <w:i/>
            <w:color w:val="0071C5"/>
            <w:szCs w:val="16"/>
          </w:rPr>
          <w:t>http://www.intel.com/design/literature.htm</w:t>
        </w:r>
      </w:hyperlink>
      <w:r w:rsidRPr="005357FB">
        <w:t>.</w:t>
      </w:r>
    </w:p>
    <w:p w:rsidR="0035113A" w:rsidRPr="005357FB" w:rsidRDefault="0035113A" w:rsidP="006E0DD6">
      <w:pPr>
        <w:pStyle w:val="Legal"/>
      </w:pPr>
      <w:r w:rsidRPr="005357FB">
        <w:t xml:space="preserve">Intel processor numbers are not a measure of performance. Processor numbers differentiate features within each processor family, not across different processor families. See </w:t>
      </w:r>
      <w:hyperlink r:id="rId17" w:history="1">
        <w:r w:rsidRPr="009D4E21">
          <w:rPr>
            <w:bCs/>
            <w:i/>
            <w:color w:val="0071C5"/>
            <w:szCs w:val="16"/>
          </w:rPr>
          <w:t>http://www.intel.com/products/processor_number</w:t>
        </w:r>
      </w:hyperlink>
      <w:r w:rsidRPr="005357FB">
        <w:t xml:space="preserve"> for details. </w:t>
      </w:r>
    </w:p>
    <w:p w:rsidR="00D92730" w:rsidRPr="005357FB" w:rsidRDefault="00D92730" w:rsidP="006E0DD6">
      <w:pPr>
        <w:pStyle w:val="Legal"/>
      </w:pPr>
      <w:r w:rsidRPr="005357FB">
        <w:rPr>
          <w:bCs/>
        </w:rPr>
        <w:t xml:space="preserve">Intel </w:t>
      </w:r>
      <w:r w:rsidRPr="005357FB">
        <w:t xml:space="preserve">is a trademark of Intel Corporation or in the US and other countries. </w:t>
      </w:r>
    </w:p>
    <w:p w:rsidR="00D92730" w:rsidRPr="005357FB" w:rsidRDefault="00D92730" w:rsidP="006E0DD6">
      <w:pPr>
        <w:pStyle w:val="Legal"/>
      </w:pPr>
      <w:r w:rsidRPr="005357FB">
        <w:t xml:space="preserve">* Other brands and names may be claimed as the property of others. </w:t>
      </w:r>
    </w:p>
    <w:p w:rsidR="000616F2" w:rsidRPr="005357FB" w:rsidRDefault="00246444" w:rsidP="006E0DD6">
      <w:pPr>
        <w:pStyle w:val="Legal"/>
      </w:pPr>
      <w:r>
        <w:t xml:space="preserve">Copyright © </w:t>
      </w:r>
      <w:r>
        <w:fldChar w:fldCharType="begin"/>
      </w:r>
      <w:r>
        <w:instrText xml:space="preserve"> DATE  \@ "yyyy" </w:instrText>
      </w:r>
      <w:r>
        <w:fldChar w:fldCharType="separate"/>
      </w:r>
      <w:r w:rsidR="00C71390">
        <w:rPr>
          <w:noProof/>
        </w:rPr>
        <w:t>2017</w:t>
      </w:r>
      <w:r>
        <w:rPr>
          <w:noProof/>
        </w:rPr>
        <w:fldChar w:fldCharType="end"/>
      </w:r>
      <w:r w:rsidRPr="00BA662A">
        <w:t xml:space="preserve"> Intel Corporation</w:t>
      </w:r>
      <w:r w:rsidR="000616F2" w:rsidRPr="005357FB">
        <w:t xml:space="preserve">. All rights reserved. </w:t>
      </w:r>
    </w:p>
    <w:p w:rsidR="000616F2" w:rsidRPr="005357FB" w:rsidRDefault="000616F2" w:rsidP="00246444">
      <w:pPr>
        <w:pStyle w:val="Body1"/>
        <w:sectPr w:rsidR="000616F2" w:rsidRPr="005357FB" w:rsidSect="00C72DD8">
          <w:headerReference w:type="even" r:id="rId18"/>
          <w:headerReference w:type="default" r:id="rId19"/>
          <w:footerReference w:type="even" r:id="rId20"/>
          <w:footerReference w:type="default" r:id="rId21"/>
          <w:headerReference w:type="first" r:id="rId22"/>
          <w:footerReference w:type="first" r:id="rId23"/>
          <w:pgSz w:w="12240" w:h="15840" w:code="1"/>
          <w:pgMar w:top="1440" w:right="1440" w:bottom="1440" w:left="1440" w:header="720" w:footer="720" w:gutter="0"/>
          <w:cols w:space="720"/>
        </w:sectPr>
      </w:pPr>
    </w:p>
    <w:p w:rsidR="000616F2" w:rsidRPr="009D4E21" w:rsidRDefault="000616F2" w:rsidP="009D4E21">
      <w:pPr>
        <w:pStyle w:val="HeadingTOC"/>
      </w:pPr>
      <w:bookmarkStart w:id="4" w:name="_Toc327386266"/>
      <w:r w:rsidRPr="009D4E21">
        <w:lastRenderedPageBreak/>
        <w:t>Contents</w:t>
      </w:r>
      <w:bookmarkEnd w:id="4"/>
    </w:p>
    <w:p w:rsidR="00821554" w:rsidRDefault="002A14EF">
      <w:pPr>
        <w:pStyle w:val="TOC1"/>
        <w:rPr>
          <w:rFonts w:asciiTheme="minorHAnsi" w:eastAsiaTheme="minorEastAsia" w:hAnsiTheme="minorHAnsi" w:cstheme="minorBidi"/>
          <w:b w:val="0"/>
          <w:sz w:val="22"/>
          <w:szCs w:val="22"/>
        </w:rPr>
      </w:pPr>
      <w:r>
        <w:rPr>
          <w:rFonts w:eastAsiaTheme="minorEastAsia" w:cstheme="minorBidi"/>
          <w:szCs w:val="22"/>
        </w:rPr>
        <w:fldChar w:fldCharType="begin"/>
      </w:r>
      <w:r>
        <w:instrText xml:space="preserve"> TOC \o "3-3" \h \z \t "Heading 1,1,Heading 2,2,App_Level 1,1,App_Level 2,2,App_Level 3,3" </w:instrText>
      </w:r>
      <w:r>
        <w:rPr>
          <w:rFonts w:eastAsiaTheme="minorEastAsia" w:cstheme="minorBidi"/>
          <w:szCs w:val="22"/>
        </w:rPr>
        <w:fldChar w:fldCharType="separate"/>
      </w:r>
      <w:hyperlink w:anchor="_Toc437587188" w:history="1">
        <w:r w:rsidR="00821554" w:rsidRPr="00E40595">
          <w:rPr>
            <w:rStyle w:val="Hyperlink"/>
          </w:rPr>
          <w:t>1</w:t>
        </w:r>
        <w:r w:rsidR="00821554">
          <w:rPr>
            <w:rFonts w:asciiTheme="minorHAnsi" w:eastAsiaTheme="minorEastAsia" w:hAnsiTheme="minorHAnsi" w:cstheme="minorBidi"/>
            <w:b w:val="0"/>
            <w:sz w:val="22"/>
            <w:szCs w:val="22"/>
          </w:rPr>
          <w:tab/>
        </w:r>
        <w:r w:rsidR="00821554" w:rsidRPr="00E40595">
          <w:rPr>
            <w:rStyle w:val="Hyperlink"/>
          </w:rPr>
          <w:t>Introduction</w:t>
        </w:r>
        <w:r w:rsidR="00821554">
          <w:rPr>
            <w:webHidden/>
          </w:rPr>
          <w:tab/>
        </w:r>
        <w:r w:rsidR="00821554">
          <w:rPr>
            <w:webHidden/>
          </w:rPr>
          <w:fldChar w:fldCharType="begin"/>
        </w:r>
        <w:r w:rsidR="00821554">
          <w:rPr>
            <w:webHidden/>
          </w:rPr>
          <w:instrText xml:space="preserve"> PAGEREF _Toc437587188 \h </w:instrText>
        </w:r>
        <w:r w:rsidR="00821554">
          <w:rPr>
            <w:webHidden/>
          </w:rPr>
        </w:r>
        <w:r w:rsidR="00821554">
          <w:rPr>
            <w:webHidden/>
          </w:rPr>
          <w:fldChar w:fldCharType="separate"/>
        </w:r>
        <w:r w:rsidR="0028012D">
          <w:rPr>
            <w:webHidden/>
          </w:rPr>
          <w:t>6</w:t>
        </w:r>
        <w:r w:rsidR="00821554">
          <w:rPr>
            <w:webHidden/>
          </w:rPr>
          <w:fldChar w:fldCharType="end"/>
        </w:r>
      </w:hyperlink>
    </w:p>
    <w:p w:rsidR="00821554" w:rsidRDefault="00584013">
      <w:pPr>
        <w:pStyle w:val="TOC1"/>
        <w:rPr>
          <w:rFonts w:asciiTheme="minorHAnsi" w:eastAsiaTheme="minorEastAsia" w:hAnsiTheme="minorHAnsi" w:cstheme="minorBidi"/>
          <w:b w:val="0"/>
          <w:sz w:val="22"/>
          <w:szCs w:val="22"/>
        </w:rPr>
      </w:pPr>
      <w:hyperlink w:anchor="_Toc437587189" w:history="1">
        <w:r w:rsidR="00821554" w:rsidRPr="00E40595">
          <w:rPr>
            <w:rStyle w:val="Hyperlink"/>
          </w:rPr>
          <w:t>2</w:t>
        </w:r>
        <w:r w:rsidR="00821554">
          <w:rPr>
            <w:rFonts w:asciiTheme="minorHAnsi" w:eastAsiaTheme="minorEastAsia" w:hAnsiTheme="minorHAnsi" w:cstheme="minorBidi"/>
            <w:b w:val="0"/>
            <w:sz w:val="22"/>
            <w:szCs w:val="22"/>
          </w:rPr>
          <w:tab/>
        </w:r>
        <w:r w:rsidR="00821554" w:rsidRPr="00E40595">
          <w:rPr>
            <w:rStyle w:val="Hyperlink"/>
          </w:rPr>
          <w:t>Installation Methods</w:t>
        </w:r>
        <w:r w:rsidR="00821554">
          <w:rPr>
            <w:webHidden/>
          </w:rPr>
          <w:tab/>
        </w:r>
        <w:r w:rsidR="00821554">
          <w:rPr>
            <w:webHidden/>
          </w:rPr>
          <w:fldChar w:fldCharType="begin"/>
        </w:r>
        <w:r w:rsidR="00821554">
          <w:rPr>
            <w:webHidden/>
          </w:rPr>
          <w:instrText xml:space="preserve"> PAGEREF _Toc437587189 \h </w:instrText>
        </w:r>
        <w:r w:rsidR="00821554">
          <w:rPr>
            <w:webHidden/>
          </w:rPr>
        </w:r>
        <w:r w:rsidR="00821554">
          <w:rPr>
            <w:webHidden/>
          </w:rPr>
          <w:fldChar w:fldCharType="separate"/>
        </w:r>
        <w:r w:rsidR="0028012D">
          <w:rPr>
            <w:webHidden/>
          </w:rPr>
          <w:t>7</w:t>
        </w:r>
        <w:r w:rsidR="00821554">
          <w:rPr>
            <w:webHidden/>
          </w:rPr>
          <w:fldChar w:fldCharType="end"/>
        </w:r>
      </w:hyperlink>
    </w:p>
    <w:p w:rsidR="00821554" w:rsidRDefault="00584013">
      <w:pPr>
        <w:pStyle w:val="TOC2"/>
        <w:rPr>
          <w:rFonts w:asciiTheme="minorHAnsi" w:eastAsiaTheme="minorEastAsia" w:hAnsiTheme="minorHAnsi" w:cstheme="minorBidi"/>
          <w:sz w:val="22"/>
          <w:szCs w:val="22"/>
        </w:rPr>
      </w:pPr>
      <w:hyperlink w:anchor="_Toc437587190" w:history="1">
        <w:r w:rsidR="00821554" w:rsidRPr="00E40595">
          <w:rPr>
            <w:rStyle w:val="Hyperlink"/>
          </w:rPr>
          <w:t>2.1</w:t>
        </w:r>
        <w:r w:rsidR="00821554">
          <w:rPr>
            <w:rFonts w:asciiTheme="minorHAnsi" w:eastAsiaTheme="minorEastAsia" w:hAnsiTheme="minorHAnsi" w:cstheme="minorBidi"/>
            <w:sz w:val="22"/>
            <w:szCs w:val="22"/>
          </w:rPr>
          <w:tab/>
        </w:r>
        <w:r w:rsidR="00821554" w:rsidRPr="00E40595">
          <w:rPr>
            <w:rStyle w:val="Hyperlink"/>
          </w:rPr>
          <w:t>Command line options</w:t>
        </w:r>
        <w:r w:rsidR="00821554">
          <w:rPr>
            <w:webHidden/>
          </w:rPr>
          <w:tab/>
        </w:r>
        <w:r w:rsidR="00821554">
          <w:rPr>
            <w:webHidden/>
          </w:rPr>
          <w:fldChar w:fldCharType="begin"/>
        </w:r>
        <w:r w:rsidR="00821554">
          <w:rPr>
            <w:webHidden/>
          </w:rPr>
          <w:instrText xml:space="preserve"> PAGEREF _Toc437587190 \h </w:instrText>
        </w:r>
        <w:r w:rsidR="00821554">
          <w:rPr>
            <w:webHidden/>
          </w:rPr>
        </w:r>
        <w:r w:rsidR="00821554">
          <w:rPr>
            <w:webHidden/>
          </w:rPr>
          <w:fldChar w:fldCharType="separate"/>
        </w:r>
        <w:r w:rsidR="0028012D">
          <w:rPr>
            <w:webHidden/>
          </w:rPr>
          <w:t>7</w:t>
        </w:r>
        <w:r w:rsidR="00821554">
          <w:rPr>
            <w:webHidden/>
          </w:rPr>
          <w:fldChar w:fldCharType="end"/>
        </w:r>
      </w:hyperlink>
    </w:p>
    <w:p w:rsidR="00821554" w:rsidRDefault="00584013">
      <w:pPr>
        <w:pStyle w:val="TOC3"/>
        <w:rPr>
          <w:rFonts w:asciiTheme="minorHAnsi" w:hAnsiTheme="minorHAnsi" w:cstheme="minorBidi"/>
          <w:color w:val="auto"/>
          <w:sz w:val="22"/>
        </w:rPr>
      </w:pPr>
      <w:hyperlink w:anchor="_Toc437587191" w:history="1">
        <w:r w:rsidR="00821554" w:rsidRPr="00E40595">
          <w:rPr>
            <w:rStyle w:val="Hyperlink"/>
          </w:rPr>
          <w:t>2.1.1</w:t>
        </w:r>
        <w:r w:rsidR="00821554">
          <w:rPr>
            <w:rFonts w:asciiTheme="minorHAnsi" w:hAnsiTheme="minorHAnsi" w:cstheme="minorBidi"/>
            <w:color w:val="auto"/>
            <w:sz w:val="22"/>
          </w:rPr>
          <w:tab/>
        </w:r>
        <w:r w:rsidR="00821554" w:rsidRPr="00E40595">
          <w:rPr>
            <w:rStyle w:val="Hyperlink"/>
          </w:rPr>
          <w:t>Custom command line install properties</w:t>
        </w:r>
        <w:r w:rsidR="00821554">
          <w:rPr>
            <w:webHidden/>
          </w:rPr>
          <w:tab/>
        </w:r>
        <w:r w:rsidR="00821554">
          <w:rPr>
            <w:webHidden/>
          </w:rPr>
          <w:fldChar w:fldCharType="begin"/>
        </w:r>
        <w:r w:rsidR="00821554">
          <w:rPr>
            <w:webHidden/>
          </w:rPr>
          <w:instrText xml:space="preserve"> PAGEREF _Toc437587191 \h </w:instrText>
        </w:r>
        <w:r w:rsidR="00821554">
          <w:rPr>
            <w:webHidden/>
          </w:rPr>
        </w:r>
        <w:r w:rsidR="00821554">
          <w:rPr>
            <w:webHidden/>
          </w:rPr>
          <w:fldChar w:fldCharType="separate"/>
        </w:r>
        <w:r w:rsidR="0028012D">
          <w:rPr>
            <w:webHidden/>
          </w:rPr>
          <w:t>7</w:t>
        </w:r>
        <w:r w:rsidR="00821554">
          <w:rPr>
            <w:webHidden/>
          </w:rPr>
          <w:fldChar w:fldCharType="end"/>
        </w:r>
      </w:hyperlink>
    </w:p>
    <w:p w:rsidR="00821554" w:rsidRDefault="00584013">
      <w:pPr>
        <w:pStyle w:val="TOC3"/>
        <w:rPr>
          <w:rFonts w:asciiTheme="minorHAnsi" w:hAnsiTheme="minorHAnsi" w:cstheme="minorBidi"/>
          <w:color w:val="auto"/>
          <w:sz w:val="22"/>
        </w:rPr>
      </w:pPr>
      <w:hyperlink w:anchor="_Toc437587192" w:history="1">
        <w:r w:rsidR="00821554" w:rsidRPr="00E40595">
          <w:rPr>
            <w:rStyle w:val="Hyperlink"/>
          </w:rPr>
          <w:t>2.1.2</w:t>
        </w:r>
        <w:r w:rsidR="00821554">
          <w:rPr>
            <w:rFonts w:asciiTheme="minorHAnsi" w:hAnsiTheme="minorHAnsi" w:cstheme="minorBidi"/>
            <w:color w:val="auto"/>
            <w:sz w:val="22"/>
          </w:rPr>
          <w:tab/>
        </w:r>
        <w:r w:rsidR="00821554" w:rsidRPr="00E40595">
          <w:rPr>
            <w:rStyle w:val="Hyperlink"/>
          </w:rPr>
          <w:t>Command line examples for installation (msiexec and setup)</w:t>
        </w:r>
        <w:r w:rsidR="00821554">
          <w:rPr>
            <w:webHidden/>
          </w:rPr>
          <w:tab/>
        </w:r>
        <w:r w:rsidR="00821554">
          <w:rPr>
            <w:webHidden/>
          </w:rPr>
          <w:fldChar w:fldCharType="begin"/>
        </w:r>
        <w:r w:rsidR="00821554">
          <w:rPr>
            <w:webHidden/>
          </w:rPr>
          <w:instrText xml:space="preserve"> PAGEREF _Toc437587192 \h </w:instrText>
        </w:r>
        <w:r w:rsidR="00821554">
          <w:rPr>
            <w:webHidden/>
          </w:rPr>
        </w:r>
        <w:r w:rsidR="00821554">
          <w:rPr>
            <w:webHidden/>
          </w:rPr>
          <w:fldChar w:fldCharType="separate"/>
        </w:r>
        <w:r w:rsidR="0028012D">
          <w:rPr>
            <w:webHidden/>
          </w:rPr>
          <w:t>8</w:t>
        </w:r>
        <w:r w:rsidR="00821554">
          <w:rPr>
            <w:webHidden/>
          </w:rPr>
          <w:fldChar w:fldCharType="end"/>
        </w:r>
      </w:hyperlink>
    </w:p>
    <w:p w:rsidR="00821554" w:rsidRDefault="00584013">
      <w:pPr>
        <w:pStyle w:val="TOC2"/>
        <w:rPr>
          <w:rFonts w:asciiTheme="minorHAnsi" w:eastAsiaTheme="minorEastAsia" w:hAnsiTheme="minorHAnsi" w:cstheme="minorBidi"/>
          <w:sz w:val="22"/>
          <w:szCs w:val="22"/>
        </w:rPr>
      </w:pPr>
      <w:hyperlink w:anchor="_Toc437587193" w:history="1">
        <w:r w:rsidR="00821554" w:rsidRPr="00E40595">
          <w:rPr>
            <w:rStyle w:val="Hyperlink"/>
          </w:rPr>
          <w:t>2.2</w:t>
        </w:r>
        <w:r w:rsidR="00821554">
          <w:rPr>
            <w:rFonts w:asciiTheme="minorHAnsi" w:eastAsiaTheme="minorEastAsia" w:hAnsiTheme="minorHAnsi" w:cstheme="minorBidi"/>
            <w:sz w:val="22"/>
            <w:szCs w:val="22"/>
          </w:rPr>
          <w:tab/>
        </w:r>
        <w:r w:rsidR="00821554" w:rsidRPr="00E40595">
          <w:rPr>
            <w:rStyle w:val="Hyperlink"/>
          </w:rPr>
          <w:t>Installing Specialized BT Packages</w:t>
        </w:r>
        <w:r w:rsidR="00821554">
          <w:rPr>
            <w:webHidden/>
          </w:rPr>
          <w:tab/>
        </w:r>
        <w:r w:rsidR="00821554">
          <w:rPr>
            <w:webHidden/>
          </w:rPr>
          <w:fldChar w:fldCharType="begin"/>
        </w:r>
        <w:r w:rsidR="00821554">
          <w:rPr>
            <w:webHidden/>
          </w:rPr>
          <w:instrText xml:space="preserve"> PAGEREF _Toc437587193 \h </w:instrText>
        </w:r>
        <w:r w:rsidR="00821554">
          <w:rPr>
            <w:webHidden/>
          </w:rPr>
        </w:r>
        <w:r w:rsidR="00821554">
          <w:rPr>
            <w:webHidden/>
          </w:rPr>
          <w:fldChar w:fldCharType="separate"/>
        </w:r>
        <w:r w:rsidR="0028012D">
          <w:rPr>
            <w:webHidden/>
          </w:rPr>
          <w:t>8</w:t>
        </w:r>
        <w:r w:rsidR="00821554">
          <w:rPr>
            <w:webHidden/>
          </w:rPr>
          <w:fldChar w:fldCharType="end"/>
        </w:r>
      </w:hyperlink>
    </w:p>
    <w:p w:rsidR="00821554" w:rsidRDefault="00584013">
      <w:pPr>
        <w:pStyle w:val="TOC3"/>
        <w:rPr>
          <w:rFonts w:asciiTheme="minorHAnsi" w:hAnsiTheme="minorHAnsi" w:cstheme="minorBidi"/>
          <w:color w:val="auto"/>
          <w:sz w:val="22"/>
        </w:rPr>
      </w:pPr>
      <w:hyperlink w:anchor="_Toc437587194" w:history="1">
        <w:r w:rsidR="00821554" w:rsidRPr="00E40595">
          <w:rPr>
            <w:rStyle w:val="Hyperlink"/>
          </w:rPr>
          <w:t>2.2.1</w:t>
        </w:r>
        <w:r w:rsidR="00821554">
          <w:rPr>
            <w:rFonts w:asciiTheme="minorHAnsi" w:hAnsiTheme="minorHAnsi" w:cstheme="minorBidi"/>
            <w:color w:val="auto"/>
            <w:sz w:val="22"/>
          </w:rPr>
          <w:tab/>
        </w:r>
        <w:r w:rsidR="00821554" w:rsidRPr="00E40595">
          <w:rPr>
            <w:rStyle w:val="Hyperlink"/>
          </w:rPr>
          <w:t>Intel Bluetooth Library.msi</w:t>
        </w:r>
        <w:r w:rsidR="00821554">
          <w:rPr>
            <w:webHidden/>
          </w:rPr>
          <w:tab/>
        </w:r>
        <w:r w:rsidR="00821554">
          <w:rPr>
            <w:webHidden/>
          </w:rPr>
          <w:fldChar w:fldCharType="begin"/>
        </w:r>
        <w:r w:rsidR="00821554">
          <w:rPr>
            <w:webHidden/>
          </w:rPr>
          <w:instrText xml:space="preserve"> PAGEREF _Toc437587194 \h </w:instrText>
        </w:r>
        <w:r w:rsidR="00821554">
          <w:rPr>
            <w:webHidden/>
          </w:rPr>
        </w:r>
        <w:r w:rsidR="00821554">
          <w:rPr>
            <w:webHidden/>
          </w:rPr>
          <w:fldChar w:fldCharType="separate"/>
        </w:r>
        <w:r w:rsidR="0028012D">
          <w:rPr>
            <w:webHidden/>
          </w:rPr>
          <w:t>9</w:t>
        </w:r>
        <w:r w:rsidR="00821554">
          <w:rPr>
            <w:webHidden/>
          </w:rPr>
          <w:fldChar w:fldCharType="end"/>
        </w:r>
      </w:hyperlink>
    </w:p>
    <w:p w:rsidR="00821554" w:rsidRDefault="00584013">
      <w:pPr>
        <w:pStyle w:val="TOC3"/>
        <w:rPr>
          <w:rFonts w:asciiTheme="minorHAnsi" w:hAnsiTheme="minorHAnsi" w:cstheme="minorBidi"/>
          <w:color w:val="auto"/>
          <w:sz w:val="22"/>
        </w:rPr>
      </w:pPr>
      <w:hyperlink w:anchor="_Toc437587195" w:history="1">
        <w:r w:rsidR="00821554" w:rsidRPr="00E40595">
          <w:rPr>
            <w:rStyle w:val="Hyperlink"/>
          </w:rPr>
          <w:t>2.2.2</w:t>
        </w:r>
        <w:r w:rsidR="00821554">
          <w:rPr>
            <w:rFonts w:asciiTheme="minorHAnsi" w:hAnsiTheme="minorHAnsi" w:cstheme="minorBidi"/>
            <w:color w:val="auto"/>
            <w:sz w:val="22"/>
          </w:rPr>
          <w:tab/>
        </w:r>
        <w:r w:rsidR="00821554" w:rsidRPr="00E40595">
          <w:rPr>
            <w:rStyle w:val="Hyperlink"/>
          </w:rPr>
          <w:t>Intel Bluetooth Audio.msi</w:t>
        </w:r>
        <w:r w:rsidR="00821554">
          <w:rPr>
            <w:webHidden/>
          </w:rPr>
          <w:tab/>
        </w:r>
        <w:r w:rsidR="00821554">
          <w:rPr>
            <w:webHidden/>
          </w:rPr>
          <w:fldChar w:fldCharType="begin"/>
        </w:r>
        <w:r w:rsidR="00821554">
          <w:rPr>
            <w:webHidden/>
          </w:rPr>
          <w:instrText xml:space="preserve"> PAGEREF _Toc437587195 \h </w:instrText>
        </w:r>
        <w:r w:rsidR="00821554">
          <w:rPr>
            <w:webHidden/>
          </w:rPr>
        </w:r>
        <w:r w:rsidR="00821554">
          <w:rPr>
            <w:webHidden/>
          </w:rPr>
          <w:fldChar w:fldCharType="separate"/>
        </w:r>
        <w:r w:rsidR="0028012D">
          <w:rPr>
            <w:webHidden/>
          </w:rPr>
          <w:t>9</w:t>
        </w:r>
        <w:r w:rsidR="00821554">
          <w:rPr>
            <w:webHidden/>
          </w:rPr>
          <w:fldChar w:fldCharType="end"/>
        </w:r>
      </w:hyperlink>
    </w:p>
    <w:p w:rsidR="00821554" w:rsidRDefault="00584013">
      <w:pPr>
        <w:pStyle w:val="TOC3"/>
        <w:rPr>
          <w:rFonts w:asciiTheme="minorHAnsi" w:hAnsiTheme="minorHAnsi" w:cstheme="minorBidi"/>
          <w:color w:val="auto"/>
          <w:sz w:val="22"/>
        </w:rPr>
      </w:pPr>
      <w:hyperlink w:anchor="_Toc437587196" w:history="1">
        <w:r w:rsidR="00821554" w:rsidRPr="00E40595">
          <w:rPr>
            <w:rStyle w:val="Hyperlink"/>
          </w:rPr>
          <w:t>2.2.3</w:t>
        </w:r>
        <w:r w:rsidR="00821554">
          <w:rPr>
            <w:rFonts w:asciiTheme="minorHAnsi" w:hAnsiTheme="minorHAnsi" w:cstheme="minorBidi"/>
            <w:color w:val="auto"/>
            <w:sz w:val="22"/>
          </w:rPr>
          <w:tab/>
        </w:r>
        <w:r w:rsidR="00821554" w:rsidRPr="00E40595">
          <w:rPr>
            <w:rStyle w:val="Hyperlink"/>
          </w:rPr>
          <w:t>Intel Bluetooth OEM Tools.msi</w:t>
        </w:r>
        <w:r w:rsidR="00821554">
          <w:rPr>
            <w:webHidden/>
          </w:rPr>
          <w:tab/>
        </w:r>
        <w:r w:rsidR="00821554">
          <w:rPr>
            <w:webHidden/>
          </w:rPr>
          <w:fldChar w:fldCharType="begin"/>
        </w:r>
        <w:r w:rsidR="00821554">
          <w:rPr>
            <w:webHidden/>
          </w:rPr>
          <w:instrText xml:space="preserve"> PAGEREF _Toc437587196 \h </w:instrText>
        </w:r>
        <w:r w:rsidR="00821554">
          <w:rPr>
            <w:webHidden/>
          </w:rPr>
        </w:r>
        <w:r w:rsidR="00821554">
          <w:rPr>
            <w:webHidden/>
          </w:rPr>
          <w:fldChar w:fldCharType="separate"/>
        </w:r>
        <w:r w:rsidR="0028012D">
          <w:rPr>
            <w:webHidden/>
          </w:rPr>
          <w:t>9</w:t>
        </w:r>
        <w:r w:rsidR="00821554">
          <w:rPr>
            <w:webHidden/>
          </w:rPr>
          <w:fldChar w:fldCharType="end"/>
        </w:r>
      </w:hyperlink>
    </w:p>
    <w:p w:rsidR="00821554" w:rsidRDefault="00584013">
      <w:pPr>
        <w:pStyle w:val="TOC2"/>
        <w:rPr>
          <w:rFonts w:asciiTheme="minorHAnsi" w:eastAsiaTheme="minorEastAsia" w:hAnsiTheme="minorHAnsi" w:cstheme="minorBidi"/>
          <w:sz w:val="22"/>
          <w:szCs w:val="22"/>
        </w:rPr>
      </w:pPr>
      <w:hyperlink w:anchor="_Toc437587197" w:history="1">
        <w:r w:rsidR="00821554" w:rsidRPr="00E40595">
          <w:rPr>
            <w:rStyle w:val="Hyperlink"/>
          </w:rPr>
          <w:t>2.3</w:t>
        </w:r>
        <w:r w:rsidR="00821554">
          <w:rPr>
            <w:rFonts w:asciiTheme="minorHAnsi" w:eastAsiaTheme="minorEastAsia" w:hAnsiTheme="minorHAnsi" w:cstheme="minorBidi"/>
            <w:sz w:val="22"/>
            <w:szCs w:val="22"/>
          </w:rPr>
          <w:tab/>
        </w:r>
        <w:r w:rsidR="00821554" w:rsidRPr="00E40595">
          <w:rPr>
            <w:rStyle w:val="Hyperlink"/>
          </w:rPr>
          <w:t>Upgrading Driver Packages</w:t>
        </w:r>
        <w:r w:rsidR="00821554">
          <w:rPr>
            <w:webHidden/>
          </w:rPr>
          <w:tab/>
        </w:r>
        <w:r w:rsidR="00821554">
          <w:rPr>
            <w:webHidden/>
          </w:rPr>
          <w:fldChar w:fldCharType="begin"/>
        </w:r>
        <w:r w:rsidR="00821554">
          <w:rPr>
            <w:webHidden/>
          </w:rPr>
          <w:instrText xml:space="preserve"> PAGEREF _Toc437587197 \h </w:instrText>
        </w:r>
        <w:r w:rsidR="00821554">
          <w:rPr>
            <w:webHidden/>
          </w:rPr>
        </w:r>
        <w:r w:rsidR="00821554">
          <w:rPr>
            <w:webHidden/>
          </w:rPr>
          <w:fldChar w:fldCharType="separate"/>
        </w:r>
        <w:r w:rsidR="0028012D">
          <w:rPr>
            <w:webHidden/>
          </w:rPr>
          <w:t>9</w:t>
        </w:r>
        <w:r w:rsidR="00821554">
          <w:rPr>
            <w:webHidden/>
          </w:rPr>
          <w:fldChar w:fldCharType="end"/>
        </w:r>
      </w:hyperlink>
    </w:p>
    <w:p w:rsidR="00821554" w:rsidRDefault="00584013">
      <w:pPr>
        <w:pStyle w:val="TOC2"/>
        <w:rPr>
          <w:rFonts w:asciiTheme="minorHAnsi" w:eastAsiaTheme="minorEastAsia" w:hAnsiTheme="minorHAnsi" w:cstheme="minorBidi"/>
          <w:sz w:val="22"/>
          <w:szCs w:val="22"/>
        </w:rPr>
      </w:pPr>
      <w:hyperlink w:anchor="_Toc437587198" w:history="1">
        <w:r w:rsidR="00821554" w:rsidRPr="00E40595">
          <w:rPr>
            <w:rStyle w:val="Hyperlink"/>
          </w:rPr>
          <w:t>2.4</w:t>
        </w:r>
        <w:r w:rsidR="00821554">
          <w:rPr>
            <w:rFonts w:asciiTheme="minorHAnsi" w:eastAsiaTheme="minorEastAsia" w:hAnsiTheme="minorHAnsi" w:cstheme="minorBidi"/>
            <w:sz w:val="22"/>
            <w:szCs w:val="22"/>
          </w:rPr>
          <w:tab/>
        </w:r>
        <w:r w:rsidR="00821554" w:rsidRPr="00E40595">
          <w:rPr>
            <w:rStyle w:val="Hyperlink"/>
          </w:rPr>
          <w:t>Repairing Driver Packages</w:t>
        </w:r>
        <w:r w:rsidR="00821554">
          <w:rPr>
            <w:webHidden/>
          </w:rPr>
          <w:tab/>
        </w:r>
        <w:r w:rsidR="00821554">
          <w:rPr>
            <w:webHidden/>
          </w:rPr>
          <w:fldChar w:fldCharType="begin"/>
        </w:r>
        <w:r w:rsidR="00821554">
          <w:rPr>
            <w:webHidden/>
          </w:rPr>
          <w:instrText xml:space="preserve"> PAGEREF _Toc437587198 \h </w:instrText>
        </w:r>
        <w:r w:rsidR="00821554">
          <w:rPr>
            <w:webHidden/>
          </w:rPr>
        </w:r>
        <w:r w:rsidR="00821554">
          <w:rPr>
            <w:webHidden/>
          </w:rPr>
          <w:fldChar w:fldCharType="separate"/>
        </w:r>
        <w:r w:rsidR="0028012D">
          <w:rPr>
            <w:webHidden/>
          </w:rPr>
          <w:t>10</w:t>
        </w:r>
        <w:r w:rsidR="00821554">
          <w:rPr>
            <w:webHidden/>
          </w:rPr>
          <w:fldChar w:fldCharType="end"/>
        </w:r>
      </w:hyperlink>
    </w:p>
    <w:p w:rsidR="00821554" w:rsidRDefault="00584013">
      <w:pPr>
        <w:pStyle w:val="TOC1"/>
        <w:rPr>
          <w:rFonts w:asciiTheme="minorHAnsi" w:eastAsiaTheme="minorEastAsia" w:hAnsiTheme="minorHAnsi" w:cstheme="minorBidi"/>
          <w:b w:val="0"/>
          <w:sz w:val="22"/>
          <w:szCs w:val="22"/>
        </w:rPr>
      </w:pPr>
      <w:hyperlink w:anchor="_Toc437587199" w:history="1">
        <w:r w:rsidR="00821554" w:rsidRPr="00E40595">
          <w:rPr>
            <w:rStyle w:val="Hyperlink"/>
            <w:bCs/>
          </w:rPr>
          <w:t>3</w:t>
        </w:r>
        <w:r w:rsidR="00821554">
          <w:rPr>
            <w:rFonts w:asciiTheme="minorHAnsi" w:eastAsiaTheme="minorEastAsia" w:hAnsiTheme="minorHAnsi" w:cstheme="minorBidi"/>
            <w:b w:val="0"/>
            <w:sz w:val="22"/>
            <w:szCs w:val="22"/>
          </w:rPr>
          <w:tab/>
        </w:r>
        <w:r w:rsidR="00821554" w:rsidRPr="00E40595">
          <w:rPr>
            <w:rStyle w:val="Hyperlink"/>
          </w:rPr>
          <w:t xml:space="preserve">Appendix A: </w:t>
        </w:r>
        <w:r w:rsidR="00821554" w:rsidRPr="00E40595">
          <w:rPr>
            <w:rStyle w:val="Hyperlink"/>
            <w:bCs/>
          </w:rPr>
          <w:t>Setup.exe Return codes</w:t>
        </w:r>
        <w:r w:rsidR="00821554">
          <w:rPr>
            <w:webHidden/>
          </w:rPr>
          <w:tab/>
        </w:r>
        <w:r w:rsidR="00821554">
          <w:rPr>
            <w:webHidden/>
          </w:rPr>
          <w:fldChar w:fldCharType="begin"/>
        </w:r>
        <w:r w:rsidR="00821554">
          <w:rPr>
            <w:webHidden/>
          </w:rPr>
          <w:instrText xml:space="preserve"> PAGEREF _Toc437587199 \h </w:instrText>
        </w:r>
        <w:r w:rsidR="00821554">
          <w:rPr>
            <w:webHidden/>
          </w:rPr>
        </w:r>
        <w:r w:rsidR="00821554">
          <w:rPr>
            <w:webHidden/>
          </w:rPr>
          <w:fldChar w:fldCharType="separate"/>
        </w:r>
        <w:r w:rsidR="0028012D">
          <w:rPr>
            <w:webHidden/>
          </w:rPr>
          <w:t>11</w:t>
        </w:r>
        <w:r w:rsidR="00821554">
          <w:rPr>
            <w:webHidden/>
          </w:rPr>
          <w:fldChar w:fldCharType="end"/>
        </w:r>
      </w:hyperlink>
    </w:p>
    <w:p w:rsidR="00821554" w:rsidRDefault="00584013">
      <w:pPr>
        <w:pStyle w:val="TOC1"/>
        <w:rPr>
          <w:rFonts w:asciiTheme="minorHAnsi" w:eastAsiaTheme="minorEastAsia" w:hAnsiTheme="minorHAnsi" w:cstheme="minorBidi"/>
          <w:b w:val="0"/>
          <w:sz w:val="22"/>
          <w:szCs w:val="22"/>
        </w:rPr>
      </w:pPr>
      <w:hyperlink w:anchor="_Toc437587200" w:history="1">
        <w:r w:rsidR="00821554" w:rsidRPr="00E40595">
          <w:rPr>
            <w:rStyle w:val="Hyperlink"/>
            <w:bCs/>
          </w:rPr>
          <w:t>4</w:t>
        </w:r>
        <w:r w:rsidR="00821554">
          <w:rPr>
            <w:rFonts w:asciiTheme="minorHAnsi" w:eastAsiaTheme="minorEastAsia" w:hAnsiTheme="minorHAnsi" w:cstheme="minorBidi"/>
            <w:b w:val="0"/>
            <w:sz w:val="22"/>
            <w:szCs w:val="22"/>
          </w:rPr>
          <w:tab/>
        </w:r>
        <w:r w:rsidR="00821554" w:rsidRPr="00E40595">
          <w:rPr>
            <w:rStyle w:val="Hyperlink"/>
          </w:rPr>
          <w:t xml:space="preserve">Appendix B: </w:t>
        </w:r>
        <w:r w:rsidR="00821554" w:rsidRPr="00E40595">
          <w:rPr>
            <w:rStyle w:val="Hyperlink"/>
            <w:bCs/>
          </w:rPr>
          <w:t>MsiExe.exe Return Codes</w:t>
        </w:r>
        <w:r w:rsidR="00821554">
          <w:rPr>
            <w:webHidden/>
          </w:rPr>
          <w:tab/>
        </w:r>
        <w:r w:rsidR="00821554">
          <w:rPr>
            <w:webHidden/>
          </w:rPr>
          <w:fldChar w:fldCharType="begin"/>
        </w:r>
        <w:r w:rsidR="00821554">
          <w:rPr>
            <w:webHidden/>
          </w:rPr>
          <w:instrText xml:space="preserve"> PAGEREF _Toc437587200 \h </w:instrText>
        </w:r>
        <w:r w:rsidR="00821554">
          <w:rPr>
            <w:webHidden/>
          </w:rPr>
        </w:r>
        <w:r w:rsidR="00821554">
          <w:rPr>
            <w:webHidden/>
          </w:rPr>
          <w:fldChar w:fldCharType="separate"/>
        </w:r>
        <w:r w:rsidR="0028012D">
          <w:rPr>
            <w:webHidden/>
          </w:rPr>
          <w:t>12</w:t>
        </w:r>
        <w:r w:rsidR="00821554">
          <w:rPr>
            <w:webHidden/>
          </w:rPr>
          <w:fldChar w:fldCharType="end"/>
        </w:r>
      </w:hyperlink>
    </w:p>
    <w:p w:rsidR="004C6616" w:rsidRPr="004C6616" w:rsidRDefault="002A14EF" w:rsidP="004C6616">
      <w:pPr>
        <w:pStyle w:val="Body1"/>
      </w:pPr>
      <w:r>
        <w:fldChar w:fldCharType="end"/>
      </w:r>
    </w:p>
    <w:p w:rsidR="004C6616" w:rsidRPr="004C6616" w:rsidRDefault="004C6616" w:rsidP="004C6616">
      <w:pPr>
        <w:pStyle w:val="Body1"/>
      </w:pPr>
      <w:r w:rsidRPr="004C6616">
        <w:br w:type="page"/>
      </w:r>
    </w:p>
    <w:p w:rsidR="002A14EF" w:rsidRPr="00A626A6" w:rsidRDefault="002A14EF" w:rsidP="002A14EF">
      <w:pPr>
        <w:pStyle w:val="HeadingLOFLOT"/>
      </w:pPr>
      <w:r w:rsidRPr="00A626A6">
        <w:lastRenderedPageBreak/>
        <w:t>Tables</w:t>
      </w:r>
    </w:p>
    <w:p w:rsidR="00821554" w:rsidRDefault="001C35A4">
      <w:pPr>
        <w:pStyle w:val="TableofFigures"/>
        <w:rPr>
          <w:rFonts w:asciiTheme="minorHAnsi" w:eastAsiaTheme="minorEastAsia" w:hAnsiTheme="minorHAnsi" w:cstheme="minorBidi"/>
          <w:sz w:val="22"/>
          <w:szCs w:val="22"/>
        </w:rPr>
      </w:pPr>
      <w:r>
        <w:rPr>
          <w:color w:val="000000"/>
        </w:rPr>
        <w:fldChar w:fldCharType="begin"/>
      </w:r>
      <w:r>
        <w:rPr>
          <w:color w:val="000000"/>
        </w:rPr>
        <w:instrText xml:space="preserve"> TOC \f t \h \z \c "Table" </w:instrText>
      </w:r>
      <w:r>
        <w:rPr>
          <w:color w:val="000000"/>
        </w:rPr>
        <w:fldChar w:fldCharType="separate"/>
      </w:r>
      <w:hyperlink w:anchor="_Toc437587202" w:history="1">
        <w:r w:rsidR="00821554" w:rsidRPr="00A40C4F">
          <w:rPr>
            <w:rStyle w:val="Hyperlink"/>
          </w:rPr>
          <w:t>Table 2</w:t>
        </w:r>
        <w:r w:rsidR="00821554" w:rsidRPr="00A40C4F">
          <w:rPr>
            <w:rStyle w:val="Hyperlink"/>
          </w:rPr>
          <w:noBreakHyphen/>
          <w:t>1</w:t>
        </w:r>
        <w:r w:rsidR="00821554">
          <w:rPr>
            <w:rFonts w:asciiTheme="minorHAnsi" w:eastAsiaTheme="minorEastAsia" w:hAnsiTheme="minorHAnsi" w:cstheme="minorBidi"/>
            <w:sz w:val="22"/>
            <w:szCs w:val="22"/>
          </w:rPr>
          <w:tab/>
        </w:r>
        <w:r w:rsidR="00821554" w:rsidRPr="00A40C4F">
          <w:rPr>
            <w:rStyle w:val="Hyperlink"/>
          </w:rPr>
          <w:t>Command line install properties</w:t>
        </w:r>
        <w:r w:rsidR="00821554">
          <w:rPr>
            <w:webHidden/>
          </w:rPr>
          <w:tab/>
        </w:r>
        <w:r w:rsidR="00821554">
          <w:rPr>
            <w:webHidden/>
          </w:rPr>
          <w:fldChar w:fldCharType="begin"/>
        </w:r>
        <w:r w:rsidR="00821554">
          <w:rPr>
            <w:webHidden/>
          </w:rPr>
          <w:instrText xml:space="preserve"> PAGEREF _Toc437587202 \h </w:instrText>
        </w:r>
        <w:r w:rsidR="00821554">
          <w:rPr>
            <w:webHidden/>
          </w:rPr>
        </w:r>
        <w:r w:rsidR="00821554">
          <w:rPr>
            <w:webHidden/>
          </w:rPr>
          <w:fldChar w:fldCharType="separate"/>
        </w:r>
        <w:r w:rsidR="0028012D">
          <w:rPr>
            <w:webHidden/>
          </w:rPr>
          <w:t>7</w:t>
        </w:r>
        <w:r w:rsidR="00821554">
          <w:rPr>
            <w:webHidden/>
          </w:rPr>
          <w:fldChar w:fldCharType="end"/>
        </w:r>
      </w:hyperlink>
    </w:p>
    <w:p w:rsidR="00821554" w:rsidRDefault="00584013">
      <w:pPr>
        <w:pStyle w:val="TableofFigures"/>
        <w:rPr>
          <w:rFonts w:asciiTheme="minorHAnsi" w:eastAsiaTheme="minorEastAsia" w:hAnsiTheme="minorHAnsi" w:cstheme="minorBidi"/>
          <w:sz w:val="22"/>
          <w:szCs w:val="22"/>
        </w:rPr>
      </w:pPr>
      <w:hyperlink w:anchor="_Toc437587203" w:history="1">
        <w:r w:rsidR="00821554" w:rsidRPr="00A40C4F">
          <w:rPr>
            <w:rStyle w:val="Hyperlink"/>
          </w:rPr>
          <w:t>Table 3</w:t>
        </w:r>
        <w:r w:rsidR="00821554" w:rsidRPr="00A40C4F">
          <w:rPr>
            <w:rStyle w:val="Hyperlink"/>
          </w:rPr>
          <w:noBreakHyphen/>
          <w:t>1</w:t>
        </w:r>
        <w:r w:rsidR="00821554">
          <w:rPr>
            <w:rFonts w:asciiTheme="minorHAnsi" w:eastAsiaTheme="minorEastAsia" w:hAnsiTheme="minorHAnsi" w:cstheme="minorBidi"/>
            <w:sz w:val="22"/>
            <w:szCs w:val="22"/>
          </w:rPr>
          <w:tab/>
        </w:r>
        <w:r w:rsidR="00821554" w:rsidRPr="00A40C4F">
          <w:rPr>
            <w:rStyle w:val="Hyperlink"/>
          </w:rPr>
          <w:t>Setup.exe return codes</w:t>
        </w:r>
        <w:r w:rsidR="00821554">
          <w:rPr>
            <w:webHidden/>
          </w:rPr>
          <w:tab/>
        </w:r>
        <w:r w:rsidR="00821554">
          <w:rPr>
            <w:webHidden/>
          </w:rPr>
          <w:fldChar w:fldCharType="begin"/>
        </w:r>
        <w:r w:rsidR="00821554">
          <w:rPr>
            <w:webHidden/>
          </w:rPr>
          <w:instrText xml:space="preserve"> PAGEREF _Toc437587203 \h </w:instrText>
        </w:r>
        <w:r w:rsidR="00821554">
          <w:rPr>
            <w:webHidden/>
          </w:rPr>
        </w:r>
        <w:r w:rsidR="00821554">
          <w:rPr>
            <w:webHidden/>
          </w:rPr>
          <w:fldChar w:fldCharType="separate"/>
        </w:r>
        <w:r w:rsidR="0028012D">
          <w:rPr>
            <w:webHidden/>
          </w:rPr>
          <w:t>11</w:t>
        </w:r>
        <w:r w:rsidR="00821554">
          <w:rPr>
            <w:webHidden/>
          </w:rPr>
          <w:fldChar w:fldCharType="end"/>
        </w:r>
      </w:hyperlink>
    </w:p>
    <w:p w:rsidR="004C6616" w:rsidRDefault="001C35A4" w:rsidP="006E0DD6">
      <w:pPr>
        <w:pStyle w:val="Body1"/>
      </w:pPr>
      <w:r>
        <w:rPr>
          <w:color w:val="000000"/>
          <w:lang w:eastAsia="en-US"/>
        </w:rPr>
        <w:fldChar w:fldCharType="end"/>
      </w:r>
    </w:p>
    <w:p w:rsidR="00D0058D" w:rsidRPr="00092E20" w:rsidRDefault="00D0058D" w:rsidP="004C6616">
      <w:pPr>
        <w:pStyle w:val="HeadingTOC"/>
      </w:pPr>
      <w:r w:rsidRPr="00092E20">
        <w:lastRenderedPageBreak/>
        <w:t>Revision History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1"/>
        <w:gridCol w:w="6016"/>
        <w:gridCol w:w="2065"/>
      </w:tblGrid>
      <w:tr w:rsidR="00DC0466" w:rsidRPr="005357FB" w:rsidTr="00193FF6">
        <w:tc>
          <w:tcPr>
            <w:tcW w:w="1161" w:type="dxa"/>
          </w:tcPr>
          <w:p w:rsidR="00DC0466" w:rsidRPr="009D4E21" w:rsidRDefault="00DC0466" w:rsidP="002A14EF">
            <w:pPr>
              <w:pStyle w:val="CellHeadingLeft"/>
            </w:pPr>
            <w:r w:rsidRPr="009D4E21">
              <w:t xml:space="preserve">Revision </w:t>
            </w:r>
          </w:p>
        </w:tc>
        <w:tc>
          <w:tcPr>
            <w:tcW w:w="6016" w:type="dxa"/>
          </w:tcPr>
          <w:p w:rsidR="00DC0466" w:rsidRPr="00413AE7" w:rsidRDefault="00DC0466" w:rsidP="002A14EF">
            <w:pPr>
              <w:pStyle w:val="CellHeadingLeft"/>
            </w:pPr>
            <w:r w:rsidRPr="00413AE7">
              <w:t>Description</w:t>
            </w:r>
          </w:p>
        </w:tc>
        <w:tc>
          <w:tcPr>
            <w:tcW w:w="2065" w:type="dxa"/>
          </w:tcPr>
          <w:p w:rsidR="00DC0466" w:rsidRPr="00413AE7" w:rsidRDefault="00DC0466" w:rsidP="002A14EF">
            <w:pPr>
              <w:pStyle w:val="CellHeadingLeft"/>
            </w:pPr>
            <w:r w:rsidRPr="00413AE7">
              <w:t>Date</w:t>
            </w:r>
          </w:p>
        </w:tc>
      </w:tr>
      <w:tr w:rsidR="00DC0466" w:rsidRPr="005357FB" w:rsidTr="00193FF6">
        <w:tc>
          <w:tcPr>
            <w:tcW w:w="1161" w:type="dxa"/>
          </w:tcPr>
          <w:p w:rsidR="00DC0466" w:rsidRPr="005357FB" w:rsidRDefault="00E541E4" w:rsidP="000A173D">
            <w:pPr>
              <w:pStyle w:val="CellBodyLeft"/>
              <w:rPr>
                <w:rFonts w:eastAsia="MS Mincho"/>
              </w:rPr>
            </w:pPr>
            <w:r>
              <w:rPr>
                <w:rFonts w:eastAsia="MS Mincho"/>
              </w:rPr>
              <w:t>1.0</w:t>
            </w:r>
          </w:p>
        </w:tc>
        <w:tc>
          <w:tcPr>
            <w:tcW w:w="6016" w:type="dxa"/>
          </w:tcPr>
          <w:p w:rsidR="00DC0466" w:rsidRPr="005357FB" w:rsidRDefault="00DC0466" w:rsidP="000A173D">
            <w:pPr>
              <w:pStyle w:val="CellBodyLeft"/>
              <w:rPr>
                <w:rFonts w:eastAsia="MS Mincho"/>
              </w:rPr>
            </w:pPr>
            <w:r w:rsidRPr="005357FB">
              <w:rPr>
                <w:rFonts w:eastAsia="MS Mincho"/>
              </w:rPr>
              <w:t>Initial release</w:t>
            </w:r>
            <w:r w:rsidR="00E32DA9">
              <w:rPr>
                <w:rFonts w:eastAsia="MS Mincho"/>
              </w:rPr>
              <w:t xml:space="preserve">. </w:t>
            </w:r>
          </w:p>
        </w:tc>
        <w:tc>
          <w:tcPr>
            <w:tcW w:w="2065" w:type="dxa"/>
          </w:tcPr>
          <w:p w:rsidR="00DC0466" w:rsidRPr="005357FB" w:rsidRDefault="00193FF6" w:rsidP="005D485F">
            <w:pPr>
              <w:pStyle w:val="CellBodyLeft"/>
              <w:rPr>
                <w:rFonts w:eastAsia="MS Mincho"/>
              </w:rPr>
            </w:pPr>
            <w:r>
              <w:rPr>
                <w:rFonts w:eastAsia="MS Mincho"/>
              </w:rPr>
              <w:t>December 14, 2015</w:t>
            </w:r>
          </w:p>
        </w:tc>
      </w:tr>
      <w:tr w:rsidR="006B7653" w:rsidRPr="005357FB" w:rsidTr="00193FF6">
        <w:tc>
          <w:tcPr>
            <w:tcW w:w="1161" w:type="dxa"/>
          </w:tcPr>
          <w:p w:rsidR="006B7653" w:rsidRDefault="006B7653" w:rsidP="000A173D">
            <w:pPr>
              <w:pStyle w:val="CellBodyLeft"/>
              <w:rPr>
                <w:rFonts w:eastAsia="MS Mincho"/>
              </w:rPr>
            </w:pPr>
            <w:r>
              <w:rPr>
                <w:rFonts w:eastAsia="MS Mincho"/>
              </w:rPr>
              <w:t>1.1</w:t>
            </w:r>
          </w:p>
        </w:tc>
        <w:tc>
          <w:tcPr>
            <w:tcW w:w="6016" w:type="dxa"/>
          </w:tcPr>
          <w:p w:rsidR="006B7653" w:rsidRPr="005357FB" w:rsidRDefault="006B7653" w:rsidP="000A173D">
            <w:pPr>
              <w:pStyle w:val="CellBodyLeft"/>
              <w:rPr>
                <w:rFonts w:eastAsia="MS Mincho"/>
              </w:rPr>
            </w:pPr>
            <w:r>
              <w:rPr>
                <w:rFonts w:eastAsia="MS Mincho"/>
              </w:rPr>
              <w:t>More Detail added</w:t>
            </w:r>
          </w:p>
        </w:tc>
        <w:tc>
          <w:tcPr>
            <w:tcW w:w="2065" w:type="dxa"/>
          </w:tcPr>
          <w:p w:rsidR="006B7653" w:rsidRDefault="006B7653" w:rsidP="005D485F">
            <w:pPr>
              <w:pStyle w:val="CellBodyLeft"/>
              <w:rPr>
                <w:rFonts w:eastAsia="MS Mincho"/>
              </w:rPr>
            </w:pPr>
            <w:r>
              <w:rPr>
                <w:rFonts w:eastAsia="MS Mincho"/>
              </w:rPr>
              <w:t>Feburary, 2016</w:t>
            </w:r>
          </w:p>
        </w:tc>
      </w:tr>
      <w:tr w:rsidR="00275F02" w:rsidRPr="005357FB" w:rsidTr="00193FF6">
        <w:tc>
          <w:tcPr>
            <w:tcW w:w="1161" w:type="dxa"/>
          </w:tcPr>
          <w:p w:rsidR="00275F02" w:rsidRDefault="00275F02" w:rsidP="000A173D">
            <w:pPr>
              <w:pStyle w:val="CellBodyLeft"/>
              <w:rPr>
                <w:rFonts w:eastAsia="MS Mincho"/>
              </w:rPr>
            </w:pPr>
            <w:r>
              <w:rPr>
                <w:rFonts w:eastAsia="MS Mincho"/>
              </w:rPr>
              <w:t>1.2</w:t>
            </w:r>
          </w:p>
        </w:tc>
        <w:tc>
          <w:tcPr>
            <w:tcW w:w="6016" w:type="dxa"/>
          </w:tcPr>
          <w:p w:rsidR="00275F02" w:rsidRDefault="00275F02" w:rsidP="000A173D">
            <w:pPr>
              <w:pStyle w:val="CellBodyLeft"/>
              <w:rPr>
                <w:rFonts w:eastAsia="MS Mincho"/>
              </w:rPr>
            </w:pPr>
            <w:r>
              <w:rPr>
                <w:rFonts w:eastAsia="MS Mincho"/>
              </w:rPr>
              <w:t>Appendix Added for remote wake testing</w:t>
            </w:r>
          </w:p>
        </w:tc>
        <w:tc>
          <w:tcPr>
            <w:tcW w:w="2065" w:type="dxa"/>
          </w:tcPr>
          <w:p w:rsidR="00275F02" w:rsidRDefault="00275F02" w:rsidP="005D485F">
            <w:pPr>
              <w:pStyle w:val="CellBodyLeft"/>
              <w:rPr>
                <w:rFonts w:eastAsia="MS Mincho"/>
              </w:rPr>
            </w:pPr>
            <w:r>
              <w:rPr>
                <w:rFonts w:eastAsia="MS Mincho"/>
              </w:rPr>
              <w:t>March, 2017</w:t>
            </w:r>
          </w:p>
        </w:tc>
      </w:tr>
    </w:tbl>
    <w:p w:rsidR="00E32DA9" w:rsidRPr="009D4E21" w:rsidRDefault="00E32DA9" w:rsidP="00725ABF">
      <w:pPr>
        <w:pStyle w:val="Scilicet"/>
      </w:pPr>
    </w:p>
    <w:p w:rsidR="00B659F6" w:rsidRPr="00FB7A5E" w:rsidRDefault="00B659F6" w:rsidP="00246444">
      <w:pPr>
        <w:pStyle w:val="Body1"/>
        <w:sectPr w:rsidR="00B659F6" w:rsidRPr="00FB7A5E" w:rsidSect="00543F3B">
          <w:headerReference w:type="default" r:id="rId24"/>
          <w:footerReference w:type="even" r:id="rId25"/>
          <w:footerReference w:type="default" r:id="rId26"/>
          <w:footerReference w:type="first" r:id="rId27"/>
          <w:pgSz w:w="12240" w:h="15840" w:code="1"/>
          <w:pgMar w:top="1440" w:right="1440" w:bottom="1440" w:left="1440" w:header="562" w:footer="706" w:gutter="0"/>
          <w:cols w:space="708"/>
          <w:noEndnote/>
          <w:docGrid w:linePitch="360"/>
        </w:sectPr>
      </w:pPr>
    </w:p>
    <w:p w:rsidR="00637462" w:rsidRPr="000357EE" w:rsidRDefault="00637462" w:rsidP="001E57A6">
      <w:pPr>
        <w:pStyle w:val="Heading1"/>
      </w:pPr>
      <w:bookmarkStart w:id="5" w:name="_Toc25134610"/>
      <w:bookmarkStart w:id="6" w:name="_Toc22702074"/>
      <w:bookmarkStart w:id="7" w:name="_Toc23580541"/>
      <w:bookmarkStart w:id="8" w:name="_Toc26690736"/>
      <w:bookmarkStart w:id="9" w:name="_Toc26691028"/>
      <w:bookmarkStart w:id="10" w:name="_Toc26691062"/>
      <w:bookmarkStart w:id="11" w:name="_Ref150066841"/>
      <w:bookmarkStart w:id="12" w:name="_Toc151196356"/>
      <w:bookmarkStart w:id="13" w:name="_Toc151278071"/>
      <w:bookmarkStart w:id="14" w:name="_Toc151271223"/>
      <w:bookmarkStart w:id="15" w:name="_Toc164240828"/>
      <w:bookmarkStart w:id="16" w:name="_Ref250450871"/>
      <w:bookmarkStart w:id="17" w:name="_Toc347817399"/>
      <w:bookmarkStart w:id="18" w:name="_Toc366167675"/>
      <w:bookmarkStart w:id="19" w:name="_Toc437587188"/>
      <w:bookmarkStart w:id="20" w:name="_GoBack"/>
      <w:bookmarkEnd w:id="20"/>
      <w:r w:rsidRPr="000357EE">
        <w:lastRenderedPageBreak/>
        <w:t>Introductio</w:t>
      </w:r>
      <w:bookmarkEnd w:id="6"/>
      <w:r w:rsidRPr="000357EE">
        <w:t>n</w:t>
      </w:r>
      <w:bookmarkEnd w:id="7"/>
      <w:bookmarkEnd w:id="8"/>
      <w:bookmarkEnd w:id="9"/>
      <w:bookmarkEnd w:id="10"/>
      <w:bookmarkEnd w:id="11"/>
      <w:bookmarkEnd w:id="12"/>
      <w:bookmarkEnd w:id="13"/>
      <w:bookmarkEnd w:id="14"/>
      <w:bookmarkEnd w:id="15"/>
      <w:bookmarkEnd w:id="16"/>
      <w:bookmarkEnd w:id="17"/>
      <w:bookmarkEnd w:id="18"/>
      <w:bookmarkEnd w:id="19"/>
    </w:p>
    <w:p w:rsidR="00FF0561" w:rsidRPr="00FF0561" w:rsidRDefault="00FF0561" w:rsidP="00FF0561">
      <w:pPr>
        <w:pStyle w:val="Body1"/>
      </w:pPr>
      <w:r w:rsidRPr="00FF0561">
        <w:t>The purpose of this document is to provide guidance to customers on installing/uninstalling/repairing the Intel</w:t>
      </w:r>
      <w:r w:rsidRPr="00FF0561">
        <w:rPr>
          <w:vertAlign w:val="superscript"/>
        </w:rPr>
        <w:t>®</w:t>
      </w:r>
      <w:r w:rsidRPr="00FF0561">
        <w:t xml:space="preserve"> </w:t>
      </w:r>
      <w:r>
        <w:t>Bluetooth (</w:t>
      </w:r>
      <w:r w:rsidRPr="00FF0561">
        <w:t>BT</w:t>
      </w:r>
      <w:r>
        <w:t>)</w:t>
      </w:r>
      <w:r w:rsidRPr="00FF0561">
        <w:t xml:space="preserve"> software drivers.</w:t>
      </w:r>
    </w:p>
    <w:p w:rsidR="00FF0561" w:rsidRPr="00FF0561" w:rsidRDefault="00FF0561" w:rsidP="00FF0561">
      <w:pPr>
        <w:pStyle w:val="Body1"/>
      </w:pPr>
      <w:r w:rsidRPr="00FF0561">
        <w:t>The Intel</w:t>
      </w:r>
      <w:r w:rsidRPr="00FF0561">
        <w:rPr>
          <w:vertAlign w:val="superscript"/>
        </w:rPr>
        <w:t>®</w:t>
      </w:r>
      <w:r w:rsidRPr="00FF0561">
        <w:t xml:space="preserve"> Bluetooth installer is very simple. The MSFT </w:t>
      </w:r>
      <w:proofErr w:type="spellStart"/>
      <w:r w:rsidRPr="00FF0561">
        <w:t>msi</w:t>
      </w:r>
      <w:proofErr w:type="spellEnd"/>
      <w:r w:rsidRPr="00FF0561">
        <w:t xml:space="preserve"> installer framework provides further flexibility via install command line options and properties.  </w:t>
      </w:r>
    </w:p>
    <w:p w:rsidR="00FF0561" w:rsidRPr="00FF0561" w:rsidRDefault="00FF0561" w:rsidP="00FF0561">
      <w:pPr>
        <w:pStyle w:val="Body1"/>
      </w:pPr>
      <w:r w:rsidRPr="00FF0561">
        <w:t>This document applies to all recent Intel WLAN modules (Wilkins Peak, Stone Peak, and Snowfield Peak) and Windows 7,</w:t>
      </w:r>
      <w:r>
        <w:t xml:space="preserve"> </w:t>
      </w:r>
      <w:r w:rsidRPr="00FF0561">
        <w:t>8.1 and</w:t>
      </w:r>
      <w:r>
        <w:t xml:space="preserve"> </w:t>
      </w:r>
      <w:r w:rsidRPr="00FF0561">
        <w:t>10.</w:t>
      </w:r>
    </w:p>
    <w:p w:rsidR="00FF0561" w:rsidRPr="00FF0561" w:rsidRDefault="00FF0561" w:rsidP="00FF0561">
      <w:pPr>
        <w:pStyle w:val="Body1"/>
      </w:pPr>
      <w:r w:rsidRPr="00FF0561">
        <w:t>The target audience for this document are direct customers (OEM/ODM)</w:t>
      </w:r>
      <w:r>
        <w:t>.</w:t>
      </w:r>
    </w:p>
    <w:p w:rsidR="00FF0561" w:rsidRPr="00FF0561" w:rsidRDefault="00FF0561" w:rsidP="00FF0561">
      <w:pPr>
        <w:pStyle w:val="Body1"/>
      </w:pPr>
      <w:r w:rsidRPr="00FF0561">
        <w:t xml:space="preserve">This document is relevant for command line installations (setup.exe, autorun.exe and </w:t>
      </w:r>
      <w:proofErr w:type="spellStart"/>
      <w:r w:rsidRPr="00FF0561">
        <w:t>msiexec</w:t>
      </w:r>
      <w:proofErr w:type="spellEnd"/>
      <w:r w:rsidRPr="00FF0561">
        <w:t xml:space="preserve">)  as this is understood to be the customer preference. </w:t>
      </w:r>
    </w:p>
    <w:p w:rsidR="00A608C2" w:rsidRPr="00520C2C" w:rsidRDefault="00A608C2" w:rsidP="00725ABF">
      <w:pPr>
        <w:pStyle w:val="Scilicet"/>
      </w:pPr>
      <w:bookmarkStart w:id="21" w:name="_Toc101266379"/>
      <w:bookmarkStart w:id="22" w:name="_Toc101337563"/>
      <w:bookmarkStart w:id="23" w:name="_Toc101340461"/>
      <w:bookmarkStart w:id="24" w:name="_Toc101351746"/>
      <w:bookmarkStart w:id="25" w:name="_Toc101598415"/>
      <w:bookmarkStart w:id="26" w:name="_Toc101603763"/>
      <w:bookmarkStart w:id="27" w:name="_Toc101609132"/>
      <w:bookmarkStart w:id="28" w:name="_Toc101610794"/>
      <w:bookmarkStart w:id="29" w:name="_Toc164240833"/>
      <w:bookmarkStart w:id="30" w:name="_Ref239067057"/>
      <w:bookmarkEnd w:id="5"/>
      <w:bookmarkEnd w:id="21"/>
      <w:bookmarkEnd w:id="22"/>
      <w:bookmarkEnd w:id="23"/>
      <w:bookmarkEnd w:id="24"/>
      <w:bookmarkEnd w:id="25"/>
      <w:bookmarkEnd w:id="26"/>
      <w:bookmarkEnd w:id="27"/>
      <w:bookmarkEnd w:id="28"/>
    </w:p>
    <w:p w:rsidR="00637462" w:rsidRPr="005357FB" w:rsidRDefault="00E14C1E" w:rsidP="003C628F">
      <w:pPr>
        <w:pStyle w:val="Heading1"/>
      </w:pPr>
      <w:bookmarkStart w:id="31" w:name="_Toc437587189"/>
      <w:bookmarkEnd w:id="29"/>
      <w:bookmarkEnd w:id="30"/>
      <w:r>
        <w:lastRenderedPageBreak/>
        <w:t>Installation Methods</w:t>
      </w:r>
      <w:bookmarkEnd w:id="31"/>
    </w:p>
    <w:p w:rsidR="00E14C1E" w:rsidRPr="00E14C1E" w:rsidRDefault="00E14C1E" w:rsidP="00E14C1E">
      <w:pPr>
        <w:pStyle w:val="Body1"/>
      </w:pPr>
      <w:bookmarkStart w:id="32" w:name="_Toc25134615"/>
      <w:bookmarkStart w:id="33" w:name="_Toc26690745"/>
      <w:bookmarkStart w:id="34" w:name="_Toc26691037"/>
      <w:bookmarkStart w:id="35" w:name="_Toc26691071"/>
      <w:bookmarkStart w:id="36" w:name="_Toc26690743"/>
      <w:bookmarkStart w:id="37" w:name="_Toc26691035"/>
      <w:bookmarkStart w:id="38" w:name="_Toc26691069"/>
      <w:bookmarkStart w:id="39" w:name="_Ref59598225"/>
      <w:bookmarkStart w:id="40" w:name="_Toc65475869"/>
      <w:bookmarkStart w:id="41" w:name="_Toc164240835"/>
      <w:bookmarkStart w:id="42" w:name="_Toc347817407"/>
      <w:r w:rsidRPr="00E14C1E">
        <w:t xml:space="preserve">There are </w:t>
      </w:r>
      <w:r w:rsidR="001C6401">
        <w:t>four</w:t>
      </w:r>
      <w:r w:rsidRPr="00E14C1E">
        <w:t xml:space="preserve"> different methods to install (</w:t>
      </w:r>
      <w:proofErr w:type="spellStart"/>
      <w:r w:rsidRPr="00E14C1E">
        <w:t>autorun</w:t>
      </w:r>
      <w:proofErr w:type="spellEnd"/>
      <w:r w:rsidRPr="00E14C1E">
        <w:t>, setup, .</w:t>
      </w:r>
      <w:proofErr w:type="spellStart"/>
      <w:r w:rsidRPr="00E14C1E">
        <w:t>msi</w:t>
      </w:r>
      <w:proofErr w:type="spellEnd"/>
      <w:r w:rsidRPr="00E14C1E">
        <w:t xml:space="preserve"> and .</w:t>
      </w:r>
      <w:proofErr w:type="spellStart"/>
      <w:r w:rsidRPr="00E14C1E">
        <w:t>inf</w:t>
      </w:r>
      <w:proofErr w:type="spellEnd"/>
      <w:r w:rsidRPr="00E14C1E">
        <w:t>)</w:t>
      </w:r>
    </w:p>
    <w:p w:rsidR="00B401E0" w:rsidRPr="00E14C1E" w:rsidRDefault="00821554" w:rsidP="00E14C1E">
      <w:pPr>
        <w:pStyle w:val="Bullet1"/>
        <w:rPr>
          <w:b/>
        </w:rPr>
      </w:pPr>
      <w:r w:rsidRPr="00E14C1E">
        <w:rPr>
          <w:b/>
        </w:rPr>
        <w:t>Autorun.exe</w:t>
      </w:r>
    </w:p>
    <w:p w:rsidR="00B401E0" w:rsidRPr="00E14C1E" w:rsidRDefault="00821554" w:rsidP="00E14C1E">
      <w:pPr>
        <w:pStyle w:val="BulletSub"/>
      </w:pPr>
      <w:proofErr w:type="spellStart"/>
      <w:r w:rsidRPr="00E14C1E">
        <w:t>Autorun</w:t>
      </w:r>
      <w:proofErr w:type="spellEnd"/>
      <w:r w:rsidRPr="00E14C1E">
        <w:t xml:space="preserve"> will detect the OS\</w:t>
      </w:r>
      <w:proofErr w:type="spellStart"/>
      <w:r w:rsidRPr="00E14C1E">
        <w:t>bitness</w:t>
      </w:r>
      <w:proofErr w:type="spellEnd"/>
      <w:r w:rsidRPr="00E14C1E">
        <w:t xml:space="preserve"> version, and launch the appropriate setup.exe to begin the application installation. Since autorun.exe calls on the appropriate setup.exe to execute the actual install, this document mentions setup.exe with the assumption that the user understands that autorun.exe can also be used.</w:t>
      </w:r>
    </w:p>
    <w:p w:rsidR="00B401E0" w:rsidRPr="00E14C1E" w:rsidRDefault="00821554" w:rsidP="00E14C1E">
      <w:pPr>
        <w:pStyle w:val="Bullet1"/>
        <w:rPr>
          <w:b/>
        </w:rPr>
      </w:pPr>
      <w:r w:rsidRPr="00E14C1E">
        <w:rPr>
          <w:b/>
        </w:rPr>
        <w:t>Setup.exe</w:t>
      </w:r>
    </w:p>
    <w:p w:rsidR="00B401E0" w:rsidRPr="00E14C1E" w:rsidRDefault="00821554" w:rsidP="00E14C1E">
      <w:pPr>
        <w:pStyle w:val="BulletSub"/>
      </w:pPr>
      <w:r w:rsidRPr="00E14C1E">
        <w:t xml:space="preserve">Setup.exe is a bootstrap application which sits in front of the .MSI. Setup.exe will read the configuration file and perform system checks. In general setup.exe takes the same arguments as </w:t>
      </w:r>
      <w:proofErr w:type="spellStart"/>
      <w:r w:rsidRPr="00E14C1E">
        <w:t>msiexec</w:t>
      </w:r>
      <w:proofErr w:type="spellEnd"/>
      <w:r w:rsidRPr="00E14C1E">
        <w:t>. Exceptions are pointed out below.</w:t>
      </w:r>
    </w:p>
    <w:p w:rsidR="00B401E0" w:rsidRPr="00E14C1E" w:rsidRDefault="00821554" w:rsidP="00E14C1E">
      <w:pPr>
        <w:pStyle w:val="Bullet1"/>
        <w:rPr>
          <w:b/>
        </w:rPr>
      </w:pPr>
      <w:r w:rsidRPr="00E14C1E">
        <w:rPr>
          <w:b/>
        </w:rPr>
        <w:t>Microsoft Windows Installer* Package (.MSI)</w:t>
      </w:r>
    </w:p>
    <w:p w:rsidR="00B401E0" w:rsidRPr="00E14C1E" w:rsidRDefault="00821554" w:rsidP="00E14C1E">
      <w:pPr>
        <w:pStyle w:val="BulletSub"/>
      </w:pPr>
      <w:r w:rsidRPr="00E14C1E">
        <w:t xml:space="preserve">The Intel Bluetooth installer resides in an OS and </w:t>
      </w:r>
      <w:proofErr w:type="spellStart"/>
      <w:r w:rsidRPr="00E14C1E">
        <w:t>bitness</w:t>
      </w:r>
      <w:proofErr w:type="spellEnd"/>
      <w:r w:rsidRPr="00E14C1E">
        <w:t xml:space="preserve"> specific Microsoft Windows installer package. Each package contains all of the necessary files and logic to provide a full installation of the application and driver.</w:t>
      </w:r>
    </w:p>
    <w:p w:rsidR="00B401E0" w:rsidRPr="00E14C1E" w:rsidRDefault="00821554" w:rsidP="00E14C1E">
      <w:pPr>
        <w:pStyle w:val="Bullet1"/>
        <w:rPr>
          <w:b/>
        </w:rPr>
      </w:pPr>
      <w:r w:rsidRPr="00E14C1E">
        <w:rPr>
          <w:b/>
        </w:rPr>
        <w:t>.INF file extension</w:t>
      </w:r>
    </w:p>
    <w:p w:rsidR="00B401E0" w:rsidRPr="00E14C1E" w:rsidRDefault="00821554" w:rsidP="00E14C1E">
      <w:pPr>
        <w:pStyle w:val="BulletSub"/>
      </w:pPr>
      <w:r w:rsidRPr="00E14C1E">
        <w:t>Windows 10 installation includes an INF folder. Driver software can be installed this way but there are no command line options. The defaults are used.</w:t>
      </w:r>
    </w:p>
    <w:p w:rsidR="000357EE" w:rsidRDefault="004F3307" w:rsidP="004F3307">
      <w:pPr>
        <w:pStyle w:val="Heading2"/>
      </w:pPr>
      <w:bookmarkStart w:id="43" w:name="_Toc437587190"/>
      <w:r>
        <w:t>Command line options</w:t>
      </w:r>
      <w:bookmarkEnd w:id="43"/>
    </w:p>
    <w:p w:rsidR="004F3307" w:rsidRPr="004F3307" w:rsidRDefault="004F3307" w:rsidP="004F3307">
      <w:pPr>
        <w:pStyle w:val="Body1"/>
      </w:pPr>
      <w:r w:rsidRPr="004F3307">
        <w:t xml:space="preserve">Use of command line options is accepted by both the setup.exe and the </w:t>
      </w:r>
      <w:proofErr w:type="spellStart"/>
      <w:r w:rsidRPr="004F3307">
        <w:t>msi</w:t>
      </w:r>
      <w:proofErr w:type="spellEnd"/>
      <w:r w:rsidRPr="004F3307">
        <w:t>. Parameters for their use fall within three categories in the Intel Bluetooth Installer (items in bold are default).</w:t>
      </w:r>
    </w:p>
    <w:p w:rsidR="00B401E0" w:rsidRPr="004F3307" w:rsidRDefault="00821554" w:rsidP="004F3307">
      <w:pPr>
        <w:pStyle w:val="ListNumber"/>
      </w:pPr>
      <w:r w:rsidRPr="004F3307">
        <w:t>Command line switches passed on by Setup.exe to Microsoft Windows Installer - Setup will pass most of the other command lines it receives directly to the Windows Installer (e.g. /x, /</w:t>
      </w:r>
      <w:proofErr w:type="spellStart"/>
      <w:r w:rsidRPr="004F3307">
        <w:t>qn</w:t>
      </w:r>
      <w:proofErr w:type="spellEnd"/>
      <w:r w:rsidRPr="004F3307">
        <w:t>, /</w:t>
      </w:r>
      <w:proofErr w:type="spellStart"/>
      <w:r w:rsidRPr="004F3307">
        <w:t>qb</w:t>
      </w:r>
      <w:proofErr w:type="spellEnd"/>
      <w:r w:rsidRPr="004F3307">
        <w:t xml:space="preserve">, </w:t>
      </w:r>
      <w:r w:rsidRPr="004F3307">
        <w:rPr>
          <w:b/>
          <w:bCs/>
        </w:rPr>
        <w:t>/</w:t>
      </w:r>
      <w:proofErr w:type="spellStart"/>
      <w:r w:rsidRPr="004F3307">
        <w:rPr>
          <w:b/>
          <w:bCs/>
        </w:rPr>
        <w:t>qf</w:t>
      </w:r>
      <w:proofErr w:type="spellEnd"/>
      <w:r w:rsidRPr="004F3307">
        <w:t xml:space="preserve">, /L*v, etc.) see </w:t>
      </w:r>
      <w:hyperlink r:id="rId28" w:history="1">
        <w:r w:rsidRPr="004F3307">
          <w:rPr>
            <w:rStyle w:val="Hyperlink"/>
          </w:rPr>
          <w:t>https://msdn.microsoft.com/en-us/library/aa367988%28v=vs.85%29.aspx?f=255&amp;MSPPError=-</w:t>
        </w:r>
      </w:hyperlink>
      <w:hyperlink r:id="rId29" w:history="1">
        <w:r w:rsidRPr="004F3307">
          <w:rPr>
            <w:rStyle w:val="Hyperlink"/>
          </w:rPr>
          <w:t>2147217396</w:t>
        </w:r>
      </w:hyperlink>
      <w:r w:rsidRPr="004F3307">
        <w:t xml:space="preserve"> for more detail.</w:t>
      </w:r>
    </w:p>
    <w:p w:rsidR="00B401E0" w:rsidRPr="004F3307" w:rsidRDefault="00821554" w:rsidP="004F3307">
      <w:pPr>
        <w:pStyle w:val="ListNumber"/>
      </w:pPr>
      <w:r w:rsidRPr="004F3307">
        <w:t xml:space="preserve">Standard properties interpreted by Microsoft Windows Installer (msiexec.exe) (REBOOT, ADDLOCAL, and ARPNOREMOVE).  </w:t>
      </w:r>
      <w:hyperlink r:id="rId30" w:history="1">
        <w:r w:rsidRPr="004F3307">
          <w:rPr>
            <w:rStyle w:val="Hyperlink"/>
          </w:rPr>
          <w:t>https://msdn.microsoft.com/en-us/library/aa370905(v=vs.85).</w:t>
        </w:r>
      </w:hyperlink>
      <w:hyperlink r:id="rId31" w:history="1">
        <w:r w:rsidRPr="004F3307">
          <w:rPr>
            <w:rStyle w:val="Hyperlink"/>
          </w:rPr>
          <w:t>aspx</w:t>
        </w:r>
      </w:hyperlink>
    </w:p>
    <w:p w:rsidR="00B401E0" w:rsidRPr="004F3307" w:rsidRDefault="00821554" w:rsidP="004F3307">
      <w:pPr>
        <w:pStyle w:val="ListNumber"/>
      </w:pPr>
      <w:r w:rsidRPr="004F3307">
        <w:t xml:space="preserve">Custom properties that have a custom meaning for the product can be found </w:t>
      </w:r>
      <w:r w:rsidR="0098534E">
        <w:t xml:space="preserve">in </w:t>
      </w:r>
      <w:r w:rsidR="00C4634D">
        <w:t xml:space="preserve">Section </w:t>
      </w:r>
      <w:r w:rsidR="00C4634D">
        <w:fldChar w:fldCharType="begin"/>
      </w:r>
      <w:r w:rsidR="00C4634D">
        <w:instrText xml:space="preserve"> REF _Ref437587107 \r \h </w:instrText>
      </w:r>
      <w:r w:rsidR="00C4634D">
        <w:fldChar w:fldCharType="separate"/>
      </w:r>
      <w:r w:rsidR="0028012D">
        <w:t>2.1.1</w:t>
      </w:r>
      <w:r w:rsidR="00C4634D">
        <w:fldChar w:fldCharType="end"/>
      </w:r>
      <w:r w:rsidRPr="004F3307">
        <w:t>.</w:t>
      </w:r>
    </w:p>
    <w:p w:rsidR="004F3307" w:rsidRDefault="00C4634D" w:rsidP="004F3307">
      <w:pPr>
        <w:pStyle w:val="Heading3"/>
      </w:pPr>
      <w:bookmarkStart w:id="44" w:name="_Ref437587107"/>
      <w:bookmarkStart w:id="45" w:name="_Toc437587191"/>
      <w:r>
        <w:t xml:space="preserve">Custom command </w:t>
      </w:r>
      <w:r w:rsidR="004F3307">
        <w:t>line install properties</w:t>
      </w:r>
      <w:bookmarkEnd w:id="44"/>
      <w:bookmarkEnd w:id="45"/>
    </w:p>
    <w:p w:rsidR="004F3307" w:rsidRPr="004F3307" w:rsidRDefault="004F3307" w:rsidP="004F3307">
      <w:pPr>
        <w:pStyle w:val="Body1"/>
      </w:pPr>
      <w:r w:rsidRPr="004F3307">
        <w:t>Intel custom command line install properties detail.</w:t>
      </w:r>
    </w:p>
    <w:p w:rsidR="0098534E" w:rsidRDefault="0098534E" w:rsidP="0098534E">
      <w:pPr>
        <w:pStyle w:val="Caption"/>
      </w:pPr>
      <w:bookmarkStart w:id="46" w:name="_Toc437587202"/>
      <w:r>
        <w:t xml:space="preserve">Table </w:t>
      </w:r>
      <w:r w:rsidR="00584013">
        <w:fldChar w:fldCharType="begin"/>
      </w:r>
      <w:r w:rsidR="00584013">
        <w:instrText xml:space="preserve"> STYLEREF 1 \s </w:instrText>
      </w:r>
      <w:r w:rsidR="00584013">
        <w:fldChar w:fldCharType="separate"/>
      </w:r>
      <w:r w:rsidR="0028012D">
        <w:rPr>
          <w:noProof/>
        </w:rPr>
        <w:t>2</w:t>
      </w:r>
      <w:r w:rsidR="00584013">
        <w:rPr>
          <w:noProof/>
        </w:rPr>
        <w:fldChar w:fldCharType="end"/>
      </w:r>
      <w:r w:rsidR="000F0087">
        <w:noBreakHyphen/>
      </w:r>
      <w:r w:rsidR="00584013">
        <w:fldChar w:fldCharType="begin"/>
      </w:r>
      <w:r w:rsidR="00584013">
        <w:instrText xml:space="preserve"> SEQ Table \* ARABIC \s 1 </w:instrText>
      </w:r>
      <w:r w:rsidR="00584013">
        <w:fldChar w:fldCharType="separate"/>
      </w:r>
      <w:r w:rsidR="0028012D">
        <w:rPr>
          <w:noProof/>
        </w:rPr>
        <w:t>1</w:t>
      </w:r>
      <w:r w:rsidR="00584013">
        <w:rPr>
          <w:noProof/>
        </w:rPr>
        <w:fldChar w:fldCharType="end"/>
      </w:r>
      <w:r>
        <w:tab/>
        <w:t>Command line install properties</w:t>
      </w:r>
      <w:bookmarkEnd w:id="46"/>
    </w:p>
    <w:tbl>
      <w:tblPr>
        <w:tblStyle w:val="TableGrid"/>
        <w:tblW w:w="0" w:type="auto"/>
        <w:tblLook w:val="0620" w:firstRow="1" w:lastRow="0" w:firstColumn="0" w:lastColumn="0" w:noHBand="1" w:noVBand="1"/>
      </w:tblPr>
      <w:tblGrid>
        <w:gridCol w:w="4675"/>
        <w:gridCol w:w="4675"/>
      </w:tblGrid>
      <w:tr w:rsidR="0098534E" w:rsidRPr="0098534E" w:rsidTr="0098534E">
        <w:trPr>
          <w:cantSplit/>
          <w:tblHeader/>
        </w:trPr>
        <w:tc>
          <w:tcPr>
            <w:tcW w:w="4675" w:type="dxa"/>
          </w:tcPr>
          <w:p w:rsidR="0098534E" w:rsidRPr="0098534E" w:rsidRDefault="0098534E" w:rsidP="0098534E">
            <w:pPr>
              <w:pStyle w:val="CellHeadingCenter"/>
            </w:pPr>
            <w:r>
              <w:t>Argument</w:t>
            </w:r>
          </w:p>
        </w:tc>
        <w:tc>
          <w:tcPr>
            <w:tcW w:w="4675" w:type="dxa"/>
          </w:tcPr>
          <w:p w:rsidR="0098534E" w:rsidRPr="0098534E" w:rsidRDefault="0098534E" w:rsidP="0098534E">
            <w:pPr>
              <w:pStyle w:val="CellHeadingCenter"/>
            </w:pPr>
            <w:r>
              <w:t>Value</w:t>
            </w:r>
          </w:p>
        </w:tc>
      </w:tr>
      <w:tr w:rsidR="0098534E" w:rsidRPr="0098534E" w:rsidTr="0098534E">
        <w:tc>
          <w:tcPr>
            <w:tcW w:w="4675" w:type="dxa"/>
          </w:tcPr>
          <w:p w:rsidR="0098534E" w:rsidRPr="0098534E" w:rsidRDefault="0098534E" w:rsidP="0098534E">
            <w:pPr>
              <w:pStyle w:val="CellBodyLeft"/>
            </w:pPr>
            <w:r w:rsidRPr="0098534E">
              <w:t>SUPPORTREMOTEWAKEUP</w:t>
            </w:r>
          </w:p>
        </w:tc>
        <w:tc>
          <w:tcPr>
            <w:tcW w:w="4675" w:type="dxa"/>
          </w:tcPr>
          <w:p w:rsidR="0098534E" w:rsidRPr="0098534E" w:rsidRDefault="00E102ED" w:rsidP="0098534E">
            <w:pPr>
              <w:pStyle w:val="CellBodyLeft"/>
            </w:pPr>
            <w:r w:rsidRPr="0098534E">
              <w:t xml:space="preserve">Default </w:t>
            </w:r>
            <w:r w:rsidR="0098534E" w:rsidRPr="0098534E">
              <w:t>is FALSE</w:t>
            </w:r>
          </w:p>
        </w:tc>
      </w:tr>
      <w:tr w:rsidR="0098534E" w:rsidRPr="0098534E" w:rsidTr="0098534E">
        <w:tc>
          <w:tcPr>
            <w:tcW w:w="4675" w:type="dxa"/>
          </w:tcPr>
          <w:p w:rsidR="0098534E" w:rsidRPr="0098534E" w:rsidRDefault="0098534E" w:rsidP="0098534E">
            <w:pPr>
              <w:pStyle w:val="CellBodyLeft"/>
            </w:pPr>
            <w:r w:rsidRPr="0098534E">
              <w:t>LPUSBHUBWA</w:t>
            </w:r>
          </w:p>
        </w:tc>
        <w:tc>
          <w:tcPr>
            <w:tcW w:w="4675" w:type="dxa"/>
          </w:tcPr>
          <w:p w:rsidR="0098534E" w:rsidRPr="0098534E" w:rsidRDefault="0098534E" w:rsidP="0098534E">
            <w:pPr>
              <w:pStyle w:val="CellBodyLeft"/>
            </w:pPr>
            <w:r w:rsidRPr="0098534E">
              <w:t>Only rel</w:t>
            </w:r>
            <w:r w:rsidR="00E102ED">
              <w:t>evant for Win7, default is TRUE</w:t>
            </w:r>
          </w:p>
        </w:tc>
      </w:tr>
      <w:tr w:rsidR="0098534E" w:rsidRPr="0098534E" w:rsidTr="0098534E">
        <w:tc>
          <w:tcPr>
            <w:tcW w:w="4675" w:type="dxa"/>
          </w:tcPr>
          <w:p w:rsidR="0098534E" w:rsidRPr="0098534E" w:rsidRDefault="0098534E" w:rsidP="0098534E">
            <w:pPr>
              <w:pStyle w:val="CellBodyLeft"/>
            </w:pPr>
            <w:r w:rsidRPr="0098534E">
              <w:t>SSDISABLE</w:t>
            </w:r>
          </w:p>
        </w:tc>
        <w:tc>
          <w:tcPr>
            <w:tcW w:w="4675" w:type="dxa"/>
          </w:tcPr>
          <w:p w:rsidR="0098534E" w:rsidRPr="0098534E" w:rsidRDefault="00E102ED" w:rsidP="0098534E">
            <w:pPr>
              <w:pStyle w:val="CellBodyLeft"/>
            </w:pPr>
            <w:r w:rsidRPr="0098534E">
              <w:t xml:space="preserve">Default </w:t>
            </w:r>
            <w:r w:rsidR="0098534E" w:rsidRPr="0098534E">
              <w:t>is FALSE</w:t>
            </w:r>
          </w:p>
        </w:tc>
      </w:tr>
      <w:tr w:rsidR="0098534E" w:rsidRPr="0098534E" w:rsidTr="0098534E">
        <w:tc>
          <w:tcPr>
            <w:tcW w:w="4675" w:type="dxa"/>
          </w:tcPr>
          <w:p w:rsidR="0098534E" w:rsidRPr="0098534E" w:rsidRDefault="0098534E" w:rsidP="0098534E">
            <w:pPr>
              <w:pStyle w:val="CellBodyLeft"/>
            </w:pPr>
            <w:r w:rsidRPr="0098534E">
              <w:t>BATTERY_LEVEL</w:t>
            </w:r>
          </w:p>
        </w:tc>
        <w:tc>
          <w:tcPr>
            <w:tcW w:w="4675" w:type="dxa"/>
          </w:tcPr>
          <w:p w:rsidR="0098534E" w:rsidRPr="0098534E" w:rsidRDefault="00E102ED" w:rsidP="00E102ED">
            <w:pPr>
              <w:pStyle w:val="CellBodyLeft"/>
            </w:pPr>
            <w:r w:rsidRPr="0098534E">
              <w:t xml:space="preserve">Default </w:t>
            </w:r>
            <w:r w:rsidR="0098534E" w:rsidRPr="0098534E">
              <w:t>value is 25. Acceptable range is 0-100</w:t>
            </w:r>
          </w:p>
        </w:tc>
      </w:tr>
      <w:tr w:rsidR="0098534E" w:rsidRPr="0098534E" w:rsidTr="0098534E">
        <w:tc>
          <w:tcPr>
            <w:tcW w:w="4675" w:type="dxa"/>
          </w:tcPr>
          <w:p w:rsidR="0098534E" w:rsidRPr="0098534E" w:rsidRDefault="0098534E" w:rsidP="0098534E">
            <w:pPr>
              <w:pStyle w:val="CellBodyLeft"/>
            </w:pPr>
            <w:r w:rsidRPr="0098534E">
              <w:t>IBTSIVA</w:t>
            </w:r>
          </w:p>
        </w:tc>
        <w:tc>
          <w:tcPr>
            <w:tcW w:w="4675" w:type="dxa"/>
          </w:tcPr>
          <w:p w:rsidR="0098534E" w:rsidRPr="0098534E" w:rsidRDefault="00E102ED" w:rsidP="0098534E">
            <w:pPr>
              <w:pStyle w:val="CellBodyLeft"/>
            </w:pPr>
            <w:r w:rsidRPr="0098534E">
              <w:t xml:space="preserve">Default </w:t>
            </w:r>
            <w:r w:rsidR="0098534E" w:rsidRPr="0098534E">
              <w:t xml:space="preserve">is TRUE  </w:t>
            </w:r>
          </w:p>
        </w:tc>
      </w:tr>
      <w:tr w:rsidR="0098534E" w:rsidRPr="0098534E" w:rsidTr="0098534E">
        <w:tc>
          <w:tcPr>
            <w:tcW w:w="4675" w:type="dxa"/>
          </w:tcPr>
          <w:p w:rsidR="0098534E" w:rsidRPr="0098534E" w:rsidRDefault="0098534E" w:rsidP="0098534E">
            <w:pPr>
              <w:pStyle w:val="CellBodyLeft"/>
            </w:pPr>
            <w:r w:rsidRPr="0098534E">
              <w:t>FORCEDRIVERREMOVAL</w:t>
            </w:r>
          </w:p>
        </w:tc>
        <w:tc>
          <w:tcPr>
            <w:tcW w:w="4675" w:type="dxa"/>
          </w:tcPr>
          <w:p w:rsidR="0098534E" w:rsidRPr="0098534E" w:rsidRDefault="00E102ED" w:rsidP="0098534E">
            <w:pPr>
              <w:pStyle w:val="CellBodyLeft"/>
            </w:pPr>
            <w:r w:rsidRPr="0098534E">
              <w:t xml:space="preserve">Default </w:t>
            </w:r>
            <w:r w:rsidR="0098534E" w:rsidRPr="0098534E">
              <w:t xml:space="preserve">is FALSE </w:t>
            </w:r>
          </w:p>
        </w:tc>
      </w:tr>
    </w:tbl>
    <w:p w:rsidR="00B401E0" w:rsidRPr="004F3307" w:rsidRDefault="00821554" w:rsidP="0098534E">
      <w:pPr>
        <w:pStyle w:val="Body1"/>
      </w:pPr>
      <w:r w:rsidRPr="004F3307">
        <w:t>Please note that the command line arguments are case sensitive</w:t>
      </w:r>
      <w:r w:rsidR="00800848">
        <w:t>.</w:t>
      </w:r>
    </w:p>
    <w:p w:rsidR="00B401E0" w:rsidRPr="0098534E" w:rsidRDefault="00821554" w:rsidP="0098534E">
      <w:pPr>
        <w:pStyle w:val="ListNumber"/>
        <w:numPr>
          <w:ilvl w:val="0"/>
          <w:numId w:val="30"/>
        </w:numPr>
        <w:rPr>
          <w:b/>
        </w:rPr>
      </w:pPr>
      <w:r w:rsidRPr="0098534E">
        <w:rPr>
          <w:b/>
        </w:rPr>
        <w:lastRenderedPageBreak/>
        <w:t>SUPPORTREMOTEWAKEUP</w:t>
      </w:r>
    </w:p>
    <w:p w:rsidR="00B401E0" w:rsidRPr="0098534E" w:rsidRDefault="00821554" w:rsidP="0098534E">
      <w:pPr>
        <w:pStyle w:val="Body1"/>
        <w:numPr>
          <w:ilvl w:val="1"/>
          <w:numId w:val="13"/>
        </w:numPr>
      </w:pPr>
      <w:r w:rsidRPr="0098534E">
        <w:t xml:space="preserve">Remote Wakeup allows the BT HID to wake up a platform that is in a sleep state.  </w:t>
      </w:r>
    </w:p>
    <w:p w:rsidR="00B401E0" w:rsidRPr="0098534E" w:rsidRDefault="00821554" w:rsidP="0098534E">
      <w:pPr>
        <w:pStyle w:val="Body1"/>
        <w:numPr>
          <w:ilvl w:val="0"/>
          <w:numId w:val="13"/>
        </w:numPr>
        <w:rPr>
          <w:b/>
        </w:rPr>
      </w:pPr>
      <w:r w:rsidRPr="0098534E">
        <w:rPr>
          <w:b/>
        </w:rPr>
        <w:t xml:space="preserve">LPUSBHUBWA </w:t>
      </w:r>
    </w:p>
    <w:p w:rsidR="00B401E0" w:rsidRPr="0098534E" w:rsidRDefault="00821554" w:rsidP="0098534E">
      <w:pPr>
        <w:pStyle w:val="Body1"/>
        <w:numPr>
          <w:ilvl w:val="1"/>
          <w:numId w:val="13"/>
        </w:numPr>
      </w:pPr>
      <w:r w:rsidRPr="0098534E">
        <w:t xml:space="preserve">This enables a work around for a USB HUB issue seen on Windows 7/8.1 EHCI based platforms. If not enabled the BT controller can get “stuck” in selective suspend state. Please see </w:t>
      </w:r>
      <w:hyperlink r:id="rId32" w:history="1">
        <w:r w:rsidRPr="0098534E">
          <w:rPr>
            <w:rStyle w:val="Hyperlink"/>
          </w:rPr>
          <w:t>http://support.Microsoft.com/kb/2484742</w:t>
        </w:r>
      </w:hyperlink>
      <w:r w:rsidRPr="0098534E">
        <w:t xml:space="preserve"> for details.</w:t>
      </w:r>
    </w:p>
    <w:p w:rsidR="00B401E0" w:rsidRPr="0098534E" w:rsidRDefault="00821554" w:rsidP="0098534E">
      <w:pPr>
        <w:pStyle w:val="Body1"/>
        <w:numPr>
          <w:ilvl w:val="0"/>
          <w:numId w:val="13"/>
        </w:numPr>
        <w:rPr>
          <w:b/>
        </w:rPr>
      </w:pPr>
      <w:r w:rsidRPr="0098534E">
        <w:rPr>
          <w:b/>
        </w:rPr>
        <w:t>SSDISABLE</w:t>
      </w:r>
    </w:p>
    <w:p w:rsidR="00B401E0" w:rsidRPr="0098534E" w:rsidRDefault="00821554" w:rsidP="0098534E">
      <w:pPr>
        <w:pStyle w:val="Body1"/>
        <w:numPr>
          <w:ilvl w:val="1"/>
          <w:numId w:val="13"/>
        </w:numPr>
      </w:pPr>
      <w:r w:rsidRPr="0098534E">
        <w:t xml:space="preserve">If set to TRUE it will create </w:t>
      </w:r>
      <w:proofErr w:type="spellStart"/>
      <w:r w:rsidRPr="0098534E">
        <w:t>SelectiveSuspendEnabled</w:t>
      </w:r>
      <w:proofErr w:type="spellEnd"/>
      <w:r w:rsidRPr="0098534E">
        <w:t xml:space="preserve"> registry value. A reboot is required after installation for this to have effect.</w:t>
      </w:r>
    </w:p>
    <w:p w:rsidR="00B401E0" w:rsidRPr="0098534E" w:rsidRDefault="00821554" w:rsidP="0098534E">
      <w:pPr>
        <w:pStyle w:val="Body1"/>
        <w:numPr>
          <w:ilvl w:val="0"/>
          <w:numId w:val="13"/>
        </w:numPr>
        <w:rPr>
          <w:b/>
        </w:rPr>
      </w:pPr>
      <w:r w:rsidRPr="0098534E">
        <w:rPr>
          <w:b/>
        </w:rPr>
        <w:t>BATTERY_LEVEL</w:t>
      </w:r>
    </w:p>
    <w:p w:rsidR="00B401E0" w:rsidRPr="0098534E" w:rsidRDefault="00821554" w:rsidP="0098534E">
      <w:pPr>
        <w:pStyle w:val="Body1"/>
        <w:numPr>
          <w:ilvl w:val="1"/>
          <w:numId w:val="13"/>
        </w:numPr>
      </w:pPr>
      <w:r w:rsidRPr="0098534E">
        <w:t xml:space="preserve">Minimum battery remaining percentage level at which an install or uninstall is allowed. </w:t>
      </w:r>
    </w:p>
    <w:p w:rsidR="00B401E0" w:rsidRPr="0098534E" w:rsidRDefault="00821554" w:rsidP="0098534E">
      <w:pPr>
        <w:pStyle w:val="Body1"/>
        <w:numPr>
          <w:ilvl w:val="0"/>
          <w:numId w:val="13"/>
        </w:numPr>
        <w:rPr>
          <w:b/>
        </w:rPr>
      </w:pPr>
      <w:r w:rsidRPr="0098534E">
        <w:rPr>
          <w:b/>
        </w:rPr>
        <w:t xml:space="preserve">IBTSIVA </w:t>
      </w:r>
    </w:p>
    <w:p w:rsidR="00800848" w:rsidRDefault="00821554" w:rsidP="0098534E">
      <w:pPr>
        <w:pStyle w:val="Body1"/>
        <w:numPr>
          <w:ilvl w:val="1"/>
          <w:numId w:val="13"/>
        </w:numPr>
      </w:pPr>
      <w:r w:rsidRPr="0098534E">
        <w:t xml:space="preserve">IBTSIVA is a service that detects Yellow Bangs (YB) and forces a reset. This is frequently effective in removing Yellow Bangs. </w:t>
      </w:r>
    </w:p>
    <w:p w:rsidR="00B401E0" w:rsidRPr="0098534E" w:rsidRDefault="00821554" w:rsidP="00800848">
      <w:pPr>
        <w:pStyle w:val="Note"/>
      </w:pPr>
      <w:r w:rsidRPr="0098534E">
        <w:t xml:space="preserve">From 18.14 and 17.22 (WW46 releases) </w:t>
      </w:r>
      <w:r w:rsidR="00800848" w:rsidRPr="0098534E">
        <w:t xml:space="preserve">IBTSIVA </w:t>
      </w:r>
      <w:r w:rsidRPr="0098534E">
        <w:t xml:space="preserve">cannot be disabled, </w:t>
      </w:r>
      <w:r w:rsidR="00800848">
        <w:t>that is, it’s</w:t>
      </w:r>
      <w:r w:rsidRPr="0098534E">
        <w:t xml:space="preserve"> always TRUE. </w:t>
      </w:r>
    </w:p>
    <w:p w:rsidR="00B401E0" w:rsidRPr="0098534E" w:rsidRDefault="00821554" w:rsidP="0098534E">
      <w:pPr>
        <w:pStyle w:val="Body1"/>
        <w:numPr>
          <w:ilvl w:val="0"/>
          <w:numId w:val="13"/>
        </w:numPr>
        <w:rPr>
          <w:b/>
        </w:rPr>
      </w:pPr>
      <w:r w:rsidRPr="0098534E">
        <w:rPr>
          <w:b/>
        </w:rPr>
        <w:t xml:space="preserve">FORCEDRIVERREMOVAL </w:t>
      </w:r>
    </w:p>
    <w:p w:rsidR="00B401E0" w:rsidRPr="0098534E" w:rsidRDefault="00821554" w:rsidP="0098534E">
      <w:pPr>
        <w:pStyle w:val="Body1"/>
        <w:numPr>
          <w:ilvl w:val="1"/>
          <w:numId w:val="13"/>
        </w:numPr>
      </w:pPr>
      <w:r w:rsidRPr="0098534E">
        <w:t>If this value is set to TRUE, it will remove the ibtusb.sys file from Windows/System32/drivers folder on uninstall. Please note that this directory is controlled by Microsoft and Intel cannot guarantee that the cleanup will always work flawlessly.</w:t>
      </w:r>
    </w:p>
    <w:p w:rsidR="0008100F" w:rsidRDefault="0008100F" w:rsidP="0008100F">
      <w:pPr>
        <w:pStyle w:val="Heading3"/>
      </w:pPr>
      <w:bookmarkStart w:id="47" w:name="_Toc437587192"/>
      <w:r w:rsidRPr="0008100F">
        <w:t>Command line examples for ins</w:t>
      </w:r>
      <w:r>
        <w:t>tallation (msiexec and setup)</w:t>
      </w:r>
      <w:bookmarkEnd w:id="47"/>
    </w:p>
    <w:p w:rsidR="0008100F" w:rsidRPr="0008100F" w:rsidRDefault="0008100F" w:rsidP="0008100F">
      <w:pPr>
        <w:pStyle w:val="Note"/>
      </w:pPr>
      <w:proofErr w:type="spellStart"/>
      <w:r w:rsidRPr="0008100F">
        <w:t>Autorun</w:t>
      </w:r>
      <w:proofErr w:type="spellEnd"/>
      <w:r w:rsidRPr="0008100F">
        <w:t xml:space="preserve">, setup or </w:t>
      </w:r>
      <w:proofErr w:type="spellStart"/>
      <w:r w:rsidRPr="0008100F">
        <w:t>msiexec</w:t>
      </w:r>
      <w:proofErr w:type="spellEnd"/>
      <w:r w:rsidRPr="0008100F">
        <w:t xml:space="preserve"> can be used for all examples </w:t>
      </w:r>
    </w:p>
    <w:p w:rsidR="00B401E0" w:rsidRPr="0008100F" w:rsidRDefault="00821554" w:rsidP="0008100F">
      <w:pPr>
        <w:pStyle w:val="Body1"/>
      </w:pPr>
      <w:r w:rsidRPr="00137841">
        <w:rPr>
          <w:b/>
        </w:rPr>
        <w:t>/</w:t>
      </w:r>
      <w:proofErr w:type="spellStart"/>
      <w:r w:rsidRPr="00137841">
        <w:rPr>
          <w:b/>
        </w:rPr>
        <w:t>qn</w:t>
      </w:r>
      <w:proofErr w:type="spellEnd"/>
      <w:r w:rsidRPr="0008100F">
        <w:t xml:space="preserve"> indicates quiet install – no popups</w:t>
      </w:r>
    </w:p>
    <w:p w:rsidR="00B401E0" w:rsidRPr="0008100F" w:rsidRDefault="00821554" w:rsidP="0008100F">
      <w:pPr>
        <w:pStyle w:val="Bullet1"/>
      </w:pPr>
      <w:r w:rsidRPr="0008100F">
        <w:t>Take all the defaults and use USB interface</w:t>
      </w:r>
    </w:p>
    <w:p w:rsidR="00B401E0" w:rsidRPr="00137841" w:rsidRDefault="00821554" w:rsidP="00137841">
      <w:pPr>
        <w:pStyle w:val="BulletSub"/>
        <w:rPr>
          <w:rStyle w:val="CodeChar"/>
        </w:rPr>
      </w:pPr>
      <w:proofErr w:type="spellStart"/>
      <w:r w:rsidRPr="00137841">
        <w:rPr>
          <w:rStyle w:val="CodeChar"/>
          <w:rFonts w:eastAsiaTheme="minorEastAsia"/>
        </w:rPr>
        <w:t>msiexec</w:t>
      </w:r>
      <w:proofErr w:type="spellEnd"/>
      <w:r w:rsidRPr="00137841">
        <w:rPr>
          <w:rStyle w:val="CodeChar"/>
          <w:rFonts w:eastAsiaTheme="minorEastAsia"/>
        </w:rPr>
        <w:t xml:space="preserve"> /i "Intel Bluetooth.msi" /</w:t>
      </w:r>
      <w:proofErr w:type="spellStart"/>
      <w:r w:rsidRPr="00137841">
        <w:rPr>
          <w:rStyle w:val="CodeChar"/>
          <w:rFonts w:eastAsiaTheme="minorEastAsia"/>
        </w:rPr>
        <w:t>qn</w:t>
      </w:r>
      <w:proofErr w:type="spellEnd"/>
    </w:p>
    <w:p w:rsidR="00B401E0" w:rsidRPr="0008100F" w:rsidRDefault="00821554" w:rsidP="0008100F">
      <w:pPr>
        <w:pStyle w:val="BulletSub"/>
      </w:pPr>
      <w:r w:rsidRPr="00137841">
        <w:rPr>
          <w:rStyle w:val="CodeChar"/>
        </w:rPr>
        <w:t>setup /</w:t>
      </w:r>
      <w:proofErr w:type="spellStart"/>
      <w:r w:rsidRPr="00137841">
        <w:rPr>
          <w:rStyle w:val="CodeChar"/>
        </w:rPr>
        <w:t>qn</w:t>
      </w:r>
      <w:proofErr w:type="spellEnd"/>
      <w:r w:rsidRPr="00137841">
        <w:rPr>
          <w:sz w:val="20"/>
        </w:rPr>
        <w:t xml:space="preserve"> </w:t>
      </w:r>
      <w:r w:rsidRPr="0008100F">
        <w:t>(</w:t>
      </w:r>
      <w:r w:rsidR="00137841" w:rsidRPr="00137841">
        <w:rPr>
          <w:b/>
        </w:rPr>
        <w:t>N</w:t>
      </w:r>
      <w:r w:rsidRPr="00137841">
        <w:rPr>
          <w:b/>
        </w:rPr>
        <w:t>ote:</w:t>
      </w:r>
      <w:r w:rsidR="00137841">
        <w:t xml:space="preserve"> </w:t>
      </w:r>
      <w:r w:rsidRPr="0008100F">
        <w:t xml:space="preserve"> /i does not apply to setup.exe or </w:t>
      </w:r>
      <w:proofErr w:type="spellStart"/>
      <w:r w:rsidRPr="0008100F">
        <w:t>autorun</w:t>
      </w:r>
      <w:proofErr w:type="spellEnd"/>
      <w:r w:rsidRPr="0008100F">
        <w:t>)</w:t>
      </w:r>
    </w:p>
    <w:p w:rsidR="00B401E0" w:rsidRPr="00137841" w:rsidRDefault="00821554" w:rsidP="00137841">
      <w:pPr>
        <w:pStyle w:val="BulletSub"/>
        <w:rPr>
          <w:rStyle w:val="CodeChar"/>
        </w:rPr>
      </w:pPr>
      <w:proofErr w:type="spellStart"/>
      <w:r w:rsidRPr="00137841">
        <w:rPr>
          <w:rStyle w:val="CodeChar"/>
          <w:rFonts w:eastAsiaTheme="minorEastAsia"/>
        </w:rPr>
        <w:t>autorun</w:t>
      </w:r>
      <w:proofErr w:type="spellEnd"/>
      <w:r w:rsidRPr="00137841">
        <w:rPr>
          <w:rStyle w:val="CodeChar"/>
          <w:rFonts w:eastAsiaTheme="minorEastAsia"/>
        </w:rPr>
        <w:t xml:space="preserve"> /</w:t>
      </w:r>
      <w:proofErr w:type="spellStart"/>
      <w:r w:rsidRPr="00137841">
        <w:rPr>
          <w:rStyle w:val="CodeChar"/>
          <w:rFonts w:eastAsiaTheme="minorEastAsia"/>
        </w:rPr>
        <w:t>qn</w:t>
      </w:r>
      <w:proofErr w:type="spellEnd"/>
    </w:p>
    <w:p w:rsidR="00B401E0" w:rsidRPr="0008100F" w:rsidRDefault="00821554" w:rsidP="0008100F">
      <w:pPr>
        <w:pStyle w:val="Bullet1"/>
      </w:pPr>
      <w:r w:rsidRPr="0008100F">
        <w:t>Override defaults</w:t>
      </w:r>
    </w:p>
    <w:p w:rsidR="00B401E0" w:rsidRPr="00137841" w:rsidRDefault="00821554" w:rsidP="00137841">
      <w:pPr>
        <w:pStyle w:val="BulletSub"/>
        <w:rPr>
          <w:rStyle w:val="CodeChar"/>
        </w:rPr>
      </w:pPr>
      <w:proofErr w:type="spellStart"/>
      <w:r w:rsidRPr="00137841">
        <w:rPr>
          <w:rStyle w:val="CodeChar"/>
          <w:rFonts w:eastAsiaTheme="minorEastAsia"/>
        </w:rPr>
        <w:t>msiexec</w:t>
      </w:r>
      <w:proofErr w:type="spellEnd"/>
      <w:r w:rsidRPr="00137841">
        <w:rPr>
          <w:rStyle w:val="CodeChar"/>
          <w:rFonts w:eastAsiaTheme="minorEastAsia"/>
        </w:rPr>
        <w:t xml:space="preserve"> /i "Intel Bluetooth.msi" /</w:t>
      </w:r>
      <w:proofErr w:type="spellStart"/>
      <w:r w:rsidRPr="00137841">
        <w:rPr>
          <w:rStyle w:val="CodeChar"/>
          <w:rFonts w:eastAsiaTheme="minorEastAsia"/>
        </w:rPr>
        <w:t>qn</w:t>
      </w:r>
      <w:proofErr w:type="spellEnd"/>
      <w:r w:rsidRPr="00137841">
        <w:rPr>
          <w:rStyle w:val="CodeChar"/>
          <w:rFonts w:eastAsiaTheme="minorEastAsia"/>
        </w:rPr>
        <w:t xml:space="preserve"> SUPPORTREMOTEWAKEUP=TRUE LPUSBHUBWA=FALSE</w:t>
      </w:r>
    </w:p>
    <w:p w:rsidR="00B401E0" w:rsidRPr="00137841" w:rsidRDefault="00821554" w:rsidP="00137841">
      <w:pPr>
        <w:pStyle w:val="BulletSub"/>
        <w:rPr>
          <w:rStyle w:val="CodeChar"/>
        </w:rPr>
      </w:pPr>
      <w:r w:rsidRPr="00137841">
        <w:rPr>
          <w:rStyle w:val="CodeChar"/>
          <w:rFonts w:eastAsiaTheme="minorEastAsia"/>
        </w:rPr>
        <w:t>setup /</w:t>
      </w:r>
      <w:proofErr w:type="spellStart"/>
      <w:r w:rsidRPr="00137841">
        <w:rPr>
          <w:rStyle w:val="CodeChar"/>
          <w:rFonts w:eastAsiaTheme="minorEastAsia"/>
        </w:rPr>
        <w:t>qn</w:t>
      </w:r>
      <w:proofErr w:type="spellEnd"/>
      <w:r w:rsidRPr="00137841">
        <w:rPr>
          <w:rStyle w:val="CodeChar"/>
          <w:rFonts w:eastAsiaTheme="minorEastAsia"/>
        </w:rPr>
        <w:t xml:space="preserve"> SUPPORTREMOTEWAKEUP=TRUE LPUSBHUBWA=FALSE</w:t>
      </w:r>
    </w:p>
    <w:p w:rsidR="00B401E0" w:rsidRPr="0008100F" w:rsidRDefault="00821554" w:rsidP="0008100F">
      <w:pPr>
        <w:pStyle w:val="Bullet1"/>
      </w:pPr>
      <w:r w:rsidRPr="0008100F">
        <w:t>Set only SUPPORTREMOTEWAKEUP</w:t>
      </w:r>
    </w:p>
    <w:p w:rsidR="00B401E0" w:rsidRPr="00137841" w:rsidRDefault="00821554" w:rsidP="00137841">
      <w:pPr>
        <w:pStyle w:val="BulletSub"/>
        <w:rPr>
          <w:rStyle w:val="CodeChar"/>
        </w:rPr>
      </w:pPr>
      <w:proofErr w:type="spellStart"/>
      <w:r w:rsidRPr="00137841">
        <w:rPr>
          <w:rStyle w:val="CodeChar"/>
          <w:rFonts w:eastAsiaTheme="minorEastAsia"/>
        </w:rPr>
        <w:t>msiexec</w:t>
      </w:r>
      <w:proofErr w:type="spellEnd"/>
      <w:r w:rsidRPr="00137841">
        <w:rPr>
          <w:rStyle w:val="CodeChar"/>
          <w:rFonts w:eastAsiaTheme="minorEastAsia"/>
        </w:rPr>
        <w:t xml:space="preserve"> /i "Intel Bluetooth.msi" /</w:t>
      </w:r>
      <w:proofErr w:type="spellStart"/>
      <w:r w:rsidRPr="00137841">
        <w:rPr>
          <w:rStyle w:val="CodeChar"/>
          <w:rFonts w:eastAsiaTheme="minorEastAsia"/>
        </w:rPr>
        <w:t>qn</w:t>
      </w:r>
      <w:proofErr w:type="spellEnd"/>
      <w:r w:rsidRPr="00137841">
        <w:rPr>
          <w:rStyle w:val="CodeChar"/>
          <w:rFonts w:eastAsiaTheme="minorEastAsia"/>
        </w:rPr>
        <w:t xml:space="preserve"> SUPPORTREMOTEWAKEUP=TRUE</w:t>
      </w:r>
    </w:p>
    <w:p w:rsidR="00B401E0" w:rsidRPr="00137841" w:rsidRDefault="00821554" w:rsidP="00137841">
      <w:pPr>
        <w:pStyle w:val="BulletSub"/>
        <w:rPr>
          <w:rStyle w:val="CodeChar"/>
        </w:rPr>
      </w:pPr>
      <w:r w:rsidRPr="00137841">
        <w:rPr>
          <w:rStyle w:val="CodeChar"/>
          <w:rFonts w:eastAsiaTheme="minorEastAsia"/>
        </w:rPr>
        <w:t>setup /</w:t>
      </w:r>
      <w:proofErr w:type="spellStart"/>
      <w:r w:rsidRPr="00137841">
        <w:rPr>
          <w:rStyle w:val="CodeChar"/>
          <w:rFonts w:eastAsiaTheme="minorEastAsia"/>
        </w:rPr>
        <w:t>qn</w:t>
      </w:r>
      <w:proofErr w:type="spellEnd"/>
      <w:r w:rsidRPr="00137841">
        <w:rPr>
          <w:rStyle w:val="CodeChar"/>
          <w:rFonts w:eastAsiaTheme="minorEastAsia"/>
        </w:rPr>
        <w:t xml:space="preserve"> SUPPORTREMOTEWAKEUP=TRUE</w:t>
      </w:r>
    </w:p>
    <w:p w:rsidR="004F3307" w:rsidRPr="004F3307" w:rsidRDefault="00E617E0" w:rsidP="00E617E0">
      <w:pPr>
        <w:pStyle w:val="Heading2"/>
        <w:rPr>
          <w:sz w:val="18"/>
        </w:rPr>
      </w:pPr>
      <w:bookmarkStart w:id="48" w:name="_Toc437587193"/>
      <w:r w:rsidRPr="00E617E0">
        <w:t>Installing Specialized BT Packages</w:t>
      </w:r>
      <w:bookmarkEnd w:id="48"/>
    </w:p>
    <w:p w:rsidR="00E617E0" w:rsidRPr="00E617E0" w:rsidRDefault="00E617E0" w:rsidP="00E617E0">
      <w:pPr>
        <w:pStyle w:val="Body1"/>
      </w:pPr>
      <w:r w:rsidRPr="00E617E0">
        <w:t xml:space="preserve">In addition to the main BT package there are </w:t>
      </w:r>
      <w:r>
        <w:t>three</w:t>
      </w:r>
      <w:r w:rsidRPr="00E617E0">
        <w:t xml:space="preserve"> specialized BT packages that are available with the BT release.</w:t>
      </w:r>
    </w:p>
    <w:p w:rsidR="00E617E0" w:rsidRPr="00E617E0" w:rsidRDefault="00E617E0" w:rsidP="00E617E0">
      <w:pPr>
        <w:pStyle w:val="Body1"/>
      </w:pPr>
      <w:r w:rsidRPr="00E617E0">
        <w:t xml:space="preserve">These </w:t>
      </w:r>
      <w:r w:rsidR="00137841">
        <w:t>three</w:t>
      </w:r>
      <w:r w:rsidRPr="00E617E0">
        <w:t xml:space="preserve"> packages are:</w:t>
      </w:r>
    </w:p>
    <w:p w:rsidR="00B401E0" w:rsidRPr="00E617E0" w:rsidRDefault="00821554" w:rsidP="00E617E0">
      <w:pPr>
        <w:pStyle w:val="Bullet1"/>
      </w:pPr>
      <w:r w:rsidRPr="00E617E0">
        <w:t>Intel Bluetoo</w:t>
      </w:r>
      <w:r w:rsidR="00E617E0">
        <w:t>th Library.msi</w:t>
      </w:r>
    </w:p>
    <w:p w:rsidR="00B401E0" w:rsidRPr="00E617E0" w:rsidRDefault="00E617E0" w:rsidP="00E617E0">
      <w:pPr>
        <w:pStyle w:val="Bullet1"/>
      </w:pPr>
      <w:r>
        <w:lastRenderedPageBreak/>
        <w:t>Intel Bluetooth Audio.msi</w:t>
      </w:r>
    </w:p>
    <w:p w:rsidR="00B401E0" w:rsidRPr="00E617E0" w:rsidRDefault="00E617E0" w:rsidP="00E617E0">
      <w:pPr>
        <w:pStyle w:val="Bullet1"/>
      </w:pPr>
      <w:r>
        <w:t>Intel Bluetooth OEM Tools.msi</w:t>
      </w:r>
    </w:p>
    <w:p w:rsidR="007221FF" w:rsidRPr="007221FF" w:rsidRDefault="007221FF" w:rsidP="007221FF">
      <w:pPr>
        <w:pStyle w:val="Heading3"/>
      </w:pPr>
      <w:bookmarkStart w:id="49" w:name="_Toc437587194"/>
      <w:r w:rsidRPr="007221FF">
        <w:t>Intel Bluetooth Library.msi</w:t>
      </w:r>
      <w:bookmarkEnd w:id="49"/>
      <w:r w:rsidRPr="007221FF">
        <w:t xml:space="preserve"> </w:t>
      </w:r>
    </w:p>
    <w:p w:rsidR="007221FF" w:rsidRPr="007221FF" w:rsidRDefault="007221FF" w:rsidP="007221FF">
      <w:pPr>
        <w:pStyle w:val="Body1"/>
      </w:pPr>
      <w:r w:rsidRPr="007221FF">
        <w:t>Installs the intel Bluetooth firmware update driver. This feature installs a standalone driver which provides Intel Bluetooth firmware update ability to 3</w:t>
      </w:r>
      <w:r w:rsidRPr="007221FF">
        <w:rPr>
          <w:vertAlign w:val="superscript"/>
        </w:rPr>
        <w:t>rd</w:t>
      </w:r>
      <w:r w:rsidRPr="007221FF">
        <w:t xml:space="preserve"> party Bluetooth stacks. Below is the command line usage. Most OEMs can ignore this</w:t>
      </w:r>
    </w:p>
    <w:p w:rsidR="007221FF" w:rsidRPr="007221FF" w:rsidRDefault="007221FF" w:rsidP="007221FF">
      <w:pPr>
        <w:pStyle w:val="Bullet1"/>
      </w:pPr>
      <w:r w:rsidRPr="007221FF">
        <w:t>To install the package</w:t>
      </w:r>
      <w:r>
        <w:t>:</w:t>
      </w:r>
    </w:p>
    <w:p w:rsidR="007221FF" w:rsidRPr="00137841" w:rsidRDefault="007221FF" w:rsidP="00137841">
      <w:pPr>
        <w:pStyle w:val="ListContinue"/>
        <w:rPr>
          <w:rStyle w:val="CodeChar"/>
        </w:rPr>
      </w:pPr>
      <w:proofErr w:type="spellStart"/>
      <w:r w:rsidRPr="00137841">
        <w:rPr>
          <w:rStyle w:val="CodeChar"/>
        </w:rPr>
        <w:t>msiexec</w:t>
      </w:r>
      <w:proofErr w:type="spellEnd"/>
      <w:r w:rsidRPr="00137841">
        <w:rPr>
          <w:rStyle w:val="CodeChar"/>
        </w:rPr>
        <w:t xml:space="preserve"> /i "Intel Bluetooth Library.msi" /</w:t>
      </w:r>
      <w:proofErr w:type="spellStart"/>
      <w:r w:rsidRPr="00137841">
        <w:rPr>
          <w:rStyle w:val="CodeChar"/>
        </w:rPr>
        <w:t>qn</w:t>
      </w:r>
      <w:proofErr w:type="spellEnd"/>
    </w:p>
    <w:p w:rsidR="007221FF" w:rsidRPr="007221FF" w:rsidRDefault="007221FF" w:rsidP="007221FF">
      <w:pPr>
        <w:pStyle w:val="Bullet1"/>
      </w:pPr>
      <w:r w:rsidRPr="007221FF">
        <w:t>To uninstall the existing installation</w:t>
      </w:r>
      <w:r w:rsidR="0083358A">
        <w:t xml:space="preserve"> (</w:t>
      </w:r>
      <w:r w:rsidR="0083358A" w:rsidRPr="007221FF">
        <w:t>this will uninstall all features</w:t>
      </w:r>
      <w:r w:rsidR="0083358A">
        <w:t>):</w:t>
      </w:r>
    </w:p>
    <w:p w:rsidR="007221FF" w:rsidRPr="00137841" w:rsidRDefault="007221FF" w:rsidP="00137841">
      <w:pPr>
        <w:pStyle w:val="ListContinue"/>
        <w:rPr>
          <w:rStyle w:val="CodeChar"/>
        </w:rPr>
      </w:pPr>
      <w:proofErr w:type="spellStart"/>
      <w:r w:rsidRPr="00137841">
        <w:rPr>
          <w:rStyle w:val="CodeChar"/>
        </w:rPr>
        <w:t>msiexec</w:t>
      </w:r>
      <w:proofErr w:type="spellEnd"/>
      <w:r w:rsidRPr="00137841">
        <w:rPr>
          <w:rStyle w:val="CodeChar"/>
        </w:rPr>
        <w:t xml:space="preserve"> /x "Intel Bluetooth Library.msi" /</w:t>
      </w:r>
      <w:proofErr w:type="spellStart"/>
      <w:r w:rsidRPr="00137841">
        <w:rPr>
          <w:rStyle w:val="CodeChar"/>
        </w:rPr>
        <w:t>qn</w:t>
      </w:r>
      <w:proofErr w:type="spellEnd"/>
    </w:p>
    <w:p w:rsidR="00DC4B10" w:rsidRDefault="00821554" w:rsidP="00DC4B10">
      <w:pPr>
        <w:pStyle w:val="Heading3"/>
      </w:pPr>
      <w:bookmarkStart w:id="50" w:name="_Toc437587195"/>
      <w:r w:rsidRPr="00DC4B10">
        <w:t>Intel Bluetooth Audio.msi</w:t>
      </w:r>
      <w:bookmarkEnd w:id="50"/>
      <w:r w:rsidRPr="007221FF">
        <w:t xml:space="preserve"> </w:t>
      </w:r>
    </w:p>
    <w:p w:rsidR="007221FF" w:rsidRPr="007221FF" w:rsidRDefault="00DC4B10" w:rsidP="007221FF">
      <w:pPr>
        <w:pStyle w:val="Body1"/>
      </w:pPr>
      <w:r w:rsidRPr="007221FF">
        <w:t xml:space="preserve">Installs </w:t>
      </w:r>
      <w:r w:rsidR="007221FF" w:rsidRPr="007221FF">
        <w:t>the intel Bluetooth audio drivers and audio server. This installer does not have any optional features and it by default installs both the drivers and the audio server (service). Below is the command line usage</w:t>
      </w:r>
    </w:p>
    <w:p w:rsidR="007221FF" w:rsidRPr="007221FF" w:rsidRDefault="007221FF" w:rsidP="007221FF">
      <w:pPr>
        <w:pStyle w:val="Body1"/>
      </w:pPr>
      <w:r w:rsidRPr="007221FF">
        <w:t>This installation is designed to be done after installing the main BT driver package</w:t>
      </w:r>
      <w:r w:rsidR="0083358A">
        <w:t>.</w:t>
      </w:r>
    </w:p>
    <w:p w:rsidR="007221FF" w:rsidRPr="007221FF" w:rsidRDefault="007221FF" w:rsidP="007221FF">
      <w:pPr>
        <w:pStyle w:val="Bullet1"/>
      </w:pPr>
      <w:r w:rsidRPr="007221FF">
        <w:t>To install the audio package</w:t>
      </w:r>
      <w:r w:rsidR="0083358A">
        <w:t>:</w:t>
      </w:r>
    </w:p>
    <w:p w:rsidR="007221FF" w:rsidRPr="00137841" w:rsidRDefault="007221FF" w:rsidP="00137841">
      <w:pPr>
        <w:pStyle w:val="ListContinue"/>
        <w:rPr>
          <w:rStyle w:val="CodeChar"/>
        </w:rPr>
      </w:pPr>
      <w:proofErr w:type="spellStart"/>
      <w:r w:rsidRPr="00137841">
        <w:rPr>
          <w:rStyle w:val="CodeChar"/>
        </w:rPr>
        <w:t>msiexec</w:t>
      </w:r>
      <w:proofErr w:type="spellEnd"/>
      <w:r w:rsidRPr="00137841">
        <w:rPr>
          <w:rStyle w:val="CodeChar"/>
        </w:rPr>
        <w:t xml:space="preserve"> /i "Intel Bluetooth Audio.msi" /</w:t>
      </w:r>
      <w:proofErr w:type="spellStart"/>
      <w:r w:rsidRPr="00137841">
        <w:rPr>
          <w:rStyle w:val="CodeChar"/>
        </w:rPr>
        <w:t>qn</w:t>
      </w:r>
      <w:proofErr w:type="spellEnd"/>
    </w:p>
    <w:p w:rsidR="007221FF" w:rsidRPr="007221FF" w:rsidRDefault="007221FF" w:rsidP="007221FF">
      <w:pPr>
        <w:pStyle w:val="Bullet1"/>
      </w:pPr>
      <w:r w:rsidRPr="007221FF">
        <w:t>To uninstall the existing installation</w:t>
      </w:r>
      <w:r w:rsidR="0083358A">
        <w:t xml:space="preserve"> (</w:t>
      </w:r>
      <w:r w:rsidRPr="007221FF">
        <w:t>this will uninstall all features</w:t>
      </w:r>
      <w:r w:rsidR="0083358A">
        <w:t>):</w:t>
      </w:r>
    </w:p>
    <w:p w:rsidR="007221FF" w:rsidRPr="00137841" w:rsidRDefault="007221FF" w:rsidP="00137841">
      <w:pPr>
        <w:pStyle w:val="ListContinue"/>
        <w:rPr>
          <w:rStyle w:val="CodeChar"/>
        </w:rPr>
      </w:pPr>
      <w:proofErr w:type="spellStart"/>
      <w:r w:rsidRPr="00137841">
        <w:rPr>
          <w:rStyle w:val="CodeChar"/>
        </w:rPr>
        <w:t>msiexec</w:t>
      </w:r>
      <w:proofErr w:type="spellEnd"/>
      <w:r w:rsidRPr="00137841">
        <w:rPr>
          <w:rStyle w:val="CodeChar"/>
        </w:rPr>
        <w:t xml:space="preserve"> /x "Intel Bluetooth Audio.msi" /</w:t>
      </w:r>
      <w:proofErr w:type="spellStart"/>
      <w:r w:rsidRPr="00137841">
        <w:rPr>
          <w:rStyle w:val="CodeChar"/>
        </w:rPr>
        <w:t>qn</w:t>
      </w:r>
      <w:proofErr w:type="spellEnd"/>
    </w:p>
    <w:p w:rsidR="00DC4B10" w:rsidRPr="00DC4B10" w:rsidRDefault="00DC4B10" w:rsidP="00DC4B10">
      <w:pPr>
        <w:pStyle w:val="Heading3"/>
      </w:pPr>
      <w:bookmarkStart w:id="51" w:name="_Toc437587196"/>
      <w:r w:rsidRPr="00DC4B10">
        <w:t>Intel Bluetooth OEM Tools.msi</w:t>
      </w:r>
      <w:bookmarkEnd w:id="51"/>
    </w:p>
    <w:p w:rsidR="00DC4B10" w:rsidRPr="00DC4B10" w:rsidRDefault="00DC4B10" w:rsidP="00DC4B10">
      <w:pPr>
        <w:pStyle w:val="Body1"/>
      </w:pPr>
      <w:r w:rsidRPr="00DC4B10">
        <w:t>Installs the intel Bluetooth OEM Tools.msi. These tools can be used for debugging and testing</w:t>
      </w:r>
    </w:p>
    <w:p w:rsidR="00DC4B10" w:rsidRPr="00DC4B10" w:rsidRDefault="00DC4B10" w:rsidP="00DC4B10">
      <w:pPr>
        <w:pStyle w:val="Bullet1"/>
      </w:pPr>
      <w:r w:rsidRPr="00DC4B10">
        <w:t>To install the package</w:t>
      </w:r>
    </w:p>
    <w:p w:rsidR="00DC4B10" w:rsidRPr="00137841" w:rsidRDefault="00DC4B10" w:rsidP="00137841">
      <w:pPr>
        <w:pStyle w:val="ListContinue"/>
        <w:rPr>
          <w:rStyle w:val="CodeChar"/>
        </w:rPr>
      </w:pPr>
      <w:proofErr w:type="spellStart"/>
      <w:r w:rsidRPr="00137841">
        <w:rPr>
          <w:rStyle w:val="CodeChar"/>
        </w:rPr>
        <w:t>msiexec</w:t>
      </w:r>
      <w:proofErr w:type="spellEnd"/>
      <w:r w:rsidRPr="00137841">
        <w:rPr>
          <w:rStyle w:val="CodeChar"/>
        </w:rPr>
        <w:t xml:space="preserve"> /i "Intel Bluetooth OEM Tools.msi" /</w:t>
      </w:r>
      <w:proofErr w:type="spellStart"/>
      <w:r w:rsidRPr="00137841">
        <w:rPr>
          <w:rStyle w:val="CodeChar"/>
        </w:rPr>
        <w:t>qn</w:t>
      </w:r>
      <w:proofErr w:type="spellEnd"/>
    </w:p>
    <w:p w:rsidR="00DC4B10" w:rsidRPr="00DC4B10" w:rsidRDefault="00DC4B10" w:rsidP="00DC4B10">
      <w:pPr>
        <w:pStyle w:val="Bullet1"/>
      </w:pPr>
      <w:r w:rsidRPr="00DC4B10">
        <w:t>To un-install the existing installation, this will un-install all features.</w:t>
      </w:r>
    </w:p>
    <w:p w:rsidR="00DC4B10" w:rsidRPr="00137841" w:rsidRDefault="00DC4B10" w:rsidP="00137841">
      <w:pPr>
        <w:pStyle w:val="ListContinue"/>
        <w:rPr>
          <w:rStyle w:val="CodeChar"/>
        </w:rPr>
      </w:pPr>
      <w:proofErr w:type="spellStart"/>
      <w:r w:rsidRPr="00137841">
        <w:rPr>
          <w:rStyle w:val="CodeChar"/>
        </w:rPr>
        <w:t>msiexec</w:t>
      </w:r>
      <w:proofErr w:type="spellEnd"/>
      <w:r w:rsidRPr="00137841">
        <w:rPr>
          <w:rStyle w:val="CodeChar"/>
        </w:rPr>
        <w:t xml:space="preserve"> /x "Intel Bluetooth OEM Tools.msi" /</w:t>
      </w:r>
      <w:proofErr w:type="spellStart"/>
      <w:r w:rsidRPr="00137841">
        <w:rPr>
          <w:rStyle w:val="CodeChar"/>
        </w:rPr>
        <w:t>qn</w:t>
      </w:r>
      <w:proofErr w:type="spellEnd"/>
    </w:p>
    <w:p w:rsidR="004F3307" w:rsidRDefault="000F0087" w:rsidP="000F0087">
      <w:pPr>
        <w:pStyle w:val="Heading2"/>
      </w:pPr>
      <w:bookmarkStart w:id="52" w:name="_Toc437587197"/>
      <w:r w:rsidRPr="000F0087">
        <w:t>Upgrading Driver Packages</w:t>
      </w:r>
      <w:bookmarkEnd w:id="52"/>
    </w:p>
    <w:p w:rsidR="000F0087" w:rsidRPr="000F0087" w:rsidRDefault="000F0087" w:rsidP="000F0087">
      <w:pPr>
        <w:pStyle w:val="Body1"/>
      </w:pPr>
      <w:r w:rsidRPr="000F0087">
        <w:t xml:space="preserve">The common procedure for updating BT drivers is to uninstall an older release and then install the newer release. However, in some cases an older release can be upgraded. </w:t>
      </w:r>
    </w:p>
    <w:p w:rsidR="000F0087" w:rsidRPr="000F0087" w:rsidRDefault="000F0087" w:rsidP="000F0087">
      <w:pPr>
        <w:pStyle w:val="Body1"/>
      </w:pPr>
      <w:r w:rsidRPr="000F0087">
        <w:t>For the upgrade procedure to work</w:t>
      </w:r>
      <w:r w:rsidR="007A513B">
        <w:t>,</w:t>
      </w:r>
      <w:r w:rsidRPr="000F0087">
        <w:t xml:space="preserve"> the driver </w:t>
      </w:r>
      <w:r w:rsidR="007A513B">
        <w:t>being</w:t>
      </w:r>
      <w:r w:rsidRPr="000F0087">
        <w:t xml:space="preserve"> upgrade</w:t>
      </w:r>
      <w:r w:rsidR="007A513B">
        <w:t>d</w:t>
      </w:r>
      <w:r w:rsidRPr="000F0087">
        <w:t xml:space="preserve"> must be a major driver version change. This is </w:t>
      </w:r>
      <w:r w:rsidR="007A513B">
        <w:t xml:space="preserve">a </w:t>
      </w:r>
      <w:r w:rsidRPr="000F0087">
        <w:t>Microsoft restriction. P</w:t>
      </w:r>
      <w:r w:rsidR="00692A75">
        <w:t>lease</w:t>
      </w:r>
      <w:r w:rsidRPr="000F0087">
        <w:t xml:space="preserve"> see </w:t>
      </w:r>
      <w:hyperlink r:id="rId33" w:history="1">
        <w:r w:rsidRPr="000F0087">
          <w:rPr>
            <w:rStyle w:val="Hyperlink"/>
          </w:rPr>
          <w:t>https://msdn.microsoft.com/en-us/library/aa370859%28v=vs.85%29.aspx?f=255&amp;MSPPError=-</w:t>
        </w:r>
      </w:hyperlink>
      <w:hyperlink r:id="rId34" w:history="1">
        <w:r w:rsidRPr="000F0087">
          <w:rPr>
            <w:rStyle w:val="Hyperlink"/>
          </w:rPr>
          <w:t>2147217396</w:t>
        </w:r>
      </w:hyperlink>
    </w:p>
    <w:p w:rsidR="000F0087" w:rsidRPr="000F0087" w:rsidRDefault="000F0087" w:rsidP="000F0087">
      <w:pPr>
        <w:pStyle w:val="Body1"/>
      </w:pPr>
      <w:r w:rsidRPr="000F0087">
        <w:t>A major driver package version change means that at least the 3</w:t>
      </w:r>
      <w:r w:rsidRPr="000F0087">
        <w:rPr>
          <w:vertAlign w:val="superscript"/>
        </w:rPr>
        <w:t>rd</w:t>
      </w:r>
      <w:r w:rsidRPr="000F0087">
        <w:t xml:space="preserve"> number must be different. Here is an example</w:t>
      </w:r>
    </w:p>
    <w:p w:rsidR="000F0087" w:rsidRPr="000F0087" w:rsidRDefault="000F0087" w:rsidP="007A513B">
      <w:pPr>
        <w:pStyle w:val="Bullet1"/>
      </w:pPr>
      <w:r w:rsidRPr="000F0087">
        <w:t xml:space="preserve">Driver </w:t>
      </w:r>
      <w:proofErr w:type="spellStart"/>
      <w:r w:rsidRPr="000F0087">
        <w:t>xx.x.xxxx.xxxx</w:t>
      </w:r>
      <w:proofErr w:type="spellEnd"/>
      <w:r w:rsidRPr="000F0087">
        <w:t xml:space="preserve"> to </w:t>
      </w:r>
      <w:proofErr w:type="spellStart"/>
      <w:r w:rsidR="007A513B">
        <w:t>xx.x.yyyy.xxxx</w:t>
      </w:r>
      <w:proofErr w:type="spellEnd"/>
      <w:r w:rsidR="007A513B">
        <w:t xml:space="preserve"> will upgrade</w:t>
      </w:r>
    </w:p>
    <w:p w:rsidR="000F0087" w:rsidRPr="000F0087" w:rsidRDefault="000F0087" w:rsidP="007A513B">
      <w:pPr>
        <w:pStyle w:val="Bullet1"/>
      </w:pPr>
      <w:r w:rsidRPr="000F0087">
        <w:t xml:space="preserve">Driver </w:t>
      </w:r>
      <w:proofErr w:type="spellStart"/>
      <w:r w:rsidRPr="000F0087">
        <w:t>xx.x.xxxx.xxxx</w:t>
      </w:r>
      <w:proofErr w:type="spellEnd"/>
      <w:r w:rsidRPr="000F0087">
        <w:t xml:space="preserve"> to </w:t>
      </w:r>
      <w:proofErr w:type="spellStart"/>
      <w:r w:rsidRPr="000F0087">
        <w:t>xx.x.xxxx.yyyy</w:t>
      </w:r>
      <w:proofErr w:type="spellEnd"/>
      <w:r w:rsidRPr="000F0087">
        <w:t xml:space="preserve"> will </w:t>
      </w:r>
      <w:r w:rsidRPr="007A513B">
        <w:rPr>
          <w:i/>
        </w:rPr>
        <w:t>not</w:t>
      </w:r>
      <w:r w:rsidRPr="000F0087">
        <w:t xml:space="preserve"> upgrade</w:t>
      </w:r>
    </w:p>
    <w:p w:rsidR="000F0087" w:rsidRPr="000F0087" w:rsidRDefault="000F0087" w:rsidP="000F0087">
      <w:pPr>
        <w:pStyle w:val="Body1"/>
      </w:pPr>
      <w:r w:rsidRPr="000F0087">
        <w:t>If the above major version requirement is met</w:t>
      </w:r>
      <w:r w:rsidR="007A513B">
        <w:t>,</w:t>
      </w:r>
      <w:r w:rsidRPr="000F0087">
        <w:t xml:space="preserve"> then to upgrade the normal method is used. </w:t>
      </w:r>
    </w:p>
    <w:p w:rsidR="000F0087" w:rsidRPr="000F0087" w:rsidRDefault="000F0087" w:rsidP="007A513B">
      <w:pPr>
        <w:pStyle w:val="Bullet1"/>
        <w:keepNext/>
        <w:keepLines/>
      </w:pPr>
      <w:r w:rsidRPr="000F0087">
        <w:t>If the installation was done using the below command line</w:t>
      </w:r>
    </w:p>
    <w:p w:rsidR="00B401E0" w:rsidRPr="00137841" w:rsidRDefault="00821554" w:rsidP="00137841">
      <w:pPr>
        <w:pStyle w:val="ListContinue"/>
        <w:rPr>
          <w:rStyle w:val="CodeChar"/>
        </w:rPr>
      </w:pPr>
      <w:proofErr w:type="spellStart"/>
      <w:r w:rsidRPr="00137841">
        <w:rPr>
          <w:rStyle w:val="CodeChar"/>
        </w:rPr>
        <w:t>msiexec</w:t>
      </w:r>
      <w:proofErr w:type="spellEnd"/>
      <w:r w:rsidRPr="00137841">
        <w:rPr>
          <w:rStyle w:val="CodeChar"/>
        </w:rPr>
        <w:t xml:space="preserve"> /i "Intel Bluetooth.msi" /</w:t>
      </w:r>
      <w:proofErr w:type="spellStart"/>
      <w:r w:rsidRPr="00137841">
        <w:rPr>
          <w:rStyle w:val="CodeChar"/>
        </w:rPr>
        <w:t>qn</w:t>
      </w:r>
      <w:proofErr w:type="spellEnd"/>
      <w:r w:rsidRPr="00137841">
        <w:rPr>
          <w:rStyle w:val="CodeChar"/>
        </w:rPr>
        <w:t xml:space="preserve"> ADDLOCAL=USB SUPPORTREMOTEWAKEUP=TRUE</w:t>
      </w:r>
    </w:p>
    <w:p w:rsidR="000F0087" w:rsidRPr="000F0087" w:rsidRDefault="000F0087" w:rsidP="007A513B">
      <w:pPr>
        <w:pStyle w:val="Bullet1"/>
        <w:keepNext/>
        <w:keepLines/>
      </w:pPr>
      <w:r w:rsidRPr="000F0087">
        <w:lastRenderedPageBreak/>
        <w:t>Run the below command to upgrade to a newer version</w:t>
      </w:r>
    </w:p>
    <w:p w:rsidR="00B401E0" w:rsidRPr="00137841" w:rsidRDefault="00821554" w:rsidP="00137841">
      <w:pPr>
        <w:pStyle w:val="ListContinue"/>
        <w:rPr>
          <w:rStyle w:val="CodeChar"/>
        </w:rPr>
      </w:pPr>
      <w:proofErr w:type="spellStart"/>
      <w:r w:rsidRPr="00137841">
        <w:rPr>
          <w:rStyle w:val="CodeChar"/>
        </w:rPr>
        <w:t>msiexec</w:t>
      </w:r>
      <w:proofErr w:type="spellEnd"/>
      <w:r w:rsidRPr="00137841">
        <w:rPr>
          <w:rStyle w:val="CodeChar"/>
        </w:rPr>
        <w:t xml:space="preserve"> /i "Intel Bluetooth.msi" /</w:t>
      </w:r>
      <w:proofErr w:type="spellStart"/>
      <w:r w:rsidRPr="00137841">
        <w:rPr>
          <w:rStyle w:val="CodeChar"/>
        </w:rPr>
        <w:t>qn</w:t>
      </w:r>
      <w:proofErr w:type="spellEnd"/>
      <w:r w:rsidRPr="00137841">
        <w:rPr>
          <w:rStyle w:val="CodeChar"/>
        </w:rPr>
        <w:t xml:space="preserve"> ADDLOCAL=USB SUPPORTREMOTEWAKEUP=TRUE</w:t>
      </w:r>
    </w:p>
    <w:p w:rsidR="000F0087" w:rsidRDefault="000F0087" w:rsidP="000F0087">
      <w:pPr>
        <w:pStyle w:val="Heading2"/>
      </w:pPr>
      <w:bookmarkStart w:id="53" w:name="_Toc437587198"/>
      <w:r w:rsidRPr="000F0087">
        <w:t>Repairing Driver Packages</w:t>
      </w:r>
      <w:bookmarkEnd w:id="53"/>
    </w:p>
    <w:p w:rsidR="000F0087" w:rsidRPr="000F0087" w:rsidRDefault="000F0087" w:rsidP="000F0087">
      <w:pPr>
        <w:pStyle w:val="Body1"/>
      </w:pPr>
      <w:r w:rsidRPr="000F0087">
        <w:t xml:space="preserve">Repairing a driver means that the driver is re-installed. </w:t>
      </w:r>
    </w:p>
    <w:p w:rsidR="000F0087" w:rsidRPr="000F0087" w:rsidRDefault="000F0087" w:rsidP="00692A75">
      <w:pPr>
        <w:pStyle w:val="Bullet1"/>
      </w:pPr>
      <w:r w:rsidRPr="000F0087">
        <w:t>To repair the existing package, pl</w:t>
      </w:r>
      <w:r w:rsidR="00692A75">
        <w:t>ease run the following command line:</w:t>
      </w:r>
    </w:p>
    <w:p w:rsidR="00B401E0" w:rsidRPr="00137841" w:rsidRDefault="00821554" w:rsidP="00137841">
      <w:pPr>
        <w:pStyle w:val="ListContinue"/>
        <w:rPr>
          <w:rStyle w:val="CodeChar"/>
        </w:rPr>
      </w:pPr>
      <w:proofErr w:type="spellStart"/>
      <w:r w:rsidRPr="00137841">
        <w:rPr>
          <w:rStyle w:val="CodeChar"/>
        </w:rPr>
        <w:t>msiexec</w:t>
      </w:r>
      <w:proofErr w:type="spellEnd"/>
      <w:r w:rsidRPr="00137841">
        <w:rPr>
          <w:rStyle w:val="CodeChar"/>
        </w:rPr>
        <w:t xml:space="preserve"> /</w:t>
      </w:r>
      <w:proofErr w:type="spellStart"/>
      <w:r w:rsidRPr="00137841">
        <w:rPr>
          <w:rStyle w:val="CodeChar"/>
        </w:rPr>
        <w:t>fpecms</w:t>
      </w:r>
      <w:proofErr w:type="spellEnd"/>
      <w:r w:rsidRPr="00137841">
        <w:rPr>
          <w:rStyle w:val="CodeChar"/>
        </w:rPr>
        <w:t xml:space="preserve"> &lt;</w:t>
      </w:r>
      <w:proofErr w:type="spellStart"/>
      <w:r w:rsidRPr="00137841">
        <w:rPr>
          <w:rStyle w:val="CodeChar"/>
        </w:rPr>
        <w:t>PackageName</w:t>
      </w:r>
      <w:proofErr w:type="spellEnd"/>
      <w:r w:rsidRPr="00137841">
        <w:rPr>
          <w:rStyle w:val="CodeChar"/>
        </w:rPr>
        <w:t xml:space="preserve">&gt; </w:t>
      </w:r>
    </w:p>
    <w:p w:rsidR="000F0087" w:rsidRPr="000F0087" w:rsidRDefault="000F0087" w:rsidP="00692A75">
      <w:pPr>
        <w:pStyle w:val="Bullet1"/>
      </w:pPr>
      <w:r w:rsidRPr="000F0087">
        <w:t>To repair regular driver package via command line, run</w:t>
      </w:r>
      <w:r w:rsidR="00692A75">
        <w:t>:</w:t>
      </w:r>
    </w:p>
    <w:p w:rsidR="00B401E0" w:rsidRPr="00137841" w:rsidRDefault="00821554" w:rsidP="00137841">
      <w:pPr>
        <w:pStyle w:val="ListContinue"/>
        <w:rPr>
          <w:rStyle w:val="CodeChar"/>
        </w:rPr>
      </w:pPr>
      <w:proofErr w:type="spellStart"/>
      <w:r w:rsidRPr="00137841">
        <w:rPr>
          <w:rStyle w:val="CodeChar"/>
        </w:rPr>
        <w:t>msiexec</w:t>
      </w:r>
      <w:proofErr w:type="spellEnd"/>
      <w:r w:rsidRPr="00137841">
        <w:rPr>
          <w:rStyle w:val="CodeChar"/>
        </w:rPr>
        <w:t xml:space="preserve"> /</w:t>
      </w:r>
      <w:proofErr w:type="spellStart"/>
      <w:r w:rsidRPr="00137841">
        <w:rPr>
          <w:rStyle w:val="CodeChar"/>
        </w:rPr>
        <w:t>fpecms</w:t>
      </w:r>
      <w:proofErr w:type="spellEnd"/>
      <w:r w:rsidRPr="00137841">
        <w:rPr>
          <w:rStyle w:val="CodeChar"/>
        </w:rPr>
        <w:t xml:space="preserve"> "Intel Bluetooth.msi</w:t>
      </w:r>
      <w:r w:rsidR="005051E2" w:rsidRPr="00137841">
        <w:rPr>
          <w:rStyle w:val="CodeChar"/>
        </w:rPr>
        <w:t>"</w:t>
      </w:r>
    </w:p>
    <w:p w:rsidR="000F0087" w:rsidRPr="000F0087" w:rsidRDefault="000F0087" w:rsidP="00692A75">
      <w:pPr>
        <w:pStyle w:val="Bullet1"/>
      </w:pPr>
      <w:r w:rsidRPr="000F0087">
        <w:t>To repair the Bluetooth Library.msi package via command line, run</w:t>
      </w:r>
      <w:r w:rsidR="00692A75">
        <w:t>:</w:t>
      </w:r>
    </w:p>
    <w:p w:rsidR="00B401E0" w:rsidRPr="00137841" w:rsidRDefault="00821554" w:rsidP="00137841">
      <w:pPr>
        <w:pStyle w:val="ListContinue"/>
        <w:rPr>
          <w:rStyle w:val="CodeChar"/>
        </w:rPr>
      </w:pPr>
      <w:proofErr w:type="spellStart"/>
      <w:r w:rsidRPr="00137841">
        <w:rPr>
          <w:rStyle w:val="CodeChar"/>
        </w:rPr>
        <w:t>msiexec</w:t>
      </w:r>
      <w:proofErr w:type="spellEnd"/>
      <w:r w:rsidRPr="00137841">
        <w:rPr>
          <w:rStyle w:val="CodeChar"/>
        </w:rPr>
        <w:t xml:space="preserve"> /</w:t>
      </w:r>
      <w:proofErr w:type="spellStart"/>
      <w:r w:rsidRPr="00137841">
        <w:rPr>
          <w:rStyle w:val="CodeChar"/>
        </w:rPr>
        <w:t>fpecms</w:t>
      </w:r>
      <w:proofErr w:type="spellEnd"/>
      <w:r w:rsidRPr="00137841">
        <w:rPr>
          <w:rStyle w:val="CodeChar"/>
        </w:rPr>
        <w:t xml:space="preserve"> "Intel Bluetooth Library.msi</w:t>
      </w:r>
      <w:r w:rsidR="005051E2" w:rsidRPr="00137841">
        <w:rPr>
          <w:rStyle w:val="CodeChar"/>
        </w:rPr>
        <w:t>"</w:t>
      </w:r>
    </w:p>
    <w:p w:rsidR="000F0087" w:rsidRPr="000F0087" w:rsidRDefault="000F0087" w:rsidP="00692A75">
      <w:pPr>
        <w:pStyle w:val="Bullet1"/>
      </w:pPr>
      <w:r w:rsidRPr="000F0087">
        <w:t>To repair the Bluetooth Audio package via command line, run</w:t>
      </w:r>
      <w:r w:rsidR="00692A75">
        <w:t>:</w:t>
      </w:r>
    </w:p>
    <w:p w:rsidR="00B401E0" w:rsidRPr="00137841" w:rsidRDefault="00821554" w:rsidP="00137841">
      <w:pPr>
        <w:pStyle w:val="ListContinue"/>
        <w:rPr>
          <w:rStyle w:val="CodeChar"/>
        </w:rPr>
      </w:pPr>
      <w:proofErr w:type="spellStart"/>
      <w:r w:rsidRPr="00137841">
        <w:rPr>
          <w:rStyle w:val="CodeChar"/>
        </w:rPr>
        <w:t>msiexec</w:t>
      </w:r>
      <w:proofErr w:type="spellEnd"/>
      <w:r w:rsidRPr="00137841">
        <w:rPr>
          <w:rStyle w:val="CodeChar"/>
        </w:rPr>
        <w:t xml:space="preserve"> /</w:t>
      </w:r>
      <w:proofErr w:type="spellStart"/>
      <w:r w:rsidRPr="00137841">
        <w:rPr>
          <w:rStyle w:val="CodeChar"/>
        </w:rPr>
        <w:t>fpecms</w:t>
      </w:r>
      <w:proofErr w:type="spellEnd"/>
      <w:r w:rsidRPr="00137841">
        <w:rPr>
          <w:rStyle w:val="CodeChar"/>
        </w:rPr>
        <w:t xml:space="preserve"> "Intel Bluetooth Audio.msi</w:t>
      </w:r>
      <w:r w:rsidR="005051E2" w:rsidRPr="00137841">
        <w:rPr>
          <w:rStyle w:val="CodeChar"/>
        </w:rPr>
        <w:t>"</w:t>
      </w:r>
    </w:p>
    <w:bookmarkEnd w:id="32"/>
    <w:bookmarkEnd w:id="33"/>
    <w:bookmarkEnd w:id="34"/>
    <w:bookmarkEnd w:id="35"/>
    <w:bookmarkEnd w:id="36"/>
    <w:bookmarkEnd w:id="37"/>
    <w:bookmarkEnd w:id="38"/>
    <w:bookmarkEnd w:id="39"/>
    <w:bookmarkEnd w:id="40"/>
    <w:bookmarkEnd w:id="41"/>
    <w:bookmarkEnd w:id="42"/>
    <w:p w:rsidR="009B5047" w:rsidRPr="005357FB" w:rsidRDefault="009B5047" w:rsidP="00725ABF">
      <w:pPr>
        <w:pStyle w:val="Scilicet"/>
      </w:pPr>
    </w:p>
    <w:p w:rsidR="00F26DB8" w:rsidRDefault="000F0087" w:rsidP="001E57A6">
      <w:pPr>
        <w:pStyle w:val="Heading1"/>
        <w:rPr>
          <w:bCs/>
        </w:rPr>
      </w:pPr>
      <w:bookmarkStart w:id="54" w:name="_Toc437587199"/>
      <w:bookmarkStart w:id="55" w:name="_Toc347817469"/>
      <w:r>
        <w:lastRenderedPageBreak/>
        <w:t xml:space="preserve">Appendix A: </w:t>
      </w:r>
      <w:r w:rsidRPr="000F0087">
        <w:rPr>
          <w:bCs/>
        </w:rPr>
        <w:t>Setup.exe Return codes</w:t>
      </w:r>
      <w:bookmarkEnd w:id="54"/>
    </w:p>
    <w:p w:rsidR="000F0087" w:rsidRDefault="000F0087" w:rsidP="000F0087">
      <w:pPr>
        <w:pStyle w:val="Caption"/>
      </w:pPr>
      <w:bookmarkStart w:id="56" w:name="_Toc437587203"/>
      <w:r>
        <w:t xml:space="preserve">Table </w:t>
      </w:r>
      <w:r w:rsidR="00584013">
        <w:fldChar w:fldCharType="begin"/>
      </w:r>
      <w:r w:rsidR="00584013">
        <w:instrText xml:space="preserve"> STYLEREF 1 \s </w:instrText>
      </w:r>
      <w:r w:rsidR="00584013">
        <w:fldChar w:fldCharType="separate"/>
      </w:r>
      <w:r w:rsidR="0028012D">
        <w:rPr>
          <w:noProof/>
        </w:rPr>
        <w:t>3</w:t>
      </w:r>
      <w:r w:rsidR="00584013">
        <w:rPr>
          <w:noProof/>
        </w:rPr>
        <w:fldChar w:fldCharType="end"/>
      </w:r>
      <w:r>
        <w:noBreakHyphen/>
      </w:r>
      <w:r w:rsidR="00584013">
        <w:fldChar w:fldCharType="begin"/>
      </w:r>
      <w:r w:rsidR="00584013">
        <w:instrText xml:space="preserve"> SEQ Table \* ARABIC </w:instrText>
      </w:r>
      <w:r w:rsidR="00584013">
        <w:instrText xml:space="preserve">\s 1 </w:instrText>
      </w:r>
      <w:r w:rsidR="00584013">
        <w:fldChar w:fldCharType="separate"/>
      </w:r>
      <w:r w:rsidR="0028012D">
        <w:rPr>
          <w:noProof/>
        </w:rPr>
        <w:t>1</w:t>
      </w:r>
      <w:r w:rsidR="00584013">
        <w:rPr>
          <w:noProof/>
        </w:rPr>
        <w:fldChar w:fldCharType="end"/>
      </w:r>
      <w:r>
        <w:tab/>
        <w:t>Setup.exe return codes</w:t>
      </w:r>
      <w:bookmarkEnd w:id="56"/>
    </w:p>
    <w:tbl>
      <w:tblPr>
        <w:tblStyle w:val="TableGrid"/>
        <w:tblW w:w="5000" w:type="pct"/>
        <w:tblLook w:val="0620" w:firstRow="1" w:lastRow="0" w:firstColumn="0" w:lastColumn="0" w:noHBand="1" w:noVBand="1"/>
      </w:tblPr>
      <w:tblGrid>
        <w:gridCol w:w="1705"/>
        <w:gridCol w:w="7645"/>
      </w:tblGrid>
      <w:tr w:rsidR="000F0087" w:rsidRPr="000F0087" w:rsidTr="00DC608D">
        <w:trPr>
          <w:cantSplit/>
          <w:tblHeader/>
        </w:trPr>
        <w:tc>
          <w:tcPr>
            <w:tcW w:w="1705" w:type="dxa"/>
          </w:tcPr>
          <w:p w:rsidR="000F0087" w:rsidRPr="000F0087" w:rsidRDefault="000F0087" w:rsidP="000F0087">
            <w:pPr>
              <w:pStyle w:val="CellHeadingCenter"/>
            </w:pPr>
            <w:r w:rsidRPr="000F0087">
              <w:t>Value</w:t>
            </w:r>
          </w:p>
        </w:tc>
        <w:tc>
          <w:tcPr>
            <w:tcW w:w="7645" w:type="dxa"/>
          </w:tcPr>
          <w:p w:rsidR="000F0087" w:rsidRPr="000F0087" w:rsidRDefault="000F0087" w:rsidP="000F0087">
            <w:pPr>
              <w:pStyle w:val="CellHeadingCenter"/>
            </w:pPr>
            <w:r w:rsidRPr="000F0087">
              <w:t>Description</w:t>
            </w:r>
          </w:p>
        </w:tc>
      </w:tr>
      <w:tr w:rsidR="000F0087" w:rsidRPr="000F0087" w:rsidTr="00DC608D">
        <w:tc>
          <w:tcPr>
            <w:tcW w:w="1705" w:type="dxa"/>
          </w:tcPr>
          <w:p w:rsidR="000F0087" w:rsidRPr="000F0087" w:rsidRDefault="000F0087" w:rsidP="000F0087">
            <w:pPr>
              <w:pStyle w:val="CellBodyLeft"/>
            </w:pPr>
            <w:r w:rsidRPr="000F0087">
              <w:rPr>
                <w:sz w:val="18"/>
              </w:rPr>
              <w:t>0</w:t>
            </w:r>
          </w:p>
        </w:tc>
        <w:tc>
          <w:tcPr>
            <w:tcW w:w="7645" w:type="dxa"/>
          </w:tcPr>
          <w:p w:rsidR="000F0087" w:rsidRPr="000F0087" w:rsidRDefault="000F0087" w:rsidP="000F0087">
            <w:pPr>
              <w:pStyle w:val="CellBodyLeft"/>
            </w:pPr>
            <w:r w:rsidRPr="000F0087">
              <w:t>Installation is successful</w:t>
            </w:r>
          </w:p>
        </w:tc>
      </w:tr>
      <w:tr w:rsidR="000F0087" w:rsidRPr="000F0087" w:rsidTr="00DC608D">
        <w:tc>
          <w:tcPr>
            <w:tcW w:w="1705" w:type="dxa"/>
          </w:tcPr>
          <w:p w:rsidR="000F0087" w:rsidRPr="000F0087" w:rsidRDefault="000F0087" w:rsidP="000F0087">
            <w:pPr>
              <w:pStyle w:val="CellBodyLeft"/>
            </w:pPr>
            <w:r w:rsidRPr="000F0087">
              <w:t>0x65 (101)</w:t>
            </w:r>
          </w:p>
        </w:tc>
        <w:tc>
          <w:tcPr>
            <w:tcW w:w="7645" w:type="dxa"/>
          </w:tcPr>
          <w:p w:rsidR="000F0087" w:rsidRPr="000F0087" w:rsidRDefault="000F0087" w:rsidP="000F0087">
            <w:pPr>
              <w:pStyle w:val="CellBodyLeft"/>
            </w:pPr>
            <w:r w:rsidRPr="000F0087">
              <w:t>Error: Newer product found already installed. This message indicates there is alread a greater version installed on the system.</w:t>
            </w:r>
          </w:p>
        </w:tc>
      </w:tr>
      <w:tr w:rsidR="000F0087" w:rsidRPr="000F0087" w:rsidTr="00DC608D">
        <w:tc>
          <w:tcPr>
            <w:tcW w:w="1705" w:type="dxa"/>
          </w:tcPr>
          <w:p w:rsidR="000F0087" w:rsidRPr="000F0087" w:rsidRDefault="000F0087" w:rsidP="000F0087">
            <w:pPr>
              <w:pStyle w:val="CellBodyLeft"/>
            </w:pPr>
            <w:r w:rsidRPr="000F0087">
              <w:t>0x66 (102)</w:t>
            </w:r>
          </w:p>
        </w:tc>
        <w:tc>
          <w:tcPr>
            <w:tcW w:w="7645" w:type="dxa"/>
          </w:tcPr>
          <w:p w:rsidR="000F0087" w:rsidRPr="000F0087" w:rsidRDefault="000F0087" w:rsidP="000F0087">
            <w:pPr>
              <w:pStyle w:val="CellBodyLeft"/>
            </w:pPr>
            <w:r w:rsidRPr="000F0087">
              <w:t>Error: Unsupported product upgrade found. This message indicates there is a version on the system that is not supported to be upgraded from.</w:t>
            </w:r>
          </w:p>
        </w:tc>
      </w:tr>
      <w:tr w:rsidR="000F0087" w:rsidRPr="000F0087" w:rsidTr="00DC608D">
        <w:tc>
          <w:tcPr>
            <w:tcW w:w="1705" w:type="dxa"/>
          </w:tcPr>
          <w:p w:rsidR="000F0087" w:rsidRPr="000F0087" w:rsidRDefault="000F0087" w:rsidP="000F0087">
            <w:pPr>
              <w:pStyle w:val="CellBodyLeft"/>
            </w:pPr>
            <w:r w:rsidRPr="000F0087">
              <w:t>0x67 (103)</w:t>
            </w:r>
          </w:p>
        </w:tc>
        <w:tc>
          <w:tcPr>
            <w:tcW w:w="7645" w:type="dxa"/>
          </w:tcPr>
          <w:p w:rsidR="000F0087" w:rsidRPr="000F0087" w:rsidRDefault="000F0087" w:rsidP="000F0087">
            <w:pPr>
              <w:pStyle w:val="CellBodyLeft"/>
            </w:pPr>
            <w:r w:rsidRPr="000F0087">
              <w:t>Error: Unsupported Operating System.</w:t>
            </w:r>
          </w:p>
        </w:tc>
      </w:tr>
      <w:tr w:rsidR="000F0087" w:rsidRPr="000F0087" w:rsidTr="00DC608D">
        <w:tc>
          <w:tcPr>
            <w:tcW w:w="1705" w:type="dxa"/>
          </w:tcPr>
          <w:p w:rsidR="000F0087" w:rsidRPr="000F0087" w:rsidRDefault="000F0087" w:rsidP="000F0087">
            <w:pPr>
              <w:pStyle w:val="CellBodyLeft"/>
            </w:pPr>
            <w:r w:rsidRPr="000F0087">
              <w:t>0x69 (105)</w:t>
            </w:r>
          </w:p>
        </w:tc>
        <w:tc>
          <w:tcPr>
            <w:tcW w:w="7645" w:type="dxa"/>
          </w:tcPr>
          <w:p w:rsidR="000F0087" w:rsidRPr="000F0087" w:rsidRDefault="000F0087" w:rsidP="000F0087">
            <w:pPr>
              <w:pStyle w:val="CellBodyLeft"/>
            </w:pPr>
            <w:r w:rsidRPr="000F0087">
              <w:t>Error: Low battery level. This message indicates the system was running on battery power and it is not at least at the minimum level (indicated in the setup.xml) to safely proceed with the installation.</w:t>
            </w:r>
          </w:p>
        </w:tc>
      </w:tr>
      <w:tr w:rsidR="000F0087" w:rsidRPr="000F0087" w:rsidTr="00DC608D">
        <w:tc>
          <w:tcPr>
            <w:tcW w:w="1705" w:type="dxa"/>
          </w:tcPr>
          <w:p w:rsidR="000F0087" w:rsidRPr="000F0087" w:rsidRDefault="000F0087" w:rsidP="000F0087">
            <w:pPr>
              <w:pStyle w:val="CellBodyLeft"/>
            </w:pPr>
            <w:r w:rsidRPr="000F0087">
              <w:t>0x15E</w:t>
            </w:r>
          </w:p>
        </w:tc>
        <w:tc>
          <w:tcPr>
            <w:tcW w:w="7645" w:type="dxa"/>
          </w:tcPr>
          <w:p w:rsidR="000F0087" w:rsidRPr="000F0087" w:rsidRDefault="000F0087" w:rsidP="000F0087">
            <w:pPr>
              <w:pStyle w:val="CellBodyLeft"/>
            </w:pPr>
            <w:r w:rsidRPr="000F0087">
              <w:t>Error: System has pending reboot. This message indicates the system needs a reboot before installing this package.</w:t>
            </w:r>
          </w:p>
        </w:tc>
      </w:tr>
      <w:tr w:rsidR="000F0087" w:rsidRPr="000F0087" w:rsidTr="00DC608D">
        <w:tc>
          <w:tcPr>
            <w:tcW w:w="1705" w:type="dxa"/>
          </w:tcPr>
          <w:p w:rsidR="000F0087" w:rsidRPr="000F0087" w:rsidRDefault="000F0087" w:rsidP="000F0087">
            <w:pPr>
              <w:pStyle w:val="CellBodyLeft"/>
            </w:pPr>
            <w:r w:rsidRPr="000F0087">
              <w:t>0x661 (1633)</w:t>
            </w:r>
          </w:p>
        </w:tc>
        <w:tc>
          <w:tcPr>
            <w:tcW w:w="7645" w:type="dxa"/>
          </w:tcPr>
          <w:p w:rsidR="000F0087" w:rsidRPr="000F0087" w:rsidRDefault="000F0087" w:rsidP="000F0087">
            <w:pPr>
              <w:pStyle w:val="CellBodyLeft"/>
            </w:pPr>
            <w:r w:rsidRPr="000F0087">
              <w:t>Error: Bitness mismatch. This message indicates that the 32-bit install package is being run on a 64-bit system or the 64-bit install package is being run on a 32-bit system.</w:t>
            </w:r>
          </w:p>
        </w:tc>
      </w:tr>
      <w:tr w:rsidR="000F0087" w:rsidRPr="000F0087" w:rsidTr="00DC608D">
        <w:tc>
          <w:tcPr>
            <w:tcW w:w="1705" w:type="dxa"/>
          </w:tcPr>
          <w:p w:rsidR="000F0087" w:rsidRPr="000F0087" w:rsidRDefault="000F0087" w:rsidP="000F0087">
            <w:pPr>
              <w:pStyle w:val="CellBodyLeft"/>
            </w:pPr>
            <w:r w:rsidRPr="000F0087">
              <w:t>0xbc2 (3010)</w:t>
            </w:r>
          </w:p>
        </w:tc>
        <w:tc>
          <w:tcPr>
            <w:tcW w:w="7645" w:type="dxa"/>
          </w:tcPr>
          <w:p w:rsidR="000F0087" w:rsidRPr="000F0087" w:rsidRDefault="000F0087" w:rsidP="000F0087">
            <w:pPr>
              <w:pStyle w:val="CellBodyLeft"/>
            </w:pPr>
            <w:r w:rsidRPr="000F0087">
              <w:t>A restart is required to complete the install. This message indicates success. This does not include installs where the ForceReboot action is run.</w:t>
            </w:r>
          </w:p>
        </w:tc>
      </w:tr>
      <w:bookmarkEnd w:id="55"/>
    </w:tbl>
    <w:p w:rsidR="000D1D47" w:rsidRDefault="000D1D47" w:rsidP="00A32E92">
      <w:pPr>
        <w:pStyle w:val="Scilicet"/>
      </w:pPr>
    </w:p>
    <w:p w:rsidR="00A32E92" w:rsidRDefault="00A32E92" w:rsidP="00A32E92">
      <w:pPr>
        <w:pStyle w:val="Heading1"/>
        <w:rPr>
          <w:bCs/>
        </w:rPr>
      </w:pPr>
      <w:bookmarkStart w:id="57" w:name="_Toc437587200"/>
      <w:r>
        <w:lastRenderedPageBreak/>
        <w:t xml:space="preserve">Appendix B: </w:t>
      </w:r>
      <w:r w:rsidRPr="00A32E92">
        <w:rPr>
          <w:bCs/>
        </w:rPr>
        <w:t>MsiExe.exe Return Codes</w:t>
      </w:r>
      <w:bookmarkEnd w:id="57"/>
    </w:p>
    <w:p w:rsidR="00A32E92" w:rsidRDefault="00A32E92" w:rsidP="00A32E92">
      <w:pPr>
        <w:pStyle w:val="Body1"/>
        <w:rPr>
          <w:rStyle w:val="Hyperlink"/>
          <w:lang w:eastAsia="en-US"/>
        </w:rPr>
      </w:pPr>
      <w:r w:rsidRPr="00A32E92">
        <w:rPr>
          <w:lang w:eastAsia="en-US"/>
        </w:rPr>
        <w:t>Please refer to the MSFT link below</w:t>
      </w:r>
      <w:r>
        <w:rPr>
          <w:lang w:eastAsia="en-US"/>
        </w:rPr>
        <w:t xml:space="preserve">: </w:t>
      </w:r>
      <w:hyperlink r:id="rId35" w:history="1">
        <w:r w:rsidRPr="00A32E92">
          <w:rPr>
            <w:rStyle w:val="Hyperlink"/>
            <w:lang w:eastAsia="en-US"/>
          </w:rPr>
          <w:t>https://msdn.microsoft.com/en-us/library/aa376931(v=vs.85).</w:t>
        </w:r>
      </w:hyperlink>
      <w:hyperlink r:id="rId36" w:history="1">
        <w:proofErr w:type="gramStart"/>
        <w:r w:rsidRPr="00A32E92">
          <w:rPr>
            <w:rStyle w:val="Hyperlink"/>
            <w:lang w:eastAsia="en-US"/>
          </w:rPr>
          <w:t>aspx</w:t>
        </w:r>
        <w:proofErr w:type="gramEnd"/>
      </w:hyperlink>
    </w:p>
    <w:p w:rsidR="00630938" w:rsidRDefault="00630938" w:rsidP="00A32E92">
      <w:pPr>
        <w:pStyle w:val="Body1"/>
        <w:rPr>
          <w:rStyle w:val="Hyperlink"/>
          <w:lang w:eastAsia="en-US"/>
        </w:rPr>
      </w:pPr>
    </w:p>
    <w:p w:rsidR="00630938" w:rsidRDefault="00630938" w:rsidP="00630938">
      <w:pPr>
        <w:pStyle w:val="Heading1"/>
        <w:rPr>
          <w:bCs/>
        </w:rPr>
      </w:pPr>
      <w:r>
        <w:lastRenderedPageBreak/>
        <w:t xml:space="preserve">Appendix C: </w:t>
      </w:r>
      <w:r>
        <w:rPr>
          <w:bCs/>
        </w:rPr>
        <w:t>Testing Remote Wake</w:t>
      </w:r>
    </w:p>
    <w:p w:rsidR="00C71390" w:rsidRDefault="00C71390" w:rsidP="00542203">
      <w:pPr>
        <w:pStyle w:val="Heading1"/>
        <w:numPr>
          <w:ilvl w:val="0"/>
          <w:numId w:val="0"/>
        </w:numPr>
        <w:ind w:left="1440" w:hanging="1440"/>
      </w:pPr>
      <w:r>
        <w:lastRenderedPageBreak/>
        <w:t>Bluetooth Remote Wake Up (</w:t>
      </w:r>
      <w:proofErr w:type="spellStart"/>
      <w:r>
        <w:t>WoB</w:t>
      </w:r>
      <w:proofErr w:type="spellEnd"/>
      <w:r>
        <w:t>)</w:t>
      </w:r>
    </w:p>
    <w:p w:rsidR="00542203" w:rsidRDefault="00C71390" w:rsidP="00542203">
      <w:pPr>
        <w:pStyle w:val="NormalWeb"/>
      </w:pPr>
      <w:r>
        <w:t xml:space="preserve">Wake on Bluetooth is used to remotely wake up a device using a Bluetooth keyboard or mouse. For this to work two things are required.  For such a wake to be successful, the Bluetooth module must be self-powered and must have enough power to wake the computer. Even if Windows enables wake from the </w:t>
      </w:r>
      <w:proofErr w:type="spellStart"/>
      <w:r>
        <w:t>Sx</w:t>
      </w:r>
      <w:proofErr w:type="spellEnd"/>
      <w:r>
        <w:t xml:space="preserve"> system power state, the computer will not wake if the Bluetooth module has no power when the computer is in </w:t>
      </w:r>
      <w:proofErr w:type="spellStart"/>
      <w:r>
        <w:t>Sx</w:t>
      </w:r>
      <w:proofErr w:type="spellEnd"/>
      <w:r>
        <w:t xml:space="preserve">. The second thing is that </w:t>
      </w:r>
      <w:proofErr w:type="spellStart"/>
      <w:r>
        <w:t>WoB</w:t>
      </w:r>
      <w:proofErr w:type="spellEnd"/>
      <w:r>
        <w:t xml:space="preserve"> should be enabled.</w:t>
      </w:r>
    </w:p>
    <w:p w:rsidR="00C71390" w:rsidRPr="003C628F" w:rsidRDefault="00C71390" w:rsidP="00542203">
      <w:pPr>
        <w:pStyle w:val="NormalWeb"/>
        <w:rPr>
          <w:rFonts w:ascii="Verdana" w:hAnsi="Verdana"/>
          <w:b/>
          <w:color w:val="0070C0"/>
          <w:sz w:val="20"/>
          <w:szCs w:val="20"/>
        </w:rPr>
      </w:pPr>
      <w:r w:rsidRPr="003C628F">
        <w:rPr>
          <w:rFonts w:ascii="Verdana" w:eastAsia="Times New Roman" w:hAnsi="Verdana"/>
          <w:b/>
          <w:color w:val="0070C0"/>
          <w:sz w:val="20"/>
          <w:szCs w:val="20"/>
        </w:rPr>
        <w:t>Enable when installing the Bluetooth driver:</w:t>
      </w:r>
    </w:p>
    <w:p w:rsidR="00C71390" w:rsidRDefault="00C71390" w:rsidP="00C71390">
      <w:pPr>
        <w:numPr>
          <w:ilvl w:val="0"/>
          <w:numId w:val="41"/>
        </w:numPr>
        <w:spacing w:before="100" w:beforeAutospacing="1" w:after="100" w:afterAutospacing="1"/>
      </w:pPr>
      <w:r>
        <w:t>Open the directory where the Bluetooth installer is located</w:t>
      </w:r>
    </w:p>
    <w:p w:rsidR="00C71390" w:rsidRDefault="00C71390" w:rsidP="00C71390">
      <w:pPr>
        <w:numPr>
          <w:ilvl w:val="0"/>
          <w:numId w:val="41"/>
        </w:numPr>
        <w:spacing w:before="100" w:beforeAutospacing="1" w:after="100" w:afterAutospacing="1"/>
      </w:pPr>
      <w:r>
        <w:t>Open a command prompt window on that directory</w:t>
      </w:r>
    </w:p>
    <w:p w:rsidR="00C71390" w:rsidRDefault="00C71390" w:rsidP="00C71390">
      <w:pPr>
        <w:numPr>
          <w:ilvl w:val="0"/>
          <w:numId w:val="41"/>
        </w:numPr>
        <w:spacing w:before="100" w:beforeAutospacing="1" w:after="100" w:afterAutospacing="1"/>
      </w:pPr>
      <w:r>
        <w:t xml:space="preserve">Trigger the installer from the command prompt by typing the name of the installer followed by the flags SUPPORTREMOTEWAKEUP=TRUE  </w:t>
      </w:r>
    </w:p>
    <w:p w:rsidR="00C71390" w:rsidRDefault="00C71390" w:rsidP="00C71390">
      <w:pPr>
        <w:numPr>
          <w:ilvl w:val="1"/>
          <w:numId w:val="41"/>
        </w:numPr>
        <w:spacing w:before="100" w:beforeAutospacing="1" w:after="100" w:afterAutospacing="1"/>
      </w:pPr>
      <w:r>
        <w:t>Ex: Intel Bluetooth.msi  SUPPORTREMOTEWAKEUP=TRUE </w:t>
      </w:r>
    </w:p>
    <w:p w:rsidR="00C71390" w:rsidRDefault="00C71390" w:rsidP="00C71390">
      <w:pPr>
        <w:numPr>
          <w:ilvl w:val="0"/>
          <w:numId w:val="41"/>
        </w:numPr>
        <w:spacing w:before="100" w:beforeAutospacing="1" w:after="100" w:afterAutospacing="1"/>
      </w:pPr>
      <w:r>
        <w:t>Go through the installer as you typically do</w:t>
      </w:r>
    </w:p>
    <w:p w:rsidR="00C71390" w:rsidRDefault="00C71390" w:rsidP="00C71390">
      <w:pPr>
        <w:numPr>
          <w:ilvl w:val="0"/>
          <w:numId w:val="41"/>
        </w:numPr>
        <w:spacing w:before="100" w:beforeAutospacing="1" w:after="100" w:afterAutospacing="1"/>
      </w:pPr>
      <w:r>
        <w:t>After installation complete, open device manager</w:t>
      </w:r>
    </w:p>
    <w:p w:rsidR="00C71390" w:rsidRDefault="00C71390" w:rsidP="00C71390">
      <w:pPr>
        <w:numPr>
          <w:ilvl w:val="0"/>
          <w:numId w:val="41"/>
        </w:numPr>
        <w:spacing w:before="100" w:beforeAutospacing="1" w:after="100" w:afterAutospacing="1"/>
      </w:pPr>
      <w:r>
        <w:t>Expand the Bluetooth Radios</w:t>
      </w:r>
    </w:p>
    <w:p w:rsidR="00C71390" w:rsidRDefault="00C71390" w:rsidP="00C71390">
      <w:pPr>
        <w:numPr>
          <w:ilvl w:val="0"/>
          <w:numId w:val="41"/>
        </w:numPr>
        <w:spacing w:before="100" w:beforeAutospacing="1" w:after="100" w:afterAutospacing="1"/>
      </w:pPr>
      <w:r>
        <w:t>Right click on the Intel(R) Wireless Bluetooth(R) driver and select properties</w:t>
      </w:r>
    </w:p>
    <w:p w:rsidR="00C71390" w:rsidRDefault="00C71390" w:rsidP="00C71390">
      <w:pPr>
        <w:numPr>
          <w:ilvl w:val="0"/>
          <w:numId w:val="41"/>
        </w:numPr>
        <w:spacing w:before="100" w:beforeAutospacing="1" w:after="100" w:afterAutospacing="1"/>
      </w:pPr>
      <w:r>
        <w:t>C</w:t>
      </w:r>
      <w:r>
        <w:t>lick on the power management tab</w:t>
      </w:r>
    </w:p>
    <w:p w:rsidR="00C71390" w:rsidRDefault="00C71390" w:rsidP="00C71390">
      <w:pPr>
        <w:numPr>
          <w:ilvl w:val="0"/>
          <w:numId w:val="41"/>
        </w:numPr>
        <w:spacing w:before="100" w:beforeAutospacing="1" w:after="100" w:afterAutospacing="1"/>
      </w:pPr>
      <w:r>
        <w:t xml:space="preserve">Check the "Allow this device to wake the computer" check box </w:t>
      </w:r>
    </w:p>
    <w:p w:rsidR="00C71390" w:rsidRDefault="00C71390" w:rsidP="00C71390">
      <w:pPr>
        <w:numPr>
          <w:ilvl w:val="1"/>
          <w:numId w:val="41"/>
        </w:numPr>
        <w:spacing w:before="100" w:beforeAutospacing="1" w:after="100" w:afterAutospacing="1"/>
      </w:pPr>
      <w:r>
        <w:t>Note: if option is grayed out (not enabled) then you did something wrong when installing the driver</w:t>
      </w:r>
    </w:p>
    <w:p w:rsidR="00C71390" w:rsidRPr="003C628F" w:rsidRDefault="00C71390" w:rsidP="00542203">
      <w:pPr>
        <w:pStyle w:val="Heading5"/>
        <w:numPr>
          <w:ilvl w:val="0"/>
          <w:numId w:val="0"/>
        </w:numPr>
        <w:rPr>
          <w:color w:val="0070C0"/>
        </w:rPr>
      </w:pPr>
      <w:r w:rsidRPr="003C628F">
        <w:rPr>
          <w:color w:val="0070C0"/>
        </w:rPr>
        <w:t>Enable by modifying the registry:</w:t>
      </w:r>
    </w:p>
    <w:p w:rsidR="00C71390" w:rsidRDefault="00C71390" w:rsidP="00C71390">
      <w:pPr>
        <w:numPr>
          <w:ilvl w:val="0"/>
          <w:numId w:val="42"/>
        </w:numPr>
        <w:spacing w:before="100" w:beforeAutospacing="1" w:after="100" w:afterAutospacing="1"/>
      </w:pPr>
      <w:r>
        <w:t xml:space="preserve">Open the registry editor by opening the run window and typing </w:t>
      </w:r>
      <w:proofErr w:type="spellStart"/>
      <w:r>
        <w:t>regedit</w:t>
      </w:r>
      <w:proofErr w:type="spellEnd"/>
      <w:r>
        <w:t xml:space="preserve"> then pressing enter</w:t>
      </w:r>
    </w:p>
    <w:p w:rsidR="00C71390" w:rsidRDefault="00C71390" w:rsidP="00C71390">
      <w:pPr>
        <w:numPr>
          <w:ilvl w:val="0"/>
          <w:numId w:val="42"/>
        </w:numPr>
        <w:spacing w:before="100" w:beforeAutospacing="1" w:after="100" w:afterAutospacing="1"/>
      </w:pPr>
      <w:r>
        <w:t>Make sure the following Keys are present and have the following values, if not there they need to be added:</w:t>
      </w:r>
    </w:p>
    <w:p w:rsidR="00C71390" w:rsidRDefault="00C71390" w:rsidP="00C71390">
      <w:pPr>
        <w:pStyle w:val="NormalWeb"/>
        <w:ind w:left="720"/>
      </w:pPr>
      <w:r>
        <w:t>[HKEY_LOCAL_MACHINE\System\CurrentControlSet\Services\Bthport\Parameters]</w:t>
      </w:r>
    </w:p>
    <w:p w:rsidR="00C71390" w:rsidRDefault="00C71390" w:rsidP="00C71390">
      <w:pPr>
        <w:pStyle w:val="NormalWeb"/>
        <w:ind w:left="720"/>
      </w:pPr>
      <w:r>
        <w:t>"</w:t>
      </w:r>
      <w:proofErr w:type="spellStart"/>
      <w:r>
        <w:t>SystemRemoteWakeSupported</w:t>
      </w:r>
      <w:proofErr w:type="spellEnd"/>
      <w:r>
        <w:t>"=</w:t>
      </w:r>
      <w:hyperlink r:id="rId37" w:history="1">
        <w:r>
          <w:rPr>
            <w:rStyle w:val="Hyperlink"/>
          </w:rPr>
          <w:t>dword</w:t>
        </w:r>
        <w:proofErr w:type="gramStart"/>
        <w:r>
          <w:rPr>
            <w:rStyle w:val="Hyperlink"/>
          </w:rPr>
          <w:t>:00000001</w:t>
        </w:r>
        <w:proofErr w:type="gramEnd"/>
      </w:hyperlink>
    </w:p>
    <w:p w:rsidR="00C71390" w:rsidRDefault="00C71390" w:rsidP="00C71390">
      <w:pPr>
        <w:pStyle w:val="NormalWeb"/>
        <w:ind w:left="720"/>
      </w:pPr>
      <w:r>
        <w:t> </w:t>
      </w:r>
    </w:p>
    <w:p w:rsidR="00C71390" w:rsidRDefault="00C71390" w:rsidP="00C71390">
      <w:pPr>
        <w:pStyle w:val="NormalWeb"/>
        <w:ind w:left="720"/>
      </w:pPr>
      <w:r>
        <w:t>[HKEY_LOCAL_MACHINE\System\CurrentControlSet\Enum\USB\&lt;vid_pid&gt;\&lt;Bluetooth Radio ID&gt; \Device Parameters]</w:t>
      </w:r>
    </w:p>
    <w:p w:rsidR="00C71390" w:rsidRDefault="00C71390" w:rsidP="00C71390">
      <w:pPr>
        <w:pStyle w:val="NormalWeb"/>
        <w:ind w:left="720"/>
      </w:pPr>
      <w:r>
        <w:t>"</w:t>
      </w:r>
      <w:proofErr w:type="spellStart"/>
      <w:r>
        <w:t>RemoteWakeEnabled</w:t>
      </w:r>
      <w:proofErr w:type="spellEnd"/>
      <w:r>
        <w:t>"=</w:t>
      </w:r>
      <w:hyperlink r:id="rId38" w:history="1">
        <w:r>
          <w:rPr>
            <w:rStyle w:val="Hyperlink"/>
          </w:rPr>
          <w:t>dword</w:t>
        </w:r>
        <w:proofErr w:type="gramStart"/>
        <w:r>
          <w:rPr>
            <w:rStyle w:val="Hyperlink"/>
          </w:rPr>
          <w:t>:00000001</w:t>
        </w:r>
        <w:proofErr w:type="gramEnd"/>
      </w:hyperlink>
    </w:p>
    <w:p w:rsidR="00C71390" w:rsidRDefault="00C71390" w:rsidP="00C71390">
      <w:pPr>
        <w:pStyle w:val="NormalWeb"/>
        <w:ind w:left="720"/>
      </w:pPr>
      <w:r>
        <w:t>"</w:t>
      </w:r>
      <w:proofErr w:type="spellStart"/>
      <w:r>
        <w:t>DeviceRemoteWakeSupported</w:t>
      </w:r>
      <w:proofErr w:type="spellEnd"/>
      <w:r>
        <w:t>"=</w:t>
      </w:r>
      <w:hyperlink r:id="rId39" w:history="1">
        <w:r>
          <w:rPr>
            <w:rStyle w:val="Hyperlink"/>
          </w:rPr>
          <w:t>dword</w:t>
        </w:r>
        <w:proofErr w:type="gramStart"/>
        <w:r>
          <w:rPr>
            <w:rStyle w:val="Hyperlink"/>
          </w:rPr>
          <w:t>:00000001</w:t>
        </w:r>
        <w:proofErr w:type="gramEnd"/>
      </w:hyperlink>
    </w:p>
    <w:p w:rsidR="00C71390" w:rsidRDefault="00C71390" w:rsidP="00C71390">
      <w:pPr>
        <w:pStyle w:val="NormalWeb"/>
        <w:numPr>
          <w:ilvl w:val="0"/>
          <w:numId w:val="42"/>
        </w:numPr>
      </w:pPr>
      <w:r>
        <w:lastRenderedPageBreak/>
        <w:t>To get the vid/</w:t>
      </w:r>
      <w:proofErr w:type="spellStart"/>
      <w:r>
        <w:t>pid</w:t>
      </w:r>
      <w:proofErr w:type="spellEnd"/>
      <w:r>
        <w:t>, look under the properties of the Bluetooth driver under details and search for hardware IDS</w:t>
      </w:r>
    </w:p>
    <w:p w:rsidR="00C71390" w:rsidRDefault="00C71390" w:rsidP="00C71390">
      <w:pPr>
        <w:numPr>
          <w:ilvl w:val="0"/>
          <w:numId w:val="42"/>
        </w:numPr>
        <w:spacing w:before="100" w:beforeAutospacing="1" w:after="100" w:afterAutospacing="1"/>
      </w:pPr>
      <w:r>
        <w:t>After adding the keys, open device manager</w:t>
      </w:r>
    </w:p>
    <w:p w:rsidR="00C71390" w:rsidRDefault="00C71390" w:rsidP="00C71390">
      <w:pPr>
        <w:numPr>
          <w:ilvl w:val="0"/>
          <w:numId w:val="42"/>
        </w:numPr>
        <w:spacing w:before="100" w:beforeAutospacing="1" w:after="100" w:afterAutospacing="1"/>
      </w:pPr>
      <w:r>
        <w:t>Expand the Bluetooth Radios</w:t>
      </w:r>
    </w:p>
    <w:p w:rsidR="00C71390" w:rsidRDefault="00C71390" w:rsidP="00C71390">
      <w:pPr>
        <w:numPr>
          <w:ilvl w:val="0"/>
          <w:numId w:val="42"/>
        </w:numPr>
        <w:spacing w:before="100" w:beforeAutospacing="1" w:after="100" w:afterAutospacing="1"/>
      </w:pPr>
      <w:r>
        <w:t>Right click on the Intel(R) Wireless Bluetooth(R) driver and select properties</w:t>
      </w:r>
    </w:p>
    <w:p w:rsidR="00C71390" w:rsidRDefault="00C71390" w:rsidP="00C71390">
      <w:pPr>
        <w:numPr>
          <w:ilvl w:val="0"/>
          <w:numId w:val="42"/>
        </w:numPr>
        <w:spacing w:before="100" w:beforeAutospacing="1" w:after="100" w:afterAutospacing="1"/>
      </w:pPr>
      <w:r>
        <w:t>C</w:t>
      </w:r>
      <w:r>
        <w:t>lick on the power management tab</w:t>
      </w:r>
    </w:p>
    <w:p w:rsidR="00C71390" w:rsidRDefault="00C71390" w:rsidP="00C71390">
      <w:pPr>
        <w:numPr>
          <w:ilvl w:val="0"/>
          <w:numId w:val="42"/>
        </w:numPr>
        <w:spacing w:before="100" w:beforeAutospacing="1" w:after="100" w:afterAutospacing="1"/>
      </w:pPr>
      <w:r>
        <w:t>Check the "Allow this device to wake the computer" check box</w:t>
      </w:r>
    </w:p>
    <w:p w:rsidR="00C71390" w:rsidRDefault="00C71390" w:rsidP="00C71390">
      <w:pPr>
        <w:numPr>
          <w:ilvl w:val="1"/>
          <w:numId w:val="42"/>
        </w:numPr>
        <w:spacing w:before="100" w:beforeAutospacing="1" w:after="100" w:afterAutospacing="1"/>
      </w:pPr>
      <w:r>
        <w:t>Note: if option is grayed out (not enabled) then you did something wrong, good luck with that</w:t>
      </w:r>
    </w:p>
    <w:p w:rsidR="00C71390" w:rsidRPr="00C71390" w:rsidRDefault="00C71390" w:rsidP="00C71390">
      <w:pPr>
        <w:pStyle w:val="NormalWeb"/>
      </w:pPr>
      <w:r>
        <w:rPr>
          <w:rStyle w:val="Strong"/>
        </w:rPr>
        <w:t>Note</w:t>
      </w:r>
      <w:proofErr w:type="gramStart"/>
      <w:r>
        <w:t>  If</w:t>
      </w:r>
      <w:proofErr w:type="gramEnd"/>
      <w:r>
        <w:t xml:space="preserve"> the Bluetooth radio’s property page in Device Manager has a </w:t>
      </w:r>
      <w:r>
        <w:rPr>
          <w:rStyle w:val="Strong"/>
        </w:rPr>
        <w:t>Power Management</w:t>
      </w:r>
      <w:r>
        <w:t xml:space="preserve"> tab, the radio can support wake. If no </w:t>
      </w:r>
      <w:r>
        <w:rPr>
          <w:rStyle w:val="Strong"/>
        </w:rPr>
        <w:t>Power Management</w:t>
      </w:r>
      <w:r>
        <w:t xml:space="preserve"> tab exists, the radio might support wake, but it is unlikely.</w:t>
      </w:r>
    </w:p>
    <w:p w:rsidR="00C71390" w:rsidRDefault="00C71390" w:rsidP="00C71390">
      <w:pPr>
        <w:rPr>
          <w:color w:val="1F497D"/>
        </w:rPr>
      </w:pPr>
      <w:r>
        <w:rPr>
          <w:color w:val="1F497D"/>
        </w:rPr>
        <w:t>A</w:t>
      </w:r>
      <w:r>
        <w:rPr>
          <w:color w:val="1F497D"/>
        </w:rPr>
        <w:t>fter</w:t>
      </w:r>
      <w:r>
        <w:rPr>
          <w:color w:val="1F497D"/>
        </w:rPr>
        <w:t xml:space="preserve"> (WOB) is enabled </w:t>
      </w:r>
      <w:r>
        <w:rPr>
          <w:color w:val="1F497D"/>
        </w:rPr>
        <w:t>follow</w:t>
      </w:r>
      <w:r>
        <w:rPr>
          <w:color w:val="1F497D"/>
        </w:rPr>
        <w:t xml:space="preserve"> these simple scenarios to</w:t>
      </w:r>
      <w:r>
        <w:rPr>
          <w:color w:val="1F497D"/>
        </w:rPr>
        <w:t xml:space="preserve"> pair a HID/LE HID device then put the system in the desired sleep state and make </w:t>
      </w:r>
      <w:r>
        <w:rPr>
          <w:color w:val="1F497D"/>
        </w:rPr>
        <w:t>sure it wakes up.</w:t>
      </w:r>
      <w:r>
        <w:rPr>
          <w:color w:val="1F497D"/>
        </w:rPr>
        <w:t xml:space="preserve"> </w:t>
      </w:r>
    </w:p>
    <w:p w:rsidR="00C71390" w:rsidRDefault="00C71390" w:rsidP="00C71390">
      <w:pPr>
        <w:rPr>
          <w:color w:val="1F497D"/>
        </w:rPr>
      </w:pPr>
    </w:p>
    <w:p w:rsidR="00C71390" w:rsidRDefault="00C71390" w:rsidP="00C71390">
      <w:pPr>
        <w:rPr>
          <w:color w:val="1F497D"/>
        </w:rPr>
      </w:pPr>
      <w:r>
        <w:rPr>
          <w:noProof/>
        </w:rPr>
        <w:drawing>
          <wp:inline distT="0" distB="0" distL="0" distR="0">
            <wp:extent cx="2952750" cy="895350"/>
            <wp:effectExtent l="0" t="0" r="0" b="0"/>
            <wp:docPr id="1" name="Picture 1" descr="cid:image001.png@01D29D79.DFDD6D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9D79.DFDD6D80"/>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2952750" cy="895350"/>
                    </a:xfrm>
                    <a:prstGeom prst="rect">
                      <a:avLst/>
                    </a:prstGeom>
                    <a:noFill/>
                    <a:ln>
                      <a:noFill/>
                    </a:ln>
                  </pic:spPr>
                </pic:pic>
              </a:graphicData>
            </a:graphic>
          </wp:inline>
        </w:drawing>
      </w:r>
    </w:p>
    <w:p w:rsidR="00C71390" w:rsidRDefault="00C71390" w:rsidP="00C71390">
      <w:pPr>
        <w:rPr>
          <w:color w:val="1F497D"/>
        </w:rPr>
      </w:pPr>
    </w:p>
    <w:p w:rsidR="00C71390" w:rsidRDefault="00C71390" w:rsidP="00C71390">
      <w:pPr>
        <w:rPr>
          <w:color w:val="1F497D"/>
        </w:rPr>
      </w:pPr>
      <w:r>
        <w:rPr>
          <w:color w:val="1F497D"/>
        </w:rPr>
        <w:t xml:space="preserve">The biggest part of it is that the platform has to support remote wake meaning the card must remain powered while in sleep state. Most of the OEM platforms do not support </w:t>
      </w:r>
      <w:r>
        <w:rPr>
          <w:color w:val="1F497D"/>
        </w:rPr>
        <w:t>this because</w:t>
      </w:r>
      <w:r>
        <w:rPr>
          <w:color w:val="1F497D"/>
        </w:rPr>
        <w:t xml:space="preserve"> they power off the card while in the sleep state. </w:t>
      </w:r>
    </w:p>
    <w:p w:rsidR="00630938" w:rsidRDefault="00630938" w:rsidP="00A32E92">
      <w:pPr>
        <w:pStyle w:val="Body1"/>
        <w:rPr>
          <w:lang w:eastAsia="en-US"/>
        </w:rPr>
      </w:pPr>
    </w:p>
    <w:p w:rsidR="00692A75" w:rsidRDefault="00692A75" w:rsidP="00692A75">
      <w:pPr>
        <w:pStyle w:val="Scilicet"/>
      </w:pPr>
    </w:p>
    <w:p w:rsidR="009240CD" w:rsidRDefault="009240CD" w:rsidP="009240CD">
      <w:pPr>
        <w:rPr>
          <w:rFonts w:ascii="Calibri" w:hAnsi="Calibri"/>
          <w:color w:val="000000"/>
          <w:sz w:val="21"/>
          <w:szCs w:val="21"/>
        </w:rPr>
      </w:pPr>
    </w:p>
    <w:p w:rsidR="009240CD" w:rsidRDefault="009240CD" w:rsidP="00E11A2D">
      <w:pPr>
        <w:rPr>
          <w:rFonts w:ascii="Calibri" w:hAnsi="Calibri"/>
          <w:color w:val="000000"/>
          <w:sz w:val="21"/>
          <w:szCs w:val="21"/>
        </w:rPr>
      </w:pPr>
    </w:p>
    <w:p w:rsidR="00E11A2D" w:rsidRDefault="00E11A2D" w:rsidP="00E11A2D">
      <w:pPr>
        <w:rPr>
          <w:rFonts w:ascii="Calibri" w:hAnsi="Calibri"/>
          <w:color w:val="000000"/>
          <w:sz w:val="21"/>
          <w:szCs w:val="21"/>
        </w:rPr>
      </w:pPr>
    </w:p>
    <w:p w:rsidR="00E11A2D" w:rsidRDefault="00E11A2D" w:rsidP="00E11A2D">
      <w:pPr>
        <w:rPr>
          <w:rFonts w:ascii="Calibri" w:hAnsi="Calibri"/>
          <w:color w:val="000000"/>
          <w:sz w:val="21"/>
          <w:szCs w:val="21"/>
        </w:rPr>
      </w:pPr>
    </w:p>
    <w:p w:rsidR="00E11A2D" w:rsidRDefault="00E11A2D" w:rsidP="00F77C1F">
      <w:pPr>
        <w:rPr>
          <w:rFonts w:ascii="Calibri" w:hAnsi="Calibri"/>
          <w:color w:val="000000"/>
          <w:sz w:val="21"/>
          <w:szCs w:val="21"/>
        </w:rPr>
      </w:pPr>
    </w:p>
    <w:p w:rsidR="00F77C1F" w:rsidRPr="00F77C1F" w:rsidRDefault="00F77C1F" w:rsidP="00F77C1F">
      <w:pPr>
        <w:pStyle w:val="Body1"/>
        <w:rPr>
          <w:lang w:eastAsia="en-US"/>
        </w:rPr>
      </w:pPr>
    </w:p>
    <w:sectPr w:rsidR="00F77C1F" w:rsidRPr="00F77C1F" w:rsidSect="00543F3B">
      <w:headerReference w:type="even" r:id="rId42"/>
      <w:headerReference w:type="default" r:id="rId43"/>
      <w:footerReference w:type="even" r:id="rId44"/>
      <w:footerReference w:type="default" r:id="rId45"/>
      <w:headerReference w:type="first" r:id="rId46"/>
      <w:footerReference w:type="first" r:id="rId47"/>
      <w:pgSz w:w="12240" w:h="15840" w:code="1"/>
      <w:pgMar w:top="1440" w:right="1440" w:bottom="1440" w:left="1440" w:header="562" w:footer="706"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013" w:rsidRDefault="00584013">
      <w:r>
        <w:separator/>
      </w:r>
    </w:p>
  </w:endnote>
  <w:endnote w:type="continuationSeparator" w:id="0">
    <w:p w:rsidR="00584013" w:rsidRDefault="00584013">
      <w:r>
        <w:continuationSeparator/>
      </w:r>
    </w:p>
  </w:endnote>
  <w:endnote w:type="continuationNotice" w:id="1">
    <w:p w:rsidR="00584013" w:rsidRDefault="0058401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Narkisim">
    <w:panose1 w:val="020E0502050101010101"/>
    <w:charset w:val="B1"/>
    <w:family w:val="swiss"/>
    <w:pitch w:val="variable"/>
    <w:sig w:usb0="00000801" w:usb1="00000000" w:usb2="00000000" w:usb3="00000000" w:csb0="0000002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Default="0007338E" w:rsidP="008B1BC1">
    <w:pPr>
      <w:pStyle w:val="Footer"/>
    </w:pPr>
    <w:r>
      <w:fldChar w:fldCharType="begin"/>
    </w:r>
    <w:r>
      <w:instrText xml:space="preserve"> PAGE </w:instrText>
    </w:r>
    <w:r>
      <w:fldChar w:fldCharType="separate"/>
    </w:r>
    <w:r>
      <w:rPr>
        <w:noProof/>
      </w:rPr>
      <w:t>101</w:t>
    </w:r>
    <w:r>
      <w:fldChar w:fldCharType="end"/>
    </w:r>
    <w:r>
      <w:tab/>
      <w:t>Intel Secret</w:t>
    </w:r>
    <w:r>
      <w:tab/>
      <w:t>Ref No SC-3111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9D4E21" w:rsidRDefault="0007338E" w:rsidP="008B1BC1">
    <w:pPr>
      <w:pStyle w:val="Footer"/>
    </w:pPr>
    <w:r>
      <w:tab/>
    </w:r>
    <w:r>
      <w:tab/>
    </w:r>
    <w:r w:rsidR="00584013">
      <w:fldChar w:fldCharType="begin"/>
    </w:r>
    <w:r w:rsidR="00584013">
      <w:instrText xml:space="preserve"> DOCPROPERTY  Title  \* MERGEFORMAT </w:instrText>
    </w:r>
    <w:r w:rsidR="00584013">
      <w:fldChar w:fldCharType="separate"/>
    </w:r>
    <w:r w:rsidR="0028012D">
      <w:t>Intel</w:t>
    </w:r>
    <w:r w:rsidR="0028012D" w:rsidRPr="0028012D">
      <w:rPr>
        <w:vertAlign w:val="superscript"/>
      </w:rPr>
      <w:t>®</w:t>
    </w:r>
    <w:r w:rsidR="0028012D">
      <w:t xml:space="preserve"> Bluetooth (BT) Software</w:t>
    </w:r>
    <w:r w:rsidR="00584013">
      <w:fldChar w:fldCharType="end"/>
    </w:r>
  </w:p>
  <w:p w:rsidR="0007338E" w:rsidRDefault="00584013" w:rsidP="008B1BC1">
    <w:pPr>
      <w:pStyle w:val="Footer"/>
      <w:rPr>
        <w:rStyle w:val="PageNumber"/>
      </w:rPr>
    </w:pPr>
    <w:r>
      <w:fldChar w:fldCharType="begin"/>
    </w:r>
    <w:r>
      <w:instrText xml:space="preserve"> DOCPROPERTY  Subject  \* MERGEFORMAT </w:instrText>
    </w:r>
    <w:r>
      <w:fldChar w:fldCharType="separate"/>
    </w:r>
    <w:r w:rsidR="0028012D">
      <w:t>Installation Guide</w:t>
    </w:r>
    <w:r>
      <w:fldChar w:fldCharType="end"/>
    </w:r>
    <w:r w:rsidR="0007338E">
      <w:rPr>
        <w:rStyle w:val="PageNumber"/>
      </w:rPr>
      <w:tab/>
    </w:r>
    <w:r w:rsidR="0007338E">
      <w:rPr>
        <w:rStyle w:val="PageNumber"/>
      </w:rPr>
      <w:tab/>
    </w:r>
    <w:r w:rsidR="0007338E">
      <w:rPr>
        <w:rStyle w:val="PageNumber"/>
      </w:rPr>
      <w:fldChar w:fldCharType="begin"/>
    </w:r>
    <w:r w:rsidR="0007338E">
      <w:rPr>
        <w:rStyle w:val="PageNumber"/>
      </w:rPr>
      <w:instrText xml:space="preserve"> DATE  \@ "MMMM yyyy"  \* MERGEFORMAT </w:instrText>
    </w:r>
    <w:r w:rsidR="0007338E">
      <w:rPr>
        <w:rStyle w:val="PageNumber"/>
      </w:rPr>
      <w:fldChar w:fldCharType="separate"/>
    </w:r>
    <w:r w:rsidR="00C71390">
      <w:rPr>
        <w:rStyle w:val="PageNumber"/>
        <w:noProof/>
      </w:rPr>
      <w:t>March 2017</w:t>
    </w:r>
    <w:r w:rsidR="0007338E">
      <w:rPr>
        <w:rStyle w:val="PageNumber"/>
      </w:rPr>
      <w:fldChar w:fldCharType="end"/>
    </w:r>
  </w:p>
  <w:p w:rsidR="0007338E" w:rsidRPr="00150865" w:rsidRDefault="0007338E" w:rsidP="008B1BC1">
    <w:pPr>
      <w:pStyle w:val="Footer"/>
    </w:pPr>
    <w:r>
      <w:rPr>
        <w:rStyle w:val="PageNumber"/>
      </w:rPr>
      <w:fldChar w:fldCharType="begin"/>
    </w:r>
    <w:r>
      <w:rPr>
        <w:rStyle w:val="PageNumber"/>
      </w:rPr>
      <w:instrText xml:space="preserve"> PAGE </w:instrText>
    </w:r>
    <w:r>
      <w:rPr>
        <w:rStyle w:val="PageNumber"/>
      </w:rPr>
      <w:fldChar w:fldCharType="separate"/>
    </w:r>
    <w:r w:rsidR="003C628F">
      <w:rPr>
        <w:rStyle w:val="PageNumber"/>
        <w:noProof/>
      </w:rPr>
      <w:t>14</w:t>
    </w:r>
    <w:r>
      <w:rPr>
        <w:rStyle w:val="PageNumber"/>
      </w:rPr>
      <w:fldChar w:fldCharType="end"/>
    </w:r>
    <w:r w:rsidRPr="00DC4887">
      <w:t xml:space="preserve"> </w:t>
    </w:r>
    <w:r w:rsidRPr="00DC4887">
      <w:rPr>
        <w:i/>
        <w:iCs/>
      </w:rPr>
      <w:tab/>
    </w:r>
    <w:sdt>
      <w:sdtPr>
        <w:rPr>
          <w:b/>
          <w:color w:val="FF0000"/>
        </w:rPr>
        <w:alias w:val="Status"/>
        <w:tag w:val=""/>
        <w:id w:val="1157193617"/>
        <w:placeholder>
          <w:docPart w:val="DA91F303648F4C5F85E1E9149648C768"/>
        </w:placeholder>
        <w:dataBinding w:prefixMappings="xmlns:ns0='http://purl.org/dc/elements/1.1/' xmlns:ns1='http://schemas.openxmlformats.org/package/2006/metadata/core-properties' " w:xpath="/ns1:coreProperties[1]/ns1:contentStatus[1]" w:storeItemID="{6C3C8BC8-F283-45AE-878A-BAB7291924A1}"/>
        <w:text/>
      </w:sdtPr>
      <w:sdtEndPr/>
      <w:sdtContent>
        <w:r>
          <w:rPr>
            <w:b/>
            <w:color w:val="FF0000"/>
          </w:rPr>
          <w:t>Intel Confidential</w:t>
        </w:r>
      </w:sdtContent>
    </w:sdt>
    <w:r w:rsidRPr="00DC4887">
      <w:tab/>
    </w:r>
    <w:r w:rsidRPr="00543F3B">
      <w:t xml:space="preserve">Document Number: </w:t>
    </w:r>
    <w:r w:rsidR="00584013">
      <w:fldChar w:fldCharType="begin"/>
    </w:r>
    <w:r w:rsidR="00584013">
      <w:instrText xml:space="preserve"> DOCPROPERTY  "Document number"  \* MERGEFORMAT </w:instrText>
    </w:r>
    <w:r w:rsidR="00584013">
      <w:fldChar w:fldCharType="separate"/>
    </w:r>
    <w:r w:rsidR="0028012D">
      <w:t>563767</w:t>
    </w:r>
    <w:r w:rsidR="00584013">
      <w:fldChar w:fldCharType="end"/>
    </w:r>
    <w:r>
      <w:t>-</w:t>
    </w:r>
    <w:r w:rsidR="00584013">
      <w:fldChar w:fldCharType="begin"/>
    </w:r>
    <w:r w:rsidR="00584013">
      <w:instrText xml:space="preserve"> DOCPROPERTY  Version  \* MERGEFORMAT </w:instrText>
    </w:r>
    <w:r w:rsidR="00584013">
      <w:fldChar w:fldCharType="separate"/>
    </w:r>
    <w:r w:rsidR="0028012D">
      <w:t>1.0</w:t>
    </w:r>
    <w:r w:rsidR="00584013">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9D4E21" w:rsidRDefault="0007338E" w:rsidP="008B1BC1">
    <w:pPr>
      <w:pStyle w:val="Footer"/>
    </w:pPr>
    <w:r>
      <w:tab/>
    </w:r>
    <w:r>
      <w:tab/>
    </w:r>
    <w:r w:rsidR="00584013">
      <w:fldChar w:fldCharType="begin"/>
    </w:r>
    <w:r w:rsidR="00584013">
      <w:instrText xml:space="preserve"> DOCPROPERTY  Title  \* MERGEFORMAT </w:instrText>
    </w:r>
    <w:r w:rsidR="00584013">
      <w:fldChar w:fldCharType="separate"/>
    </w:r>
    <w:r w:rsidR="0028012D">
      <w:t>Intel</w:t>
    </w:r>
    <w:r w:rsidR="0028012D" w:rsidRPr="0028012D">
      <w:rPr>
        <w:vertAlign w:val="superscript"/>
      </w:rPr>
      <w:t>®</w:t>
    </w:r>
    <w:r w:rsidR="0028012D">
      <w:t xml:space="preserve"> Bluetooth (BT) Software</w:t>
    </w:r>
    <w:r w:rsidR="00584013">
      <w:fldChar w:fldCharType="end"/>
    </w:r>
  </w:p>
  <w:p w:rsidR="0007338E" w:rsidRDefault="0007338E" w:rsidP="008B1BC1">
    <w:pPr>
      <w:pStyle w:val="Footer"/>
      <w:rPr>
        <w:rStyle w:val="PageNumber"/>
      </w:rPr>
    </w:pPr>
    <w:r>
      <w:rPr>
        <w:rStyle w:val="PageNumber"/>
      </w:rPr>
      <w:fldChar w:fldCharType="begin"/>
    </w:r>
    <w:r>
      <w:rPr>
        <w:rStyle w:val="PageNumber"/>
      </w:rPr>
      <w:instrText xml:space="preserve"> DATE  \@ "MMMM yyyy"  \* MERGEFORMAT </w:instrText>
    </w:r>
    <w:r>
      <w:rPr>
        <w:rStyle w:val="PageNumber"/>
      </w:rPr>
      <w:fldChar w:fldCharType="separate"/>
    </w:r>
    <w:r w:rsidR="00C71390">
      <w:rPr>
        <w:rStyle w:val="PageNumber"/>
        <w:noProof/>
      </w:rPr>
      <w:t>March 2017</w:t>
    </w:r>
    <w:r>
      <w:rPr>
        <w:rStyle w:val="PageNumber"/>
      </w:rPr>
      <w:fldChar w:fldCharType="end"/>
    </w:r>
    <w:r>
      <w:rPr>
        <w:rStyle w:val="PageNumber"/>
      </w:rPr>
      <w:tab/>
    </w:r>
    <w:r>
      <w:rPr>
        <w:rStyle w:val="PageNumber"/>
      </w:rPr>
      <w:tab/>
    </w:r>
    <w:r w:rsidR="00584013">
      <w:fldChar w:fldCharType="begin"/>
    </w:r>
    <w:r w:rsidR="00584013">
      <w:instrText xml:space="preserve"> DOCPROPERTY  Subject  \* MERGEFORMAT </w:instrText>
    </w:r>
    <w:r w:rsidR="00584013">
      <w:fldChar w:fldCharType="separate"/>
    </w:r>
    <w:r w:rsidR="0028012D">
      <w:t>Installation Guide</w:t>
    </w:r>
    <w:r w:rsidR="00584013">
      <w:fldChar w:fldCharType="end"/>
    </w:r>
  </w:p>
  <w:p w:rsidR="0007338E" w:rsidRPr="008B1BC1" w:rsidRDefault="0007338E" w:rsidP="008B1BC1">
    <w:pPr>
      <w:pStyle w:val="Footer"/>
    </w:pPr>
    <w:r w:rsidRPr="00543F3B">
      <w:t xml:space="preserve">Document Number: </w:t>
    </w:r>
    <w:r w:rsidR="00584013">
      <w:fldChar w:fldCharType="begin"/>
    </w:r>
    <w:r w:rsidR="00584013">
      <w:instrText xml:space="preserve"> DOCPROPERTY  "Document number"  \* MERGEFORMAT </w:instrText>
    </w:r>
    <w:r w:rsidR="00584013">
      <w:fldChar w:fldCharType="separate"/>
    </w:r>
    <w:r w:rsidR="0028012D">
      <w:t>563767</w:t>
    </w:r>
    <w:r w:rsidR="00584013">
      <w:fldChar w:fldCharType="end"/>
    </w:r>
    <w:r>
      <w:t>-</w:t>
    </w:r>
    <w:r w:rsidR="00584013">
      <w:fldChar w:fldCharType="begin"/>
    </w:r>
    <w:r w:rsidR="00584013">
      <w:instrText xml:space="preserve"> DOCPROPERTY  Version  \* MERGEFORMAT </w:instrText>
    </w:r>
    <w:r w:rsidR="00584013">
      <w:fldChar w:fldCharType="separate"/>
    </w:r>
    <w:r w:rsidR="0028012D">
      <w:t>1.0</w:t>
    </w:r>
    <w:r w:rsidR="00584013">
      <w:fldChar w:fldCharType="end"/>
    </w:r>
    <w:r>
      <w:tab/>
    </w:r>
    <w:sdt>
      <w:sdtPr>
        <w:rPr>
          <w:b/>
          <w:color w:val="FF0000"/>
        </w:rPr>
        <w:alias w:val="Status"/>
        <w:tag w:val=""/>
        <w:id w:val="-1814248665"/>
        <w:placeholder>
          <w:docPart w:val="3D126B6D6FBC4C3FBEEEE7BA6AD40A5D"/>
        </w:placeholder>
        <w:dataBinding w:prefixMappings="xmlns:ns0='http://purl.org/dc/elements/1.1/' xmlns:ns1='http://schemas.openxmlformats.org/package/2006/metadata/core-properties' " w:xpath="/ns1:coreProperties[1]/ns1:contentStatus[1]" w:storeItemID="{6C3C8BC8-F283-45AE-878A-BAB7291924A1}"/>
        <w:text/>
      </w:sdtPr>
      <w:sdtEndPr/>
      <w:sdtContent>
        <w:r>
          <w:rPr>
            <w:b/>
            <w:color w:val="FF0000"/>
          </w:rPr>
          <w:t>Intel Confidential</w:t>
        </w:r>
      </w:sdtContent>
    </w:sdt>
    <w:r w:rsidRPr="00DC4887">
      <w:tab/>
    </w:r>
    <w:r>
      <w:rPr>
        <w:rStyle w:val="PageNumber"/>
      </w:rPr>
      <w:fldChar w:fldCharType="begin"/>
    </w:r>
    <w:r>
      <w:rPr>
        <w:rStyle w:val="PageNumber"/>
      </w:rPr>
      <w:instrText xml:space="preserve"> PAGE </w:instrText>
    </w:r>
    <w:r>
      <w:rPr>
        <w:rStyle w:val="PageNumber"/>
      </w:rPr>
      <w:fldChar w:fldCharType="separate"/>
    </w:r>
    <w:r w:rsidR="003C628F">
      <w:rPr>
        <w:rStyle w:val="PageNumber"/>
        <w:noProof/>
      </w:rPr>
      <w:t>15</w:t>
    </w:r>
    <w:r>
      <w:rPr>
        <w:rStyle w:val="PageNumber"/>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4826DC" w:rsidRDefault="0007338E" w:rsidP="00241399">
    <w:pPr>
      <w:pBdr>
        <w:top w:val="single" w:sz="12" w:space="1" w:color="auto"/>
      </w:pBdr>
      <w:tabs>
        <w:tab w:val="left" w:pos="1260"/>
        <w:tab w:val="center" w:pos="5040"/>
        <w:tab w:val="right" w:pos="9360"/>
      </w:tabs>
      <w:spacing w:before="200" w:after="0"/>
      <w:rPr>
        <w:color w:val="000000"/>
        <w:sz w:val="18"/>
      </w:rPr>
    </w:pPr>
    <w:r w:rsidRPr="004826DC">
      <w:rPr>
        <w:color w:val="000000"/>
        <w:sz w:val="18"/>
      </w:rPr>
      <w:t xml:space="preserve">Document Number: </w:t>
    </w:r>
    <w:r w:rsidRPr="004826DC">
      <w:rPr>
        <w:color w:val="000000"/>
        <w:sz w:val="18"/>
      </w:rPr>
      <w:fldChar w:fldCharType="begin"/>
    </w:r>
    <w:r w:rsidRPr="004826DC">
      <w:rPr>
        <w:color w:val="000000"/>
        <w:sz w:val="18"/>
      </w:rPr>
      <w:instrText xml:space="preserve"> DOCPROPERTY  "Document number"  \* MERGEFORMAT </w:instrText>
    </w:r>
    <w:r w:rsidRPr="004826DC">
      <w:rPr>
        <w:color w:val="000000"/>
        <w:sz w:val="18"/>
      </w:rPr>
      <w:fldChar w:fldCharType="separate"/>
    </w:r>
    <w:r w:rsidR="0028012D">
      <w:rPr>
        <w:color w:val="000000"/>
        <w:sz w:val="18"/>
      </w:rPr>
      <w:t>563767</w:t>
    </w:r>
    <w:r w:rsidRPr="004826DC">
      <w:rPr>
        <w:color w:val="000000"/>
        <w:sz w:val="18"/>
      </w:rPr>
      <w:fldChar w:fldCharType="end"/>
    </w:r>
    <w:r w:rsidRPr="004826DC">
      <w:rPr>
        <w:color w:val="000000"/>
        <w:sz w:val="18"/>
      </w:rPr>
      <w:t xml:space="preserve">, Revision: </w:t>
    </w:r>
    <w:r w:rsidRPr="004826DC">
      <w:rPr>
        <w:color w:val="000000"/>
        <w:sz w:val="18"/>
      </w:rPr>
      <w:fldChar w:fldCharType="begin"/>
    </w:r>
    <w:r w:rsidRPr="004826DC">
      <w:rPr>
        <w:color w:val="000000"/>
        <w:sz w:val="18"/>
      </w:rPr>
      <w:instrText xml:space="preserve"> DOCPROPERTY  Version  \* MERGEFORMAT </w:instrText>
    </w:r>
    <w:r w:rsidRPr="004826DC">
      <w:rPr>
        <w:color w:val="000000"/>
        <w:sz w:val="18"/>
      </w:rPr>
      <w:fldChar w:fldCharType="separate"/>
    </w:r>
    <w:r w:rsidR="0028012D">
      <w:rPr>
        <w:color w:val="000000"/>
        <w:sz w:val="18"/>
      </w:rPr>
      <w:t>1.0</w:t>
    </w:r>
    <w:r w:rsidRPr="004826DC">
      <w:rPr>
        <w:color w:val="000000"/>
        <w:sz w:val="18"/>
      </w:rPr>
      <w:fldChar w:fldCharType="end"/>
    </w:r>
    <w:r w:rsidRPr="004826DC">
      <w:rPr>
        <w:color w:val="000000"/>
        <w:sz w:val="18"/>
      </w:rPr>
      <w:tab/>
    </w:r>
    <w:r w:rsidRPr="004826DC">
      <w:rPr>
        <w:color w:val="000000"/>
        <w:sz w:val="18"/>
      </w:rPr>
      <w:tab/>
    </w:r>
    <w:r w:rsidRPr="004826DC">
      <w:rPr>
        <w:color w:val="000000"/>
        <w:sz w:val="18"/>
      </w:rPr>
      <w:fldChar w:fldCharType="begin"/>
    </w:r>
    <w:r w:rsidRPr="004826DC">
      <w:rPr>
        <w:color w:val="000000"/>
        <w:sz w:val="18"/>
      </w:rPr>
      <w:instrText xml:space="preserve"> PAGE </w:instrText>
    </w:r>
    <w:r w:rsidRPr="004826DC">
      <w:rPr>
        <w:color w:val="000000"/>
        <w:sz w:val="18"/>
      </w:rPr>
      <w:fldChar w:fldCharType="separate"/>
    </w:r>
    <w:r>
      <w:rPr>
        <w:noProof/>
        <w:color w:val="000000"/>
        <w:sz w:val="18"/>
      </w:rPr>
      <w:t>101</w:t>
    </w:r>
    <w:r w:rsidRPr="004826DC">
      <w:rPr>
        <w:color w:val="000000"/>
        <w:sz w:val="18"/>
      </w:rPr>
      <w:fldChar w:fldCharType="end"/>
    </w:r>
  </w:p>
  <w:p w:rsidR="0007338E" w:rsidRPr="002C4FA3" w:rsidRDefault="0007338E" w:rsidP="00066235">
    <w:pPr>
      <w:pBdr>
        <w:top w:val="single" w:sz="12" w:space="1" w:color="auto"/>
      </w:pBdr>
      <w:tabs>
        <w:tab w:val="left" w:pos="1260"/>
        <w:tab w:val="center" w:pos="5040"/>
        <w:tab w:val="right" w:pos="9360"/>
      </w:tabs>
      <w:spacing w:before="200" w:after="0"/>
      <w:rPr>
        <w:b/>
        <w:color w:val="000000"/>
      </w:rPr>
    </w:pPr>
    <w:r w:rsidRPr="004826DC">
      <w:rPr>
        <w:color w:val="000000"/>
        <w:sz w:val="18"/>
      </w:rPr>
      <w:tab/>
    </w:r>
    <w:r w:rsidRPr="004826DC">
      <w:rPr>
        <w:color w:val="000000"/>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Default="0007338E" w:rsidP="008B1BC1">
    <w:pPr>
      <w:pStyle w:val="Footer"/>
    </w:pPr>
    <w:r>
      <w:t>Ref No SC-3111</w:t>
    </w:r>
    <w:r>
      <w:tab/>
      <w:t>Intel Secret</w:t>
    </w:r>
    <w:r>
      <w:tab/>
    </w:r>
    <w:r>
      <w:fldChar w:fldCharType="begin"/>
    </w:r>
    <w:r>
      <w:instrText xml:space="preserve"> PAGE </w:instrText>
    </w:r>
    <w:r>
      <w:fldChar w:fldCharType="separate"/>
    </w:r>
    <w:r>
      <w:rPr>
        <w:noProof/>
      </w:rPr>
      <w:t>101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A644F0" w:rsidRDefault="0007338E" w:rsidP="008B1BC1">
    <w:pPr>
      <w:pStyle w:val="Footer"/>
    </w:pPr>
    <w:r>
      <w:tab/>
    </w:r>
    <w:r>
      <w:tab/>
    </w:r>
    <w:r w:rsidRPr="00A644F0">
      <w:t xml:space="preserve">Document Number: </w:t>
    </w:r>
    <w:r w:rsidR="00584013">
      <w:fldChar w:fldCharType="begin"/>
    </w:r>
    <w:r w:rsidR="00584013">
      <w:instrText xml:space="preserve"> DOCPROPERTY  "Document number"  \* MERGEFORMAT </w:instrText>
    </w:r>
    <w:r w:rsidR="00584013">
      <w:fldChar w:fldCharType="separate"/>
    </w:r>
    <w:r w:rsidR="0028012D">
      <w:t>563767</w:t>
    </w:r>
    <w:r w:rsidR="00584013">
      <w:fldChar w:fldCharType="end"/>
    </w:r>
    <w:r>
      <w:t>-</w:t>
    </w:r>
    <w:r w:rsidR="00584013">
      <w:fldChar w:fldCharType="begin"/>
    </w:r>
    <w:r w:rsidR="00584013">
      <w:instrText xml:space="preserve"> DOCPROPERTY  Version  \* MERGEFORMAT </w:instrText>
    </w:r>
    <w:r w:rsidR="00584013">
      <w:fldChar w:fldCharType="separate"/>
    </w:r>
    <w:r w:rsidR="0028012D">
      <w:t>1.0</w:t>
    </w:r>
    <w:r w:rsidR="00584013">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9D4E21" w:rsidRDefault="0007338E" w:rsidP="008B1BC1">
    <w:pPr>
      <w:pStyle w:val="Footer"/>
    </w:pPr>
    <w:r>
      <w:tab/>
    </w:r>
    <w:r>
      <w:tab/>
    </w:r>
    <w:r w:rsidR="00584013">
      <w:fldChar w:fldCharType="begin"/>
    </w:r>
    <w:r w:rsidR="00584013">
      <w:instrText xml:space="preserve"> DOCPROPERTY  Title  \* MERGEFORMAT </w:instrText>
    </w:r>
    <w:r w:rsidR="00584013">
      <w:fldChar w:fldCharType="separate"/>
    </w:r>
    <w:r w:rsidR="0028012D">
      <w:t>Intel</w:t>
    </w:r>
    <w:r w:rsidR="0028012D" w:rsidRPr="0028012D">
      <w:rPr>
        <w:vertAlign w:val="superscript"/>
      </w:rPr>
      <w:t>®</w:t>
    </w:r>
    <w:r w:rsidR="0028012D">
      <w:t xml:space="preserve"> Bluetooth (BT) Software</w:t>
    </w:r>
    <w:r w:rsidR="00584013">
      <w:fldChar w:fldCharType="end"/>
    </w:r>
  </w:p>
  <w:p w:rsidR="0007338E" w:rsidRDefault="00584013" w:rsidP="008B1BC1">
    <w:pPr>
      <w:pStyle w:val="Footer"/>
      <w:rPr>
        <w:rStyle w:val="PageNumber"/>
      </w:rPr>
    </w:pPr>
    <w:r>
      <w:fldChar w:fldCharType="begin"/>
    </w:r>
    <w:r>
      <w:instrText xml:space="preserve"> DOCPROPERTY  Subject  \* MERGEFORMAT </w:instrText>
    </w:r>
    <w:r>
      <w:fldChar w:fldCharType="separate"/>
    </w:r>
    <w:r w:rsidR="0028012D">
      <w:t>Installation Guide</w:t>
    </w:r>
    <w:r>
      <w:fldChar w:fldCharType="end"/>
    </w:r>
    <w:r w:rsidR="0007338E">
      <w:rPr>
        <w:rStyle w:val="PageNumber"/>
      </w:rPr>
      <w:tab/>
    </w:r>
    <w:r w:rsidR="0007338E">
      <w:rPr>
        <w:rStyle w:val="PageNumber"/>
      </w:rPr>
      <w:tab/>
    </w:r>
    <w:r w:rsidR="0007338E">
      <w:rPr>
        <w:rStyle w:val="PageNumber"/>
      </w:rPr>
      <w:fldChar w:fldCharType="begin"/>
    </w:r>
    <w:r w:rsidR="0007338E">
      <w:rPr>
        <w:rStyle w:val="PageNumber"/>
      </w:rPr>
      <w:instrText xml:space="preserve"> DATE  \@ "MMMM yyyy"  \* MERGEFORMAT </w:instrText>
    </w:r>
    <w:r w:rsidR="0007338E">
      <w:rPr>
        <w:rStyle w:val="PageNumber"/>
      </w:rPr>
      <w:fldChar w:fldCharType="separate"/>
    </w:r>
    <w:r w:rsidR="00C71390">
      <w:rPr>
        <w:rStyle w:val="PageNumber"/>
        <w:noProof/>
      </w:rPr>
      <w:t>March 2017</w:t>
    </w:r>
    <w:r w:rsidR="0007338E">
      <w:rPr>
        <w:rStyle w:val="PageNumber"/>
      </w:rPr>
      <w:fldChar w:fldCharType="end"/>
    </w:r>
  </w:p>
  <w:p w:rsidR="0007338E" w:rsidRPr="00A935E5" w:rsidRDefault="0007338E" w:rsidP="008B1BC1">
    <w:pPr>
      <w:pStyle w:val="Footer"/>
    </w:pPr>
    <w:r>
      <w:rPr>
        <w:rStyle w:val="PageNumber"/>
      </w:rPr>
      <w:fldChar w:fldCharType="begin"/>
    </w:r>
    <w:r>
      <w:rPr>
        <w:rStyle w:val="PageNumber"/>
      </w:rPr>
      <w:instrText xml:space="preserve"> PAGE </w:instrText>
    </w:r>
    <w:r>
      <w:rPr>
        <w:rStyle w:val="PageNumber"/>
      </w:rPr>
      <w:fldChar w:fldCharType="separate"/>
    </w:r>
    <w:r w:rsidR="003C628F">
      <w:rPr>
        <w:rStyle w:val="PageNumber"/>
        <w:noProof/>
      </w:rPr>
      <w:t>2</w:t>
    </w:r>
    <w:r>
      <w:rPr>
        <w:rStyle w:val="PageNumber"/>
      </w:rPr>
      <w:fldChar w:fldCharType="end"/>
    </w:r>
    <w:r w:rsidRPr="00DC4887">
      <w:t xml:space="preserve"> </w:t>
    </w:r>
    <w:r w:rsidRPr="00DC4887">
      <w:rPr>
        <w:i/>
        <w:iCs/>
      </w:rPr>
      <w:tab/>
    </w:r>
    <w:sdt>
      <w:sdtPr>
        <w:rPr>
          <w:b/>
          <w:color w:val="FF0000"/>
        </w:rPr>
        <w:alias w:val="Status"/>
        <w:tag w:val=""/>
        <w:id w:val="1192034732"/>
        <w:placeholder>
          <w:docPart w:val="CAE3990265964965A2A4C54FDEB59B8D"/>
        </w:placeholder>
        <w:dataBinding w:prefixMappings="xmlns:ns0='http://purl.org/dc/elements/1.1/' xmlns:ns1='http://schemas.openxmlformats.org/package/2006/metadata/core-properties' " w:xpath="/ns1:coreProperties[1]/ns1:contentStatus[1]" w:storeItemID="{6C3C8BC8-F283-45AE-878A-BAB7291924A1}"/>
        <w:text/>
      </w:sdtPr>
      <w:sdtEndPr/>
      <w:sdtContent>
        <w:r>
          <w:rPr>
            <w:b/>
            <w:color w:val="FF0000"/>
          </w:rPr>
          <w:t>Intel Confidential</w:t>
        </w:r>
      </w:sdtContent>
    </w:sdt>
    <w:r w:rsidRPr="00DC4887">
      <w:tab/>
    </w:r>
    <w:r w:rsidRPr="00543F3B">
      <w:t xml:space="preserve">Document Number: </w:t>
    </w:r>
    <w:r w:rsidR="00584013">
      <w:fldChar w:fldCharType="begin"/>
    </w:r>
    <w:r w:rsidR="00584013">
      <w:instrText xml:space="preserve"> DOCPROPERTY  "Document number"  \* MERGEFORMAT </w:instrText>
    </w:r>
    <w:r w:rsidR="00584013">
      <w:fldChar w:fldCharType="separate"/>
    </w:r>
    <w:r w:rsidR="0028012D">
      <w:t>563767</w:t>
    </w:r>
    <w:r w:rsidR="00584013">
      <w:fldChar w:fldCharType="end"/>
    </w:r>
    <w:r>
      <w:t>-</w:t>
    </w:r>
    <w:r w:rsidR="00584013">
      <w:fldChar w:fldCharType="begin"/>
    </w:r>
    <w:r w:rsidR="00584013">
      <w:instrText xml:space="preserve"> DOCPROPERTY  Version  \* MERGEFORMAT </w:instrText>
    </w:r>
    <w:r w:rsidR="00584013">
      <w:fldChar w:fldCharType="separate"/>
    </w:r>
    <w:r w:rsidR="0028012D">
      <w:t>1.0</w:t>
    </w:r>
    <w:r w:rsidR="00584013">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CB628E" w:rsidRDefault="0007338E" w:rsidP="008B1BC1">
    <w:pPr>
      <w:pStyle w:val="Footer"/>
    </w:pPr>
    <w:r w:rsidRPr="00CB628E">
      <w:tab/>
    </w:r>
    <w:r w:rsidRPr="00CB628E">
      <w:tab/>
    </w:r>
    <w:r w:rsidRPr="00CB628E">
      <w:tab/>
    </w:r>
    <w:r w:rsidRPr="00B85B9D">
      <w:t xml:space="preserve">Document Number: </w:t>
    </w:r>
    <w:r w:rsidRPr="00B85B9D">
      <w:fldChar w:fldCharType="begin"/>
    </w:r>
    <w:r>
      <w:instrText xml:space="preserve"> DOCPROPERTY  "Document number"  \* MERGEFORMAT </w:instrText>
    </w:r>
    <w:r w:rsidRPr="00B85B9D">
      <w:fldChar w:fldCharType="separate"/>
    </w:r>
    <w:r w:rsidR="0028012D">
      <w:t>563767</w:t>
    </w:r>
    <w:r w:rsidRPr="00B85B9D">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2C4FA3" w:rsidRDefault="0007338E" w:rsidP="008B1BC1">
    <w:pPr>
      <w:pStyle w:val="Footer"/>
    </w:pPr>
    <w:proofErr w:type="spellStart"/>
    <w:proofErr w:type="gramStart"/>
    <w:r w:rsidRPr="006159E8">
      <w:t>xxxxx</w:t>
    </w:r>
    <w:proofErr w:type="spellEnd"/>
    <w:proofErr w:type="gramEnd"/>
    <w:r w:rsidRPr="006159E8">
      <w:t xml:space="preserve"> = </w:t>
    </w:r>
    <w:proofErr w:type="spellStart"/>
    <w:r w:rsidRPr="006159E8">
      <w:t>Anacapa</w:t>
    </w:r>
    <w:proofErr w:type="spellEnd"/>
    <w:r w:rsidRPr="006159E8">
      <w:t>/Doc Type = Developer</w:t>
    </w:r>
    <w:r w:rsidRPr="006159E8">
      <w:tab/>
    </w:r>
    <w:r w:rsidRPr="002C4FA3">
      <w:fldChar w:fldCharType="begin"/>
    </w:r>
    <w:r w:rsidRPr="002C4FA3">
      <w:instrText xml:space="preserve"> PAGE </w:instrText>
    </w:r>
    <w:r w:rsidRPr="002C4FA3">
      <w:fldChar w:fldCharType="separate"/>
    </w:r>
    <w:r>
      <w:rPr>
        <w:noProof/>
      </w:rPr>
      <w:t>101</w:t>
    </w:r>
    <w:r w:rsidRPr="002C4FA3">
      <w:fldChar w:fldCharType="end"/>
    </w:r>
  </w:p>
  <w:p w:rsidR="0007338E" w:rsidRPr="006159E8" w:rsidRDefault="0007338E" w:rsidP="008B1BC1">
    <w:pPr>
      <w:pStyle w:val="Footer"/>
    </w:pPr>
    <w:r w:rsidRPr="006159E8">
      <w:t>Classification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9D4E21" w:rsidRDefault="0007338E" w:rsidP="008B1BC1">
    <w:pPr>
      <w:pStyle w:val="Footer"/>
    </w:pPr>
    <w:r>
      <w:tab/>
    </w:r>
    <w:r>
      <w:tab/>
    </w:r>
    <w:r w:rsidR="00584013">
      <w:fldChar w:fldCharType="begin"/>
    </w:r>
    <w:r w:rsidR="00584013">
      <w:instrText xml:space="preserve"> DOCPROPERTY  Title  \* MERGEFORMAT </w:instrText>
    </w:r>
    <w:r w:rsidR="00584013">
      <w:fldChar w:fldCharType="separate"/>
    </w:r>
    <w:r w:rsidR="0028012D">
      <w:t>Intel</w:t>
    </w:r>
    <w:r w:rsidR="0028012D" w:rsidRPr="0028012D">
      <w:rPr>
        <w:vertAlign w:val="superscript"/>
      </w:rPr>
      <w:t>®</w:t>
    </w:r>
    <w:r w:rsidR="0028012D">
      <w:t xml:space="preserve"> Bluetooth (BT) Software</w:t>
    </w:r>
    <w:r w:rsidR="00584013">
      <w:fldChar w:fldCharType="end"/>
    </w:r>
  </w:p>
  <w:p w:rsidR="0007338E" w:rsidRDefault="00584013" w:rsidP="008B1BC1">
    <w:pPr>
      <w:pStyle w:val="Footer"/>
      <w:rPr>
        <w:rStyle w:val="PageNumber"/>
      </w:rPr>
    </w:pPr>
    <w:r>
      <w:fldChar w:fldCharType="begin"/>
    </w:r>
    <w:r>
      <w:instrText xml:space="preserve"> DOCPROPERTY  Subject  \* MERGEFORMAT </w:instrText>
    </w:r>
    <w:r>
      <w:fldChar w:fldCharType="separate"/>
    </w:r>
    <w:r w:rsidR="0028012D">
      <w:t>Installation Guide</w:t>
    </w:r>
    <w:r>
      <w:fldChar w:fldCharType="end"/>
    </w:r>
    <w:r w:rsidR="0007338E">
      <w:rPr>
        <w:rStyle w:val="PageNumber"/>
      </w:rPr>
      <w:tab/>
    </w:r>
    <w:r w:rsidR="0007338E">
      <w:rPr>
        <w:rStyle w:val="PageNumber"/>
      </w:rPr>
      <w:tab/>
    </w:r>
    <w:r w:rsidR="0007338E">
      <w:rPr>
        <w:rStyle w:val="PageNumber"/>
      </w:rPr>
      <w:fldChar w:fldCharType="begin"/>
    </w:r>
    <w:r w:rsidR="0007338E">
      <w:rPr>
        <w:rStyle w:val="PageNumber"/>
      </w:rPr>
      <w:instrText xml:space="preserve"> DATE  \@ "MMMM yyyy"  \* MERGEFORMAT </w:instrText>
    </w:r>
    <w:r w:rsidR="0007338E">
      <w:rPr>
        <w:rStyle w:val="PageNumber"/>
      </w:rPr>
      <w:fldChar w:fldCharType="separate"/>
    </w:r>
    <w:r w:rsidR="00C71390">
      <w:rPr>
        <w:rStyle w:val="PageNumber"/>
        <w:noProof/>
      </w:rPr>
      <w:t>March 2017</w:t>
    </w:r>
    <w:r w:rsidR="0007338E">
      <w:rPr>
        <w:rStyle w:val="PageNumber"/>
      </w:rPr>
      <w:fldChar w:fldCharType="end"/>
    </w:r>
  </w:p>
  <w:p w:rsidR="0007338E" w:rsidRPr="00150865" w:rsidRDefault="0007338E" w:rsidP="008B1BC1">
    <w:pPr>
      <w:pStyle w:val="Footer"/>
    </w:pPr>
    <w:r>
      <w:rPr>
        <w:rStyle w:val="PageNumber"/>
      </w:rPr>
      <w:fldChar w:fldCharType="begin"/>
    </w:r>
    <w:r>
      <w:rPr>
        <w:rStyle w:val="PageNumber"/>
      </w:rPr>
      <w:instrText xml:space="preserve"> PAGE </w:instrText>
    </w:r>
    <w:r>
      <w:rPr>
        <w:rStyle w:val="PageNumber"/>
      </w:rPr>
      <w:fldChar w:fldCharType="separate"/>
    </w:r>
    <w:r w:rsidR="003C628F">
      <w:rPr>
        <w:rStyle w:val="PageNumber"/>
        <w:noProof/>
      </w:rPr>
      <w:t>4</w:t>
    </w:r>
    <w:r>
      <w:rPr>
        <w:rStyle w:val="PageNumber"/>
      </w:rPr>
      <w:fldChar w:fldCharType="end"/>
    </w:r>
    <w:r w:rsidRPr="00DC4887">
      <w:rPr>
        <w:i/>
        <w:iCs/>
      </w:rPr>
      <w:tab/>
    </w:r>
    <w:sdt>
      <w:sdtPr>
        <w:rPr>
          <w:b/>
          <w:color w:val="FF0000"/>
        </w:rPr>
        <w:alias w:val="Status"/>
        <w:tag w:val=""/>
        <w:id w:val="-328833207"/>
        <w:placeholder>
          <w:docPart w:val="296778ADA22047B4899D54055FC1F776"/>
        </w:placeholder>
        <w:dataBinding w:prefixMappings="xmlns:ns0='http://purl.org/dc/elements/1.1/' xmlns:ns1='http://schemas.openxmlformats.org/package/2006/metadata/core-properties' " w:xpath="/ns1:coreProperties[1]/ns1:contentStatus[1]" w:storeItemID="{6C3C8BC8-F283-45AE-878A-BAB7291924A1}"/>
        <w:text/>
      </w:sdtPr>
      <w:sdtEndPr/>
      <w:sdtContent>
        <w:r>
          <w:rPr>
            <w:b/>
            <w:color w:val="FF0000"/>
          </w:rPr>
          <w:t>Intel Confidential</w:t>
        </w:r>
      </w:sdtContent>
    </w:sdt>
    <w:r w:rsidRPr="00DC4887">
      <w:tab/>
    </w:r>
    <w:r w:rsidRPr="00543F3B">
      <w:t xml:space="preserve">Document Number: </w:t>
    </w:r>
    <w:r w:rsidR="00584013">
      <w:fldChar w:fldCharType="begin"/>
    </w:r>
    <w:r w:rsidR="00584013">
      <w:instrText xml:space="preserve"> DOCPROPERTY  "Document number"  \* MERGEFORMAT </w:instrText>
    </w:r>
    <w:r w:rsidR="00584013">
      <w:fldChar w:fldCharType="separate"/>
    </w:r>
    <w:r w:rsidR="0028012D">
      <w:t>563767</w:t>
    </w:r>
    <w:r w:rsidR="00584013">
      <w:fldChar w:fldCharType="end"/>
    </w:r>
    <w:r>
      <w:t>-</w:t>
    </w:r>
    <w:r w:rsidR="00584013">
      <w:fldChar w:fldCharType="begin"/>
    </w:r>
    <w:r w:rsidR="00584013">
      <w:instrText xml:space="preserve"> DOCPROPERTY  Version  \* MERGEFORMAT </w:instrText>
    </w:r>
    <w:r w:rsidR="00584013">
      <w:fldChar w:fldCharType="separate"/>
    </w:r>
    <w:r w:rsidR="0028012D">
      <w:t>1.0</w:t>
    </w:r>
    <w:r w:rsidR="00584013">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9D4E21" w:rsidRDefault="0007338E" w:rsidP="008B1BC1">
    <w:pPr>
      <w:pStyle w:val="Footer"/>
    </w:pPr>
    <w:r>
      <w:tab/>
    </w:r>
    <w:r>
      <w:tab/>
    </w:r>
    <w:r w:rsidR="00584013">
      <w:fldChar w:fldCharType="begin"/>
    </w:r>
    <w:r w:rsidR="00584013">
      <w:instrText xml:space="preserve"> DOCPROPERTY  Title  \* MERGEFORMAT </w:instrText>
    </w:r>
    <w:r w:rsidR="00584013">
      <w:fldChar w:fldCharType="separate"/>
    </w:r>
    <w:r w:rsidR="0028012D">
      <w:t>Intel</w:t>
    </w:r>
    <w:r w:rsidR="0028012D" w:rsidRPr="0028012D">
      <w:rPr>
        <w:vertAlign w:val="superscript"/>
      </w:rPr>
      <w:t>®</w:t>
    </w:r>
    <w:r w:rsidR="0028012D">
      <w:t xml:space="preserve"> Bluetooth (BT) Software</w:t>
    </w:r>
    <w:r w:rsidR="00584013">
      <w:fldChar w:fldCharType="end"/>
    </w:r>
  </w:p>
  <w:p w:rsidR="0007338E" w:rsidRDefault="0007338E" w:rsidP="008B1BC1">
    <w:pPr>
      <w:pStyle w:val="Footer"/>
      <w:rPr>
        <w:rStyle w:val="PageNumber"/>
      </w:rPr>
    </w:pPr>
    <w:r>
      <w:rPr>
        <w:rStyle w:val="PageNumber"/>
      </w:rPr>
      <w:fldChar w:fldCharType="begin"/>
    </w:r>
    <w:r>
      <w:rPr>
        <w:rStyle w:val="PageNumber"/>
      </w:rPr>
      <w:instrText xml:space="preserve"> DATE  \@ "MMMM yyyy"  \* MERGEFORMAT </w:instrText>
    </w:r>
    <w:r>
      <w:rPr>
        <w:rStyle w:val="PageNumber"/>
      </w:rPr>
      <w:fldChar w:fldCharType="separate"/>
    </w:r>
    <w:r w:rsidR="00C71390">
      <w:rPr>
        <w:rStyle w:val="PageNumber"/>
        <w:noProof/>
      </w:rPr>
      <w:t>March 2017</w:t>
    </w:r>
    <w:r>
      <w:rPr>
        <w:rStyle w:val="PageNumber"/>
      </w:rPr>
      <w:fldChar w:fldCharType="end"/>
    </w:r>
    <w:r>
      <w:rPr>
        <w:rStyle w:val="PageNumber"/>
      </w:rPr>
      <w:tab/>
    </w:r>
    <w:r>
      <w:rPr>
        <w:rStyle w:val="PageNumber"/>
      </w:rPr>
      <w:tab/>
    </w:r>
    <w:r w:rsidR="00584013">
      <w:fldChar w:fldCharType="begin"/>
    </w:r>
    <w:r w:rsidR="00584013">
      <w:instrText xml:space="preserve"> DOCPROPERTY  Subject  \* ME</w:instrText>
    </w:r>
    <w:r w:rsidR="00584013">
      <w:instrText xml:space="preserve">RGEFORMAT </w:instrText>
    </w:r>
    <w:r w:rsidR="00584013">
      <w:fldChar w:fldCharType="separate"/>
    </w:r>
    <w:r w:rsidR="0028012D">
      <w:t>Installation Guide</w:t>
    </w:r>
    <w:r w:rsidR="00584013">
      <w:fldChar w:fldCharType="end"/>
    </w:r>
  </w:p>
  <w:p w:rsidR="0007338E" w:rsidRPr="008B1BC1" w:rsidRDefault="0007338E" w:rsidP="008B1BC1">
    <w:pPr>
      <w:pStyle w:val="Footer"/>
    </w:pPr>
    <w:r w:rsidRPr="00543F3B">
      <w:t xml:space="preserve">Document Number: </w:t>
    </w:r>
    <w:r w:rsidR="00584013">
      <w:fldChar w:fldCharType="begin"/>
    </w:r>
    <w:r w:rsidR="00584013">
      <w:instrText xml:space="preserve"> DOCPROPERTY  "Document number"  \* MERGEFORMAT </w:instrText>
    </w:r>
    <w:r w:rsidR="00584013">
      <w:fldChar w:fldCharType="separate"/>
    </w:r>
    <w:r w:rsidR="0028012D">
      <w:t>563767</w:t>
    </w:r>
    <w:r w:rsidR="00584013">
      <w:fldChar w:fldCharType="end"/>
    </w:r>
    <w:r>
      <w:t>-</w:t>
    </w:r>
    <w:r w:rsidR="00584013">
      <w:fldChar w:fldCharType="begin"/>
    </w:r>
    <w:r w:rsidR="00584013">
      <w:instrText xml:space="preserve"> DOCPROPERTY  Version  \* MERGEFORMAT </w:instrText>
    </w:r>
    <w:r w:rsidR="00584013">
      <w:fldChar w:fldCharType="separate"/>
    </w:r>
    <w:r w:rsidR="0028012D">
      <w:t>1.0</w:t>
    </w:r>
    <w:r w:rsidR="00584013">
      <w:fldChar w:fldCharType="end"/>
    </w:r>
    <w:r>
      <w:tab/>
    </w:r>
    <w:sdt>
      <w:sdtPr>
        <w:rPr>
          <w:b/>
          <w:color w:val="FF0000"/>
        </w:rPr>
        <w:alias w:val="Status"/>
        <w:tag w:val=""/>
        <w:id w:val="1135152401"/>
        <w:placeholder>
          <w:docPart w:val="149AB69514284C639D0DB211F4630D9D"/>
        </w:placeholder>
        <w:dataBinding w:prefixMappings="xmlns:ns0='http://purl.org/dc/elements/1.1/' xmlns:ns1='http://schemas.openxmlformats.org/package/2006/metadata/core-properties' " w:xpath="/ns1:coreProperties[1]/ns1:contentStatus[1]" w:storeItemID="{6C3C8BC8-F283-45AE-878A-BAB7291924A1}"/>
        <w:text/>
      </w:sdtPr>
      <w:sdtEndPr/>
      <w:sdtContent>
        <w:r>
          <w:rPr>
            <w:b/>
            <w:color w:val="FF0000"/>
          </w:rPr>
          <w:t>Intel Confidential</w:t>
        </w:r>
      </w:sdtContent>
    </w:sdt>
    <w:r w:rsidRPr="00DC4887">
      <w:tab/>
    </w:r>
    <w:r>
      <w:rPr>
        <w:rStyle w:val="PageNumber"/>
      </w:rPr>
      <w:fldChar w:fldCharType="begin"/>
    </w:r>
    <w:r>
      <w:rPr>
        <w:rStyle w:val="PageNumber"/>
      </w:rPr>
      <w:instrText xml:space="preserve"> PAGE </w:instrText>
    </w:r>
    <w:r>
      <w:rPr>
        <w:rStyle w:val="PageNumber"/>
      </w:rPr>
      <w:fldChar w:fldCharType="separate"/>
    </w:r>
    <w:r w:rsidR="003C628F">
      <w:rPr>
        <w:rStyle w:val="PageNumber"/>
        <w:noProof/>
      </w:rPr>
      <w:t>3</w:t>
    </w:r>
    <w:r>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B659F6" w:rsidRDefault="0007338E" w:rsidP="008B1BC1">
    <w:pPr>
      <w:pStyle w:val="Footer"/>
    </w:pPr>
    <w:r>
      <w:fldChar w:fldCharType="begin"/>
    </w:r>
    <w:r>
      <w:instrText xml:space="preserve"> PAGE </w:instrText>
    </w:r>
    <w:r>
      <w:fldChar w:fldCharType="separate"/>
    </w:r>
    <w:r>
      <w:rPr>
        <w:noProof/>
      </w:rPr>
      <w:t>101</w:t>
    </w:r>
    <w:r>
      <w:fldChar w:fldCharType="end"/>
    </w:r>
    <w:r>
      <w:tab/>
    </w:r>
    <w:r>
      <w:tab/>
      <w:t xml:space="preserve">Document Number: 434090, Revision: </w:t>
    </w:r>
    <w:r w:rsidR="00584013">
      <w:fldChar w:fldCharType="begin"/>
    </w:r>
    <w:r w:rsidR="00584013">
      <w:instrText xml:space="preserve"> DOCPROPERTY  Version  </w:instrText>
    </w:r>
    <w:r w:rsidR="00584013">
      <w:instrText xml:space="preserve">\* MERGEFORMAT </w:instrText>
    </w:r>
    <w:r w:rsidR="00584013">
      <w:fldChar w:fldCharType="separate"/>
    </w:r>
    <w:r w:rsidR="0028012D">
      <w:t>1.0</w:t>
    </w:r>
    <w:r w:rsidR="005840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013" w:rsidRDefault="00584013">
      <w:r>
        <w:separator/>
      </w:r>
    </w:p>
  </w:footnote>
  <w:footnote w:type="continuationSeparator" w:id="0">
    <w:p w:rsidR="00584013" w:rsidRDefault="00584013">
      <w:r>
        <w:continuationSeparator/>
      </w:r>
    </w:p>
  </w:footnote>
  <w:footnote w:type="continuationNotice" w:id="1">
    <w:p w:rsidR="00584013" w:rsidRDefault="00584013">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Default="0007338E" w:rsidP="00B659F6">
    <w:pPr>
      <w:rPr>
        <w:i/>
      </w:rPr>
    </w:pPr>
    <w:r>
      <w:rPr>
        <w:noProof/>
      </w:rPr>
      <w:drawing>
        <wp:inline distT="0" distB="0" distL="0" distR="0" wp14:anchorId="23DD41C5" wp14:editId="7A30DAFC">
          <wp:extent cx="775970" cy="403860"/>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 cy="403860"/>
                  </a:xfrm>
                  <a:prstGeom prst="rect">
                    <a:avLst/>
                  </a:prstGeom>
                  <a:noFill/>
                  <a:ln>
                    <a:noFill/>
                  </a:ln>
                </pic:spPr>
              </pic:pic>
            </a:graphicData>
          </a:graphic>
        </wp:inline>
      </w:drawing>
    </w:r>
    <w:r>
      <w:tab/>
    </w:r>
    <w:r>
      <w:tab/>
      <w:t>McKinley Power Pod Design Guidelines, Rev. 0.0</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Default="0007338E" w:rsidP="002C4F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Default="0007338E" w:rsidP="00B659F6">
    <w:r>
      <w:rPr>
        <w:noProof/>
      </w:rPr>
      <w:drawing>
        <wp:inline distT="0" distB="0" distL="0" distR="0" wp14:anchorId="0CA90109" wp14:editId="4A997103">
          <wp:extent cx="775970" cy="403860"/>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 cy="403860"/>
                  </a:xfrm>
                  <a:prstGeom prst="rect">
                    <a:avLst/>
                  </a:prstGeom>
                  <a:noFill/>
                  <a:ln>
                    <a:noFill/>
                  </a:ln>
                </pic:spPr>
              </pic:pic>
            </a:graphicData>
          </a:graphic>
        </wp:inline>
      </w:drawing>
    </w:r>
    <w:r>
      <w:tab/>
      <w:t>&lt;Shortened Document Title, Rev#&gt;5</w:t>
    </w:r>
  </w:p>
  <w:p w:rsidR="0007338E" w:rsidRDefault="0007338E" w:rsidP="00B659F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A644F0" w:rsidRDefault="0007338E" w:rsidP="00543F3B">
    <w:pPr>
      <w:pStyle w:val="Header"/>
    </w:pPr>
    <w:r>
      <w:tab/>
    </w:r>
    <w:r>
      <w:rPr>
        <w:noProof/>
      </w:rPr>
      <w:drawing>
        <wp:inline distT="0" distB="0" distL="0" distR="0" wp14:anchorId="3B0AC8EA" wp14:editId="27CA7C5F">
          <wp:extent cx="1297305" cy="871855"/>
          <wp:effectExtent l="0" t="0" r="0" b="4445"/>
          <wp:docPr id="19" name="Picture 19"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tel_rgb_1700"/>
                  <pic:cNvPicPr>
                    <a:picLocks noChangeAspect="1" noChangeArrowheads="1"/>
                  </pic:cNvPicPr>
                </pic:nvPicPr>
                <pic:blipFill>
                  <a:blip r:embed="rId1">
                    <a:extLst>
                      <a:ext uri="{28A0092B-C50C-407E-A947-70E740481C1C}">
                        <a14:useLocalDpi xmlns:a14="http://schemas.microsoft.com/office/drawing/2010/main" val="0"/>
                      </a:ext>
                    </a:extLst>
                  </a:blip>
                  <a:srcRect l="13802" t="18047" r="13551" b="18378"/>
                  <a:stretch>
                    <a:fillRect/>
                  </a:stretch>
                </pic:blipFill>
                <pic:spPr bwMode="auto">
                  <a:xfrm>
                    <a:off x="0" y="0"/>
                    <a:ext cx="1297305" cy="87185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543F3B" w:rsidRDefault="0007338E" w:rsidP="00543F3B">
    <w:pPr>
      <w:pStyle w:val="Header"/>
      <w:rPr>
        <w:color w:val="000000"/>
        <w:sz w:val="18"/>
      </w:rPr>
    </w:pPr>
    <w:r>
      <w:tab/>
    </w:r>
    <w:r>
      <w:rPr>
        <w:noProof/>
      </w:rPr>
      <w:drawing>
        <wp:inline distT="0" distB="0" distL="0" distR="0" wp14:anchorId="0864DBF8" wp14:editId="2057811A">
          <wp:extent cx="851535" cy="563880"/>
          <wp:effectExtent l="0" t="0" r="5715" b="7620"/>
          <wp:docPr id="7" name="Picture 1"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700"/>
                  <pic:cNvPicPr>
                    <a:picLocks noChangeAspect="1" noChangeArrowheads="1"/>
                  </pic:cNvPicPr>
                </pic:nvPicPr>
                <pic:blipFill>
                  <a:blip r:embed="rId1">
                    <a:extLst>
                      <a:ext uri="{28A0092B-C50C-407E-A947-70E740481C1C}">
                        <a14:useLocalDpi xmlns:a14="http://schemas.microsoft.com/office/drawing/2010/main" val="0"/>
                      </a:ext>
                    </a:extLst>
                  </a:blip>
                  <a:srcRect l="13802" t="18047" r="13551" b="18378"/>
                  <a:stretch>
                    <a:fillRect/>
                  </a:stretch>
                </pic:blipFill>
                <pic:spPr bwMode="auto">
                  <a:xfrm>
                    <a:off x="0" y="0"/>
                    <a:ext cx="851535" cy="563880"/>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543F3B" w:rsidRDefault="0007338E" w:rsidP="00543F3B">
    <w:pPr>
      <w:pStyle w:val="Header"/>
    </w:pPr>
    <w:r>
      <w:rPr>
        <w:noProof/>
      </w:rPr>
      <w:drawing>
        <wp:inline distT="0" distB="0" distL="0" distR="0" wp14:anchorId="20B84203" wp14:editId="57C932FF">
          <wp:extent cx="851535" cy="563880"/>
          <wp:effectExtent l="0" t="0" r="5715" b="7620"/>
          <wp:docPr id="6" name="Picture 17"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ntel_rgb_1700"/>
                  <pic:cNvPicPr>
                    <a:picLocks noChangeAspect="1" noChangeArrowheads="1"/>
                  </pic:cNvPicPr>
                </pic:nvPicPr>
                <pic:blipFill>
                  <a:blip r:embed="rId1">
                    <a:extLst>
                      <a:ext uri="{28A0092B-C50C-407E-A947-70E740481C1C}">
                        <a14:useLocalDpi xmlns:a14="http://schemas.microsoft.com/office/drawing/2010/main" val="0"/>
                      </a:ext>
                    </a:extLst>
                  </a:blip>
                  <a:srcRect l="13802" t="18047" r="13551" b="18378"/>
                  <a:stretch>
                    <a:fillRect/>
                  </a:stretch>
                </pic:blipFill>
                <pic:spPr bwMode="auto">
                  <a:xfrm>
                    <a:off x="0" y="0"/>
                    <a:ext cx="851535" cy="563880"/>
                  </a:xfrm>
                  <a:prstGeom prst="rect">
                    <a:avLst/>
                  </a:prstGeom>
                  <a:noFill/>
                  <a:ln>
                    <a:noFill/>
                  </a:ln>
                </pic:spPr>
              </pic:pic>
            </a:graphicData>
          </a:graphic>
        </wp:inline>
      </w:drawing>
    </w: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241399" w:rsidRDefault="0007338E" w:rsidP="002C4FA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8E" w:rsidRPr="00B659F6" w:rsidRDefault="0007338E" w:rsidP="00543F3B">
    <w:pPr>
      <w:pStyle w:val="Header"/>
    </w:pPr>
    <w:r>
      <w:rPr>
        <w:noProof/>
      </w:rPr>
      <w:drawing>
        <wp:inline distT="0" distB="0" distL="0" distR="0" wp14:anchorId="12A4F215" wp14:editId="5CE7B8FD">
          <wp:extent cx="859790" cy="559435"/>
          <wp:effectExtent l="0" t="0" r="0" b="0"/>
          <wp:docPr id="2" name="Picture 2"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l_rgb_1700"/>
                  <pic:cNvPicPr>
                    <a:picLocks noChangeAspect="1" noChangeArrowheads="1"/>
                  </pic:cNvPicPr>
                </pic:nvPicPr>
                <pic:blipFill>
                  <a:blip r:embed="rId1">
                    <a:extLst>
                      <a:ext uri="{28A0092B-C50C-407E-A947-70E740481C1C}">
                        <a14:useLocalDpi xmlns:a14="http://schemas.microsoft.com/office/drawing/2010/main" val="0"/>
                      </a:ext>
                    </a:extLst>
                  </a:blip>
                  <a:srcRect l="13802" t="18047" r="13551" b="18378"/>
                  <a:stretch>
                    <a:fillRect/>
                  </a:stretch>
                </pic:blipFill>
                <pic:spPr bwMode="auto">
                  <a:xfrm>
                    <a:off x="0" y="0"/>
                    <a:ext cx="859790" cy="559435"/>
                  </a:xfrm>
                  <a:prstGeom prst="rect">
                    <a:avLst/>
                  </a:prstGeom>
                  <a:noFill/>
                  <a:ln>
                    <a:noFill/>
                  </a:ln>
                </pic:spPr>
              </pic:pic>
            </a:graphicData>
          </a:graphic>
        </wp:inline>
      </w:drawing>
    </w:r>
    <w: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8010"/>
      <w:gridCol w:w="1566"/>
    </w:tblGrid>
    <w:tr w:rsidR="0007338E" w:rsidRPr="00543F3B" w:rsidTr="00FA03D9">
      <w:tc>
        <w:tcPr>
          <w:tcW w:w="8010" w:type="dxa"/>
          <w:shd w:val="clear" w:color="auto" w:fill="auto"/>
          <w:vAlign w:val="bottom"/>
        </w:tcPr>
        <w:p w:rsidR="0007338E" w:rsidRPr="00CF529A" w:rsidRDefault="00584013" w:rsidP="00FA03D9">
          <w:pPr>
            <w:pStyle w:val="Header"/>
            <w:tabs>
              <w:tab w:val="clear" w:pos="9360"/>
            </w:tabs>
          </w:pPr>
          <w:r>
            <w:fldChar w:fldCharType="begin"/>
          </w:r>
          <w:r>
            <w:instrText xml:space="preserve"> STYLEREF "Heading 1" \* MERGEFORMAT </w:instrText>
          </w:r>
          <w:r>
            <w:fldChar w:fldCharType="separate"/>
          </w:r>
          <w:r w:rsidR="003C628F">
            <w:rPr>
              <w:noProof/>
            </w:rPr>
            <w:t>Bluetooth Remote Wake Up (WoB)</w:t>
          </w:r>
          <w:r>
            <w:rPr>
              <w:noProof/>
            </w:rPr>
            <w:fldChar w:fldCharType="end"/>
          </w:r>
        </w:p>
      </w:tc>
      <w:tc>
        <w:tcPr>
          <w:tcW w:w="1566" w:type="dxa"/>
          <w:shd w:val="clear" w:color="auto" w:fill="auto"/>
        </w:tcPr>
        <w:p w:rsidR="0007338E" w:rsidRPr="00CD6379" w:rsidRDefault="0007338E" w:rsidP="00FA03D9">
          <w:pPr>
            <w:pStyle w:val="Header"/>
            <w:tabs>
              <w:tab w:val="clear" w:pos="9360"/>
            </w:tabs>
            <w:jc w:val="right"/>
          </w:pPr>
          <w:r w:rsidRPr="00CD6379">
            <w:rPr>
              <w:noProof/>
            </w:rPr>
            <w:drawing>
              <wp:inline distT="0" distB="0" distL="0" distR="0" wp14:anchorId="25132B4E" wp14:editId="6B710B5A">
                <wp:extent cx="850900" cy="574040"/>
                <wp:effectExtent l="0" t="0" r="6350" b="0"/>
                <wp:docPr id="5" name="Picture 5"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l_rgb_1700"/>
                        <pic:cNvPicPr>
                          <a:picLocks noChangeAspect="1" noChangeArrowheads="1"/>
                        </pic:cNvPicPr>
                      </pic:nvPicPr>
                      <pic:blipFill>
                        <a:blip r:embed="rId1">
                          <a:extLst>
                            <a:ext uri="{28A0092B-C50C-407E-A947-70E740481C1C}">
                              <a14:useLocalDpi xmlns:a14="http://schemas.microsoft.com/office/drawing/2010/main" val="0"/>
                            </a:ext>
                          </a:extLst>
                        </a:blip>
                        <a:srcRect l="13802" t="18047" r="13551" b="18378"/>
                        <a:stretch>
                          <a:fillRect/>
                        </a:stretch>
                      </pic:blipFill>
                      <pic:spPr bwMode="auto">
                        <a:xfrm>
                          <a:off x="0" y="0"/>
                          <a:ext cx="850900" cy="574040"/>
                        </a:xfrm>
                        <a:prstGeom prst="rect">
                          <a:avLst/>
                        </a:prstGeom>
                        <a:noFill/>
                        <a:ln>
                          <a:noFill/>
                        </a:ln>
                      </pic:spPr>
                    </pic:pic>
                  </a:graphicData>
                </a:graphic>
              </wp:inline>
            </w:drawing>
          </w:r>
        </w:p>
      </w:tc>
    </w:tr>
  </w:tbl>
  <w:p w:rsidR="0007338E" w:rsidRPr="00C46088" w:rsidRDefault="0007338E" w:rsidP="00C4608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7794"/>
    </w:tblGrid>
    <w:tr w:rsidR="0007338E" w:rsidTr="00C46088">
      <w:tc>
        <w:tcPr>
          <w:tcW w:w="1566" w:type="dxa"/>
          <w:shd w:val="clear" w:color="auto" w:fill="auto"/>
        </w:tcPr>
        <w:p w:rsidR="0007338E" w:rsidRPr="00CD6379" w:rsidRDefault="0007338E" w:rsidP="00FA03D9">
          <w:pPr>
            <w:pStyle w:val="Header"/>
            <w:tabs>
              <w:tab w:val="clear" w:pos="9360"/>
            </w:tabs>
          </w:pPr>
          <w:r w:rsidRPr="00CD6379">
            <w:rPr>
              <w:noProof/>
            </w:rPr>
            <w:drawing>
              <wp:inline distT="0" distB="0" distL="0" distR="0" wp14:anchorId="04BF305F" wp14:editId="35AF7112">
                <wp:extent cx="850900" cy="574040"/>
                <wp:effectExtent l="0" t="0" r="6350" b="0"/>
                <wp:docPr id="107" name="Picture 107"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l_rgb_1700"/>
                        <pic:cNvPicPr>
                          <a:picLocks noChangeAspect="1" noChangeArrowheads="1"/>
                        </pic:cNvPicPr>
                      </pic:nvPicPr>
                      <pic:blipFill>
                        <a:blip r:embed="rId1">
                          <a:extLst>
                            <a:ext uri="{28A0092B-C50C-407E-A947-70E740481C1C}">
                              <a14:useLocalDpi xmlns:a14="http://schemas.microsoft.com/office/drawing/2010/main" val="0"/>
                            </a:ext>
                          </a:extLst>
                        </a:blip>
                        <a:srcRect l="13802" t="18047" r="13551" b="18378"/>
                        <a:stretch>
                          <a:fillRect/>
                        </a:stretch>
                      </pic:blipFill>
                      <pic:spPr bwMode="auto">
                        <a:xfrm>
                          <a:off x="0" y="0"/>
                          <a:ext cx="850900" cy="574040"/>
                        </a:xfrm>
                        <a:prstGeom prst="rect">
                          <a:avLst/>
                        </a:prstGeom>
                        <a:noFill/>
                        <a:ln>
                          <a:noFill/>
                        </a:ln>
                      </pic:spPr>
                    </pic:pic>
                  </a:graphicData>
                </a:graphic>
              </wp:inline>
            </w:drawing>
          </w:r>
        </w:p>
      </w:tc>
      <w:tc>
        <w:tcPr>
          <w:tcW w:w="8010" w:type="dxa"/>
          <w:shd w:val="clear" w:color="auto" w:fill="auto"/>
          <w:vAlign w:val="bottom"/>
        </w:tcPr>
        <w:p w:rsidR="0007338E" w:rsidRDefault="00584013" w:rsidP="00FA03D9">
          <w:pPr>
            <w:pStyle w:val="Header"/>
            <w:tabs>
              <w:tab w:val="clear" w:pos="9360"/>
            </w:tabs>
            <w:jc w:val="right"/>
          </w:pPr>
          <w:r>
            <w:fldChar w:fldCharType="begin"/>
          </w:r>
          <w:r>
            <w:instrText xml:space="preserve"> STYLEREF "Heading 1" \* MERGEFORMAT </w:instrText>
          </w:r>
          <w:r>
            <w:fldChar w:fldCharType="separate"/>
          </w:r>
          <w:r w:rsidR="003C628F">
            <w:rPr>
              <w:noProof/>
            </w:rPr>
            <w:t>Bluetooth Remote Wake Up (WoB)</w:t>
          </w:r>
          <w:r>
            <w:rPr>
              <w:noProof/>
            </w:rPr>
            <w:fldChar w:fldCharType="end"/>
          </w:r>
        </w:p>
      </w:tc>
    </w:tr>
  </w:tbl>
  <w:p w:rsidR="0007338E" w:rsidRPr="00C46088" w:rsidRDefault="0007338E" w:rsidP="00C460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71061"/>
    <w:multiLevelType w:val="hybridMultilevel"/>
    <w:tmpl w:val="0FA47B76"/>
    <w:lvl w:ilvl="0" w:tplc="D5166D26">
      <w:start w:val="1"/>
      <w:numFmt w:val="decimal"/>
      <w:lvlText w:val="%1."/>
      <w:lvlJc w:val="left"/>
      <w:pPr>
        <w:tabs>
          <w:tab w:val="num" w:pos="720"/>
        </w:tabs>
        <w:ind w:left="720" w:hanging="360"/>
      </w:pPr>
    </w:lvl>
    <w:lvl w:ilvl="1" w:tplc="B778EBC4" w:tentative="1">
      <w:start w:val="1"/>
      <w:numFmt w:val="decimal"/>
      <w:lvlText w:val="%2."/>
      <w:lvlJc w:val="left"/>
      <w:pPr>
        <w:tabs>
          <w:tab w:val="num" w:pos="1440"/>
        </w:tabs>
        <w:ind w:left="1440" w:hanging="360"/>
      </w:pPr>
    </w:lvl>
    <w:lvl w:ilvl="2" w:tplc="3E8AC8CC" w:tentative="1">
      <w:start w:val="1"/>
      <w:numFmt w:val="decimal"/>
      <w:lvlText w:val="%3."/>
      <w:lvlJc w:val="left"/>
      <w:pPr>
        <w:tabs>
          <w:tab w:val="num" w:pos="2160"/>
        </w:tabs>
        <w:ind w:left="2160" w:hanging="360"/>
      </w:pPr>
    </w:lvl>
    <w:lvl w:ilvl="3" w:tplc="B9522990" w:tentative="1">
      <w:start w:val="1"/>
      <w:numFmt w:val="decimal"/>
      <w:lvlText w:val="%4."/>
      <w:lvlJc w:val="left"/>
      <w:pPr>
        <w:tabs>
          <w:tab w:val="num" w:pos="2880"/>
        </w:tabs>
        <w:ind w:left="2880" w:hanging="360"/>
      </w:pPr>
    </w:lvl>
    <w:lvl w:ilvl="4" w:tplc="E8E06080" w:tentative="1">
      <w:start w:val="1"/>
      <w:numFmt w:val="decimal"/>
      <w:lvlText w:val="%5."/>
      <w:lvlJc w:val="left"/>
      <w:pPr>
        <w:tabs>
          <w:tab w:val="num" w:pos="3600"/>
        </w:tabs>
        <w:ind w:left="3600" w:hanging="360"/>
      </w:pPr>
    </w:lvl>
    <w:lvl w:ilvl="5" w:tplc="68A0455A" w:tentative="1">
      <w:start w:val="1"/>
      <w:numFmt w:val="decimal"/>
      <w:lvlText w:val="%6."/>
      <w:lvlJc w:val="left"/>
      <w:pPr>
        <w:tabs>
          <w:tab w:val="num" w:pos="4320"/>
        </w:tabs>
        <w:ind w:left="4320" w:hanging="360"/>
      </w:pPr>
    </w:lvl>
    <w:lvl w:ilvl="6" w:tplc="DBD6570E" w:tentative="1">
      <w:start w:val="1"/>
      <w:numFmt w:val="decimal"/>
      <w:lvlText w:val="%7."/>
      <w:lvlJc w:val="left"/>
      <w:pPr>
        <w:tabs>
          <w:tab w:val="num" w:pos="5040"/>
        </w:tabs>
        <w:ind w:left="5040" w:hanging="360"/>
      </w:pPr>
    </w:lvl>
    <w:lvl w:ilvl="7" w:tplc="1788250A" w:tentative="1">
      <w:start w:val="1"/>
      <w:numFmt w:val="decimal"/>
      <w:lvlText w:val="%8."/>
      <w:lvlJc w:val="left"/>
      <w:pPr>
        <w:tabs>
          <w:tab w:val="num" w:pos="5760"/>
        </w:tabs>
        <w:ind w:left="5760" w:hanging="360"/>
      </w:pPr>
    </w:lvl>
    <w:lvl w:ilvl="8" w:tplc="3DB230DE" w:tentative="1">
      <w:start w:val="1"/>
      <w:numFmt w:val="decimal"/>
      <w:lvlText w:val="%9."/>
      <w:lvlJc w:val="left"/>
      <w:pPr>
        <w:tabs>
          <w:tab w:val="num" w:pos="6480"/>
        </w:tabs>
        <w:ind w:left="6480" w:hanging="360"/>
      </w:pPr>
    </w:lvl>
  </w:abstractNum>
  <w:abstractNum w:abstractNumId="1" w15:restartNumberingAfterBreak="0">
    <w:nsid w:val="04514643"/>
    <w:multiLevelType w:val="hybridMultilevel"/>
    <w:tmpl w:val="7E16804A"/>
    <w:lvl w:ilvl="0" w:tplc="2B0A7464">
      <w:start w:val="1"/>
      <w:numFmt w:val="bullet"/>
      <w:lvlText w:val="•"/>
      <w:lvlJc w:val="left"/>
      <w:pPr>
        <w:tabs>
          <w:tab w:val="num" w:pos="720"/>
        </w:tabs>
        <w:ind w:left="720" w:hanging="360"/>
      </w:pPr>
      <w:rPr>
        <w:rFonts w:ascii="Arial" w:hAnsi="Arial" w:hint="default"/>
      </w:rPr>
    </w:lvl>
    <w:lvl w:ilvl="1" w:tplc="B7B41916" w:tentative="1">
      <w:start w:val="1"/>
      <w:numFmt w:val="bullet"/>
      <w:lvlText w:val="•"/>
      <w:lvlJc w:val="left"/>
      <w:pPr>
        <w:tabs>
          <w:tab w:val="num" w:pos="1440"/>
        </w:tabs>
        <w:ind w:left="1440" w:hanging="360"/>
      </w:pPr>
      <w:rPr>
        <w:rFonts w:ascii="Arial" w:hAnsi="Arial" w:hint="default"/>
      </w:rPr>
    </w:lvl>
    <w:lvl w:ilvl="2" w:tplc="A13E32EE" w:tentative="1">
      <w:start w:val="1"/>
      <w:numFmt w:val="bullet"/>
      <w:lvlText w:val="•"/>
      <w:lvlJc w:val="left"/>
      <w:pPr>
        <w:tabs>
          <w:tab w:val="num" w:pos="2160"/>
        </w:tabs>
        <w:ind w:left="2160" w:hanging="360"/>
      </w:pPr>
      <w:rPr>
        <w:rFonts w:ascii="Arial" w:hAnsi="Arial" w:hint="default"/>
      </w:rPr>
    </w:lvl>
    <w:lvl w:ilvl="3" w:tplc="2EAE2C24" w:tentative="1">
      <w:start w:val="1"/>
      <w:numFmt w:val="bullet"/>
      <w:lvlText w:val="•"/>
      <w:lvlJc w:val="left"/>
      <w:pPr>
        <w:tabs>
          <w:tab w:val="num" w:pos="2880"/>
        </w:tabs>
        <w:ind w:left="2880" w:hanging="360"/>
      </w:pPr>
      <w:rPr>
        <w:rFonts w:ascii="Arial" w:hAnsi="Arial" w:hint="default"/>
      </w:rPr>
    </w:lvl>
    <w:lvl w:ilvl="4" w:tplc="A6C0BD06" w:tentative="1">
      <w:start w:val="1"/>
      <w:numFmt w:val="bullet"/>
      <w:lvlText w:val="•"/>
      <w:lvlJc w:val="left"/>
      <w:pPr>
        <w:tabs>
          <w:tab w:val="num" w:pos="3600"/>
        </w:tabs>
        <w:ind w:left="3600" w:hanging="360"/>
      </w:pPr>
      <w:rPr>
        <w:rFonts w:ascii="Arial" w:hAnsi="Arial" w:hint="default"/>
      </w:rPr>
    </w:lvl>
    <w:lvl w:ilvl="5" w:tplc="4AA297BA" w:tentative="1">
      <w:start w:val="1"/>
      <w:numFmt w:val="bullet"/>
      <w:lvlText w:val="•"/>
      <w:lvlJc w:val="left"/>
      <w:pPr>
        <w:tabs>
          <w:tab w:val="num" w:pos="4320"/>
        </w:tabs>
        <w:ind w:left="4320" w:hanging="360"/>
      </w:pPr>
      <w:rPr>
        <w:rFonts w:ascii="Arial" w:hAnsi="Arial" w:hint="default"/>
      </w:rPr>
    </w:lvl>
    <w:lvl w:ilvl="6" w:tplc="261C8ADE" w:tentative="1">
      <w:start w:val="1"/>
      <w:numFmt w:val="bullet"/>
      <w:lvlText w:val="•"/>
      <w:lvlJc w:val="left"/>
      <w:pPr>
        <w:tabs>
          <w:tab w:val="num" w:pos="5040"/>
        </w:tabs>
        <w:ind w:left="5040" w:hanging="360"/>
      </w:pPr>
      <w:rPr>
        <w:rFonts w:ascii="Arial" w:hAnsi="Arial" w:hint="default"/>
      </w:rPr>
    </w:lvl>
    <w:lvl w:ilvl="7" w:tplc="EB86F786" w:tentative="1">
      <w:start w:val="1"/>
      <w:numFmt w:val="bullet"/>
      <w:lvlText w:val="•"/>
      <w:lvlJc w:val="left"/>
      <w:pPr>
        <w:tabs>
          <w:tab w:val="num" w:pos="5760"/>
        </w:tabs>
        <w:ind w:left="5760" w:hanging="360"/>
      </w:pPr>
      <w:rPr>
        <w:rFonts w:ascii="Arial" w:hAnsi="Arial" w:hint="default"/>
      </w:rPr>
    </w:lvl>
    <w:lvl w:ilvl="8" w:tplc="7B04AC5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6E07264"/>
    <w:multiLevelType w:val="multilevel"/>
    <w:tmpl w:val="1FCA070C"/>
    <w:styleLink w:val="Nums"/>
    <w:lvl w:ilvl="0">
      <w:start w:val="1"/>
      <w:numFmt w:val="decimal"/>
      <w:lvlText w:val="%1."/>
      <w:lvlJc w:val="left"/>
      <w:pPr>
        <w:ind w:left="360" w:hanging="173"/>
      </w:pPr>
      <w:rPr>
        <w:rFonts w:hint="default"/>
      </w:rPr>
    </w:lvl>
    <w:lvl w:ilvl="1">
      <w:start w:val="1"/>
      <w:numFmt w:val="lowerLetter"/>
      <w:lvlText w:val="%2."/>
      <w:lvlJc w:val="left"/>
      <w:pPr>
        <w:ind w:left="360" w:firstLine="187"/>
      </w:pPr>
      <w:rPr>
        <w:rFonts w:hint="default"/>
      </w:rPr>
    </w:lvl>
    <w:lvl w:ilvl="2">
      <w:start w:val="1"/>
      <w:numFmt w:val="lowerRoman"/>
      <w:lvlText w:val="%3."/>
      <w:lvlJc w:val="left"/>
      <w:pPr>
        <w:ind w:left="360" w:firstLine="54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255B97"/>
    <w:multiLevelType w:val="hybridMultilevel"/>
    <w:tmpl w:val="D45E99DE"/>
    <w:lvl w:ilvl="0" w:tplc="85AECCA4">
      <w:start w:val="1"/>
      <w:numFmt w:val="bullet"/>
      <w:lvlText w:val="•"/>
      <w:lvlJc w:val="left"/>
      <w:pPr>
        <w:tabs>
          <w:tab w:val="num" w:pos="720"/>
        </w:tabs>
        <w:ind w:left="720" w:hanging="360"/>
      </w:pPr>
      <w:rPr>
        <w:rFonts w:ascii="Arial" w:hAnsi="Arial" w:hint="default"/>
      </w:rPr>
    </w:lvl>
    <w:lvl w:ilvl="1" w:tplc="2F0C4388">
      <w:start w:val="1"/>
      <w:numFmt w:val="bullet"/>
      <w:lvlText w:val="•"/>
      <w:lvlJc w:val="left"/>
      <w:pPr>
        <w:tabs>
          <w:tab w:val="num" w:pos="1440"/>
        </w:tabs>
        <w:ind w:left="1440" w:hanging="360"/>
      </w:pPr>
      <w:rPr>
        <w:rFonts w:ascii="Arial" w:hAnsi="Arial" w:hint="default"/>
      </w:rPr>
    </w:lvl>
    <w:lvl w:ilvl="2" w:tplc="31F8857C" w:tentative="1">
      <w:start w:val="1"/>
      <w:numFmt w:val="bullet"/>
      <w:lvlText w:val="•"/>
      <w:lvlJc w:val="left"/>
      <w:pPr>
        <w:tabs>
          <w:tab w:val="num" w:pos="2160"/>
        </w:tabs>
        <w:ind w:left="2160" w:hanging="360"/>
      </w:pPr>
      <w:rPr>
        <w:rFonts w:ascii="Arial" w:hAnsi="Arial" w:hint="default"/>
      </w:rPr>
    </w:lvl>
    <w:lvl w:ilvl="3" w:tplc="44F871E6" w:tentative="1">
      <w:start w:val="1"/>
      <w:numFmt w:val="bullet"/>
      <w:lvlText w:val="•"/>
      <w:lvlJc w:val="left"/>
      <w:pPr>
        <w:tabs>
          <w:tab w:val="num" w:pos="2880"/>
        </w:tabs>
        <w:ind w:left="2880" w:hanging="360"/>
      </w:pPr>
      <w:rPr>
        <w:rFonts w:ascii="Arial" w:hAnsi="Arial" w:hint="default"/>
      </w:rPr>
    </w:lvl>
    <w:lvl w:ilvl="4" w:tplc="F85C81EC" w:tentative="1">
      <w:start w:val="1"/>
      <w:numFmt w:val="bullet"/>
      <w:lvlText w:val="•"/>
      <w:lvlJc w:val="left"/>
      <w:pPr>
        <w:tabs>
          <w:tab w:val="num" w:pos="3600"/>
        </w:tabs>
        <w:ind w:left="3600" w:hanging="360"/>
      </w:pPr>
      <w:rPr>
        <w:rFonts w:ascii="Arial" w:hAnsi="Arial" w:hint="default"/>
      </w:rPr>
    </w:lvl>
    <w:lvl w:ilvl="5" w:tplc="A5403962" w:tentative="1">
      <w:start w:val="1"/>
      <w:numFmt w:val="bullet"/>
      <w:lvlText w:val="•"/>
      <w:lvlJc w:val="left"/>
      <w:pPr>
        <w:tabs>
          <w:tab w:val="num" w:pos="4320"/>
        </w:tabs>
        <w:ind w:left="4320" w:hanging="360"/>
      </w:pPr>
      <w:rPr>
        <w:rFonts w:ascii="Arial" w:hAnsi="Arial" w:hint="default"/>
      </w:rPr>
    </w:lvl>
    <w:lvl w:ilvl="6" w:tplc="F25AFFE6" w:tentative="1">
      <w:start w:val="1"/>
      <w:numFmt w:val="bullet"/>
      <w:lvlText w:val="•"/>
      <w:lvlJc w:val="left"/>
      <w:pPr>
        <w:tabs>
          <w:tab w:val="num" w:pos="5040"/>
        </w:tabs>
        <w:ind w:left="5040" w:hanging="360"/>
      </w:pPr>
      <w:rPr>
        <w:rFonts w:ascii="Arial" w:hAnsi="Arial" w:hint="default"/>
      </w:rPr>
    </w:lvl>
    <w:lvl w:ilvl="7" w:tplc="AC1ACBB8" w:tentative="1">
      <w:start w:val="1"/>
      <w:numFmt w:val="bullet"/>
      <w:lvlText w:val="•"/>
      <w:lvlJc w:val="left"/>
      <w:pPr>
        <w:tabs>
          <w:tab w:val="num" w:pos="5760"/>
        </w:tabs>
        <w:ind w:left="5760" w:hanging="360"/>
      </w:pPr>
      <w:rPr>
        <w:rFonts w:ascii="Arial" w:hAnsi="Arial" w:hint="default"/>
      </w:rPr>
    </w:lvl>
    <w:lvl w:ilvl="8" w:tplc="E142430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7554F4B"/>
    <w:multiLevelType w:val="hybridMultilevel"/>
    <w:tmpl w:val="4EB863DA"/>
    <w:lvl w:ilvl="0" w:tplc="2F8C99FC">
      <w:start w:val="1"/>
      <w:numFmt w:val="bullet"/>
      <w:lvlText w:val="•"/>
      <w:lvlJc w:val="left"/>
      <w:pPr>
        <w:tabs>
          <w:tab w:val="num" w:pos="720"/>
        </w:tabs>
        <w:ind w:left="720" w:hanging="360"/>
      </w:pPr>
      <w:rPr>
        <w:rFonts w:ascii="Arial" w:hAnsi="Arial" w:hint="default"/>
      </w:rPr>
    </w:lvl>
    <w:lvl w:ilvl="1" w:tplc="E5DE0910" w:tentative="1">
      <w:start w:val="1"/>
      <w:numFmt w:val="bullet"/>
      <w:lvlText w:val="•"/>
      <w:lvlJc w:val="left"/>
      <w:pPr>
        <w:tabs>
          <w:tab w:val="num" w:pos="1440"/>
        </w:tabs>
        <w:ind w:left="1440" w:hanging="360"/>
      </w:pPr>
      <w:rPr>
        <w:rFonts w:ascii="Arial" w:hAnsi="Arial" w:hint="default"/>
      </w:rPr>
    </w:lvl>
    <w:lvl w:ilvl="2" w:tplc="11042260" w:tentative="1">
      <w:start w:val="1"/>
      <w:numFmt w:val="bullet"/>
      <w:lvlText w:val="•"/>
      <w:lvlJc w:val="left"/>
      <w:pPr>
        <w:tabs>
          <w:tab w:val="num" w:pos="2160"/>
        </w:tabs>
        <w:ind w:left="2160" w:hanging="360"/>
      </w:pPr>
      <w:rPr>
        <w:rFonts w:ascii="Arial" w:hAnsi="Arial" w:hint="default"/>
      </w:rPr>
    </w:lvl>
    <w:lvl w:ilvl="3" w:tplc="1DDA8F1E" w:tentative="1">
      <w:start w:val="1"/>
      <w:numFmt w:val="bullet"/>
      <w:lvlText w:val="•"/>
      <w:lvlJc w:val="left"/>
      <w:pPr>
        <w:tabs>
          <w:tab w:val="num" w:pos="2880"/>
        </w:tabs>
        <w:ind w:left="2880" w:hanging="360"/>
      </w:pPr>
      <w:rPr>
        <w:rFonts w:ascii="Arial" w:hAnsi="Arial" w:hint="default"/>
      </w:rPr>
    </w:lvl>
    <w:lvl w:ilvl="4" w:tplc="F66ADEC6" w:tentative="1">
      <w:start w:val="1"/>
      <w:numFmt w:val="bullet"/>
      <w:lvlText w:val="•"/>
      <w:lvlJc w:val="left"/>
      <w:pPr>
        <w:tabs>
          <w:tab w:val="num" w:pos="3600"/>
        </w:tabs>
        <w:ind w:left="3600" w:hanging="360"/>
      </w:pPr>
      <w:rPr>
        <w:rFonts w:ascii="Arial" w:hAnsi="Arial" w:hint="default"/>
      </w:rPr>
    </w:lvl>
    <w:lvl w:ilvl="5" w:tplc="0ACCAB76" w:tentative="1">
      <w:start w:val="1"/>
      <w:numFmt w:val="bullet"/>
      <w:lvlText w:val="•"/>
      <w:lvlJc w:val="left"/>
      <w:pPr>
        <w:tabs>
          <w:tab w:val="num" w:pos="4320"/>
        </w:tabs>
        <w:ind w:left="4320" w:hanging="360"/>
      </w:pPr>
      <w:rPr>
        <w:rFonts w:ascii="Arial" w:hAnsi="Arial" w:hint="default"/>
      </w:rPr>
    </w:lvl>
    <w:lvl w:ilvl="6" w:tplc="721ADBA6" w:tentative="1">
      <w:start w:val="1"/>
      <w:numFmt w:val="bullet"/>
      <w:lvlText w:val="•"/>
      <w:lvlJc w:val="left"/>
      <w:pPr>
        <w:tabs>
          <w:tab w:val="num" w:pos="5040"/>
        </w:tabs>
        <w:ind w:left="5040" w:hanging="360"/>
      </w:pPr>
      <w:rPr>
        <w:rFonts w:ascii="Arial" w:hAnsi="Arial" w:hint="default"/>
      </w:rPr>
    </w:lvl>
    <w:lvl w:ilvl="7" w:tplc="14426B7C" w:tentative="1">
      <w:start w:val="1"/>
      <w:numFmt w:val="bullet"/>
      <w:lvlText w:val="•"/>
      <w:lvlJc w:val="left"/>
      <w:pPr>
        <w:tabs>
          <w:tab w:val="num" w:pos="5760"/>
        </w:tabs>
        <w:ind w:left="5760" w:hanging="360"/>
      </w:pPr>
      <w:rPr>
        <w:rFonts w:ascii="Arial" w:hAnsi="Arial" w:hint="default"/>
      </w:rPr>
    </w:lvl>
    <w:lvl w:ilvl="8" w:tplc="F9D4BDC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9DE008A"/>
    <w:multiLevelType w:val="singleLevel"/>
    <w:tmpl w:val="16226E38"/>
    <w:lvl w:ilvl="0">
      <w:start w:val="1"/>
      <w:numFmt w:val="upperLetter"/>
      <w:pStyle w:val="Heading9"/>
      <w:lvlText w:val="%1."/>
      <w:lvlJc w:val="left"/>
      <w:pPr>
        <w:tabs>
          <w:tab w:val="num" w:pos="1440"/>
        </w:tabs>
        <w:ind w:left="1440" w:hanging="360"/>
      </w:pPr>
      <w:rPr>
        <w:rFonts w:cs="Times New Roman"/>
      </w:rPr>
    </w:lvl>
  </w:abstractNum>
  <w:abstractNum w:abstractNumId="6" w15:restartNumberingAfterBreak="0">
    <w:nsid w:val="1C7858F4"/>
    <w:multiLevelType w:val="hybridMultilevel"/>
    <w:tmpl w:val="B046EDDC"/>
    <w:lvl w:ilvl="0" w:tplc="CB8E93EA">
      <w:start w:val="1"/>
      <w:numFmt w:val="bullet"/>
      <w:lvlText w:val="•"/>
      <w:lvlJc w:val="left"/>
      <w:pPr>
        <w:tabs>
          <w:tab w:val="num" w:pos="720"/>
        </w:tabs>
        <w:ind w:left="720" w:hanging="360"/>
      </w:pPr>
      <w:rPr>
        <w:rFonts w:ascii="Arial" w:hAnsi="Arial" w:hint="default"/>
      </w:rPr>
    </w:lvl>
    <w:lvl w:ilvl="1" w:tplc="DD64CCDC" w:tentative="1">
      <w:start w:val="1"/>
      <w:numFmt w:val="bullet"/>
      <w:lvlText w:val="•"/>
      <w:lvlJc w:val="left"/>
      <w:pPr>
        <w:tabs>
          <w:tab w:val="num" w:pos="1440"/>
        </w:tabs>
        <w:ind w:left="1440" w:hanging="360"/>
      </w:pPr>
      <w:rPr>
        <w:rFonts w:ascii="Arial" w:hAnsi="Arial" w:hint="default"/>
      </w:rPr>
    </w:lvl>
    <w:lvl w:ilvl="2" w:tplc="918C2738" w:tentative="1">
      <w:start w:val="1"/>
      <w:numFmt w:val="bullet"/>
      <w:lvlText w:val="•"/>
      <w:lvlJc w:val="left"/>
      <w:pPr>
        <w:tabs>
          <w:tab w:val="num" w:pos="2160"/>
        </w:tabs>
        <w:ind w:left="2160" w:hanging="360"/>
      </w:pPr>
      <w:rPr>
        <w:rFonts w:ascii="Arial" w:hAnsi="Arial" w:hint="default"/>
      </w:rPr>
    </w:lvl>
    <w:lvl w:ilvl="3" w:tplc="10748658" w:tentative="1">
      <w:start w:val="1"/>
      <w:numFmt w:val="bullet"/>
      <w:lvlText w:val="•"/>
      <w:lvlJc w:val="left"/>
      <w:pPr>
        <w:tabs>
          <w:tab w:val="num" w:pos="2880"/>
        </w:tabs>
        <w:ind w:left="2880" w:hanging="360"/>
      </w:pPr>
      <w:rPr>
        <w:rFonts w:ascii="Arial" w:hAnsi="Arial" w:hint="default"/>
      </w:rPr>
    </w:lvl>
    <w:lvl w:ilvl="4" w:tplc="5978B9D6" w:tentative="1">
      <w:start w:val="1"/>
      <w:numFmt w:val="bullet"/>
      <w:lvlText w:val="•"/>
      <w:lvlJc w:val="left"/>
      <w:pPr>
        <w:tabs>
          <w:tab w:val="num" w:pos="3600"/>
        </w:tabs>
        <w:ind w:left="3600" w:hanging="360"/>
      </w:pPr>
      <w:rPr>
        <w:rFonts w:ascii="Arial" w:hAnsi="Arial" w:hint="default"/>
      </w:rPr>
    </w:lvl>
    <w:lvl w:ilvl="5" w:tplc="EBC45DF4" w:tentative="1">
      <w:start w:val="1"/>
      <w:numFmt w:val="bullet"/>
      <w:lvlText w:val="•"/>
      <w:lvlJc w:val="left"/>
      <w:pPr>
        <w:tabs>
          <w:tab w:val="num" w:pos="4320"/>
        </w:tabs>
        <w:ind w:left="4320" w:hanging="360"/>
      </w:pPr>
      <w:rPr>
        <w:rFonts w:ascii="Arial" w:hAnsi="Arial" w:hint="default"/>
      </w:rPr>
    </w:lvl>
    <w:lvl w:ilvl="6" w:tplc="F3D496A0" w:tentative="1">
      <w:start w:val="1"/>
      <w:numFmt w:val="bullet"/>
      <w:lvlText w:val="•"/>
      <w:lvlJc w:val="left"/>
      <w:pPr>
        <w:tabs>
          <w:tab w:val="num" w:pos="5040"/>
        </w:tabs>
        <w:ind w:left="5040" w:hanging="360"/>
      </w:pPr>
      <w:rPr>
        <w:rFonts w:ascii="Arial" w:hAnsi="Arial" w:hint="default"/>
      </w:rPr>
    </w:lvl>
    <w:lvl w:ilvl="7" w:tplc="2034F414" w:tentative="1">
      <w:start w:val="1"/>
      <w:numFmt w:val="bullet"/>
      <w:lvlText w:val="•"/>
      <w:lvlJc w:val="left"/>
      <w:pPr>
        <w:tabs>
          <w:tab w:val="num" w:pos="5760"/>
        </w:tabs>
        <w:ind w:left="5760" w:hanging="360"/>
      </w:pPr>
      <w:rPr>
        <w:rFonts w:ascii="Arial" w:hAnsi="Arial" w:hint="default"/>
      </w:rPr>
    </w:lvl>
    <w:lvl w:ilvl="8" w:tplc="3548515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2959E4"/>
    <w:multiLevelType w:val="hybridMultilevel"/>
    <w:tmpl w:val="A37084A2"/>
    <w:lvl w:ilvl="0" w:tplc="E168EF8E">
      <w:start w:val="1"/>
      <w:numFmt w:val="bullet"/>
      <w:lvlText w:val="•"/>
      <w:lvlJc w:val="left"/>
      <w:pPr>
        <w:tabs>
          <w:tab w:val="num" w:pos="720"/>
        </w:tabs>
        <w:ind w:left="720" w:hanging="360"/>
      </w:pPr>
      <w:rPr>
        <w:rFonts w:ascii="Arial" w:hAnsi="Arial" w:hint="default"/>
      </w:rPr>
    </w:lvl>
    <w:lvl w:ilvl="1" w:tplc="99B06002" w:tentative="1">
      <w:start w:val="1"/>
      <w:numFmt w:val="bullet"/>
      <w:lvlText w:val="•"/>
      <w:lvlJc w:val="left"/>
      <w:pPr>
        <w:tabs>
          <w:tab w:val="num" w:pos="1440"/>
        </w:tabs>
        <w:ind w:left="1440" w:hanging="360"/>
      </w:pPr>
      <w:rPr>
        <w:rFonts w:ascii="Arial" w:hAnsi="Arial" w:hint="default"/>
      </w:rPr>
    </w:lvl>
    <w:lvl w:ilvl="2" w:tplc="AD5660B2" w:tentative="1">
      <w:start w:val="1"/>
      <w:numFmt w:val="bullet"/>
      <w:lvlText w:val="•"/>
      <w:lvlJc w:val="left"/>
      <w:pPr>
        <w:tabs>
          <w:tab w:val="num" w:pos="2160"/>
        </w:tabs>
        <w:ind w:left="2160" w:hanging="360"/>
      </w:pPr>
      <w:rPr>
        <w:rFonts w:ascii="Arial" w:hAnsi="Arial" w:hint="default"/>
      </w:rPr>
    </w:lvl>
    <w:lvl w:ilvl="3" w:tplc="F78C4B36" w:tentative="1">
      <w:start w:val="1"/>
      <w:numFmt w:val="bullet"/>
      <w:lvlText w:val="•"/>
      <w:lvlJc w:val="left"/>
      <w:pPr>
        <w:tabs>
          <w:tab w:val="num" w:pos="2880"/>
        </w:tabs>
        <w:ind w:left="2880" w:hanging="360"/>
      </w:pPr>
      <w:rPr>
        <w:rFonts w:ascii="Arial" w:hAnsi="Arial" w:hint="default"/>
      </w:rPr>
    </w:lvl>
    <w:lvl w:ilvl="4" w:tplc="C7D83B7C" w:tentative="1">
      <w:start w:val="1"/>
      <w:numFmt w:val="bullet"/>
      <w:lvlText w:val="•"/>
      <w:lvlJc w:val="left"/>
      <w:pPr>
        <w:tabs>
          <w:tab w:val="num" w:pos="3600"/>
        </w:tabs>
        <w:ind w:left="3600" w:hanging="360"/>
      </w:pPr>
      <w:rPr>
        <w:rFonts w:ascii="Arial" w:hAnsi="Arial" w:hint="default"/>
      </w:rPr>
    </w:lvl>
    <w:lvl w:ilvl="5" w:tplc="83FE2976" w:tentative="1">
      <w:start w:val="1"/>
      <w:numFmt w:val="bullet"/>
      <w:lvlText w:val="•"/>
      <w:lvlJc w:val="left"/>
      <w:pPr>
        <w:tabs>
          <w:tab w:val="num" w:pos="4320"/>
        </w:tabs>
        <w:ind w:left="4320" w:hanging="360"/>
      </w:pPr>
      <w:rPr>
        <w:rFonts w:ascii="Arial" w:hAnsi="Arial" w:hint="default"/>
      </w:rPr>
    </w:lvl>
    <w:lvl w:ilvl="6" w:tplc="E07A65AC" w:tentative="1">
      <w:start w:val="1"/>
      <w:numFmt w:val="bullet"/>
      <w:lvlText w:val="•"/>
      <w:lvlJc w:val="left"/>
      <w:pPr>
        <w:tabs>
          <w:tab w:val="num" w:pos="5040"/>
        </w:tabs>
        <w:ind w:left="5040" w:hanging="360"/>
      </w:pPr>
      <w:rPr>
        <w:rFonts w:ascii="Arial" w:hAnsi="Arial" w:hint="default"/>
      </w:rPr>
    </w:lvl>
    <w:lvl w:ilvl="7" w:tplc="0BC62900" w:tentative="1">
      <w:start w:val="1"/>
      <w:numFmt w:val="bullet"/>
      <w:lvlText w:val="•"/>
      <w:lvlJc w:val="left"/>
      <w:pPr>
        <w:tabs>
          <w:tab w:val="num" w:pos="5760"/>
        </w:tabs>
        <w:ind w:left="5760" w:hanging="360"/>
      </w:pPr>
      <w:rPr>
        <w:rFonts w:ascii="Arial" w:hAnsi="Arial" w:hint="default"/>
      </w:rPr>
    </w:lvl>
    <w:lvl w:ilvl="8" w:tplc="395A9C9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D45CF3"/>
    <w:multiLevelType w:val="hybridMultilevel"/>
    <w:tmpl w:val="5A5264EE"/>
    <w:lvl w:ilvl="0" w:tplc="8C5AE212">
      <w:start w:val="1"/>
      <w:numFmt w:val="decimal"/>
      <w:lvlText w:val="%1."/>
      <w:lvlJc w:val="left"/>
      <w:pPr>
        <w:tabs>
          <w:tab w:val="num" w:pos="720"/>
        </w:tabs>
        <w:ind w:left="720" w:hanging="360"/>
      </w:pPr>
    </w:lvl>
    <w:lvl w:ilvl="1" w:tplc="61021E42" w:tentative="1">
      <w:start w:val="1"/>
      <w:numFmt w:val="decimal"/>
      <w:lvlText w:val="%2."/>
      <w:lvlJc w:val="left"/>
      <w:pPr>
        <w:tabs>
          <w:tab w:val="num" w:pos="1440"/>
        </w:tabs>
        <w:ind w:left="1440" w:hanging="360"/>
      </w:pPr>
    </w:lvl>
    <w:lvl w:ilvl="2" w:tplc="21F29D08" w:tentative="1">
      <w:start w:val="1"/>
      <w:numFmt w:val="decimal"/>
      <w:lvlText w:val="%3."/>
      <w:lvlJc w:val="left"/>
      <w:pPr>
        <w:tabs>
          <w:tab w:val="num" w:pos="2160"/>
        </w:tabs>
        <w:ind w:left="2160" w:hanging="360"/>
      </w:pPr>
    </w:lvl>
    <w:lvl w:ilvl="3" w:tplc="BA5834DC" w:tentative="1">
      <w:start w:val="1"/>
      <w:numFmt w:val="decimal"/>
      <w:lvlText w:val="%4."/>
      <w:lvlJc w:val="left"/>
      <w:pPr>
        <w:tabs>
          <w:tab w:val="num" w:pos="2880"/>
        </w:tabs>
        <w:ind w:left="2880" w:hanging="360"/>
      </w:pPr>
    </w:lvl>
    <w:lvl w:ilvl="4" w:tplc="2F2859E2" w:tentative="1">
      <w:start w:val="1"/>
      <w:numFmt w:val="decimal"/>
      <w:lvlText w:val="%5."/>
      <w:lvlJc w:val="left"/>
      <w:pPr>
        <w:tabs>
          <w:tab w:val="num" w:pos="3600"/>
        </w:tabs>
        <w:ind w:left="3600" w:hanging="360"/>
      </w:pPr>
    </w:lvl>
    <w:lvl w:ilvl="5" w:tplc="A9B2A6A8" w:tentative="1">
      <w:start w:val="1"/>
      <w:numFmt w:val="decimal"/>
      <w:lvlText w:val="%6."/>
      <w:lvlJc w:val="left"/>
      <w:pPr>
        <w:tabs>
          <w:tab w:val="num" w:pos="4320"/>
        </w:tabs>
        <w:ind w:left="4320" w:hanging="360"/>
      </w:pPr>
    </w:lvl>
    <w:lvl w:ilvl="6" w:tplc="FEC0C28C" w:tentative="1">
      <w:start w:val="1"/>
      <w:numFmt w:val="decimal"/>
      <w:lvlText w:val="%7."/>
      <w:lvlJc w:val="left"/>
      <w:pPr>
        <w:tabs>
          <w:tab w:val="num" w:pos="5040"/>
        </w:tabs>
        <w:ind w:left="5040" w:hanging="360"/>
      </w:pPr>
    </w:lvl>
    <w:lvl w:ilvl="7" w:tplc="10F02384" w:tentative="1">
      <w:start w:val="1"/>
      <w:numFmt w:val="decimal"/>
      <w:lvlText w:val="%8."/>
      <w:lvlJc w:val="left"/>
      <w:pPr>
        <w:tabs>
          <w:tab w:val="num" w:pos="5760"/>
        </w:tabs>
        <w:ind w:left="5760" w:hanging="360"/>
      </w:pPr>
    </w:lvl>
    <w:lvl w:ilvl="8" w:tplc="CED439AC" w:tentative="1">
      <w:start w:val="1"/>
      <w:numFmt w:val="decimal"/>
      <w:lvlText w:val="%9."/>
      <w:lvlJc w:val="left"/>
      <w:pPr>
        <w:tabs>
          <w:tab w:val="num" w:pos="6480"/>
        </w:tabs>
        <w:ind w:left="6480" w:hanging="360"/>
      </w:pPr>
    </w:lvl>
  </w:abstractNum>
  <w:abstractNum w:abstractNumId="9" w15:restartNumberingAfterBreak="0">
    <w:nsid w:val="1F3B530F"/>
    <w:multiLevelType w:val="hybridMultilevel"/>
    <w:tmpl w:val="5D7A8ADA"/>
    <w:lvl w:ilvl="0" w:tplc="92A07910">
      <w:start w:val="1"/>
      <w:numFmt w:val="lowerRoman"/>
      <w:lvlText w:val="%1."/>
      <w:lvlJc w:val="righ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2530EC"/>
    <w:multiLevelType w:val="multilevel"/>
    <w:tmpl w:val="C4C40B24"/>
    <w:styleLink w:val="Bullets"/>
    <w:lvl w:ilvl="0">
      <w:start w:val="1"/>
      <w:numFmt w:val="bullet"/>
      <w:lvlText w:val=""/>
      <w:lvlJc w:val="left"/>
      <w:pPr>
        <w:ind w:left="547" w:hanging="360"/>
      </w:pPr>
      <w:rPr>
        <w:rFonts w:ascii="Symbol" w:hAnsi="Symbol" w:hint="default"/>
      </w:rPr>
    </w:lvl>
    <w:lvl w:ilvl="1">
      <w:start w:val="1"/>
      <w:numFmt w:val="bullet"/>
      <w:lvlText w:val="–"/>
      <w:lvlJc w:val="left"/>
      <w:pPr>
        <w:ind w:left="907" w:hanging="360"/>
      </w:pPr>
      <w:rPr>
        <w:rFonts w:ascii="Times New Roman" w:hAnsi="Times New Roman" w:cs="Times New Roman" w:hint="default"/>
      </w:rPr>
    </w:lvl>
    <w:lvl w:ilvl="2">
      <w:start w:val="1"/>
      <w:numFmt w:val="bullet"/>
      <w:lvlText w:val=""/>
      <w:lvlJc w:val="left"/>
      <w:pPr>
        <w:ind w:left="1267" w:hanging="360"/>
      </w:pPr>
      <w:rPr>
        <w:rFonts w:ascii="Wingdings" w:hAnsi="Wingdings" w:hint="default"/>
      </w:rPr>
    </w:lvl>
    <w:lvl w:ilvl="3">
      <w:start w:val="1"/>
      <w:numFmt w:val="bullet"/>
      <w:lvlText w:val=""/>
      <w:lvlJc w:val="left"/>
      <w:pPr>
        <w:ind w:left="4147" w:hanging="360"/>
      </w:pPr>
      <w:rPr>
        <w:rFonts w:ascii="Symbol" w:hAnsi="Symbol" w:hint="default"/>
      </w:rPr>
    </w:lvl>
    <w:lvl w:ilvl="4">
      <w:start w:val="1"/>
      <w:numFmt w:val="bullet"/>
      <w:lvlText w:val="o"/>
      <w:lvlJc w:val="left"/>
      <w:pPr>
        <w:ind w:left="4867" w:hanging="360"/>
      </w:pPr>
      <w:rPr>
        <w:rFonts w:ascii="Courier New" w:hAnsi="Courier New" w:cs="Courier New" w:hint="default"/>
      </w:rPr>
    </w:lvl>
    <w:lvl w:ilvl="5">
      <w:start w:val="1"/>
      <w:numFmt w:val="bullet"/>
      <w:lvlText w:val=""/>
      <w:lvlJc w:val="left"/>
      <w:pPr>
        <w:ind w:left="5587" w:hanging="360"/>
      </w:pPr>
      <w:rPr>
        <w:rFonts w:ascii="Wingdings" w:hAnsi="Wingdings" w:hint="default"/>
      </w:rPr>
    </w:lvl>
    <w:lvl w:ilvl="6">
      <w:start w:val="1"/>
      <w:numFmt w:val="bullet"/>
      <w:lvlText w:val=""/>
      <w:lvlJc w:val="left"/>
      <w:pPr>
        <w:ind w:left="6307" w:hanging="360"/>
      </w:pPr>
      <w:rPr>
        <w:rFonts w:ascii="Symbol" w:hAnsi="Symbol" w:hint="default"/>
      </w:rPr>
    </w:lvl>
    <w:lvl w:ilvl="7">
      <w:start w:val="1"/>
      <w:numFmt w:val="bullet"/>
      <w:lvlText w:val="o"/>
      <w:lvlJc w:val="left"/>
      <w:pPr>
        <w:ind w:left="7027" w:hanging="360"/>
      </w:pPr>
      <w:rPr>
        <w:rFonts w:ascii="Courier New" w:hAnsi="Courier New" w:cs="Courier New" w:hint="default"/>
      </w:rPr>
    </w:lvl>
    <w:lvl w:ilvl="8">
      <w:start w:val="1"/>
      <w:numFmt w:val="bullet"/>
      <w:lvlText w:val=""/>
      <w:lvlJc w:val="left"/>
      <w:pPr>
        <w:ind w:left="7747" w:hanging="360"/>
      </w:pPr>
      <w:rPr>
        <w:rFonts w:ascii="Wingdings" w:hAnsi="Wingdings" w:hint="default"/>
      </w:rPr>
    </w:lvl>
  </w:abstractNum>
  <w:abstractNum w:abstractNumId="11"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cs="Times New Roman" w:hint="default"/>
        <w:b/>
        <w:i w:val="0"/>
        <w:caps/>
        <w:sz w:val="16"/>
      </w:rPr>
    </w:lvl>
    <w:lvl w:ilvl="1">
      <w:start w:val="1"/>
      <w:numFmt w:val="decimal"/>
      <w:lvlText w:val="%2."/>
      <w:lvlJc w:val="left"/>
      <w:pPr>
        <w:tabs>
          <w:tab w:val="num" w:pos="792"/>
        </w:tabs>
        <w:ind w:left="792" w:hanging="432"/>
      </w:pPr>
      <w:rPr>
        <w:rFonts w:ascii="Helvetica" w:hAnsi="Helvetica" w:cs="Times New Roman" w:hint="default"/>
        <w:sz w:val="16"/>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7B61997"/>
    <w:multiLevelType w:val="multilevel"/>
    <w:tmpl w:val="1FCA070C"/>
    <w:lvl w:ilvl="0">
      <w:start w:val="1"/>
      <w:numFmt w:val="decimal"/>
      <w:lvlText w:val="%1."/>
      <w:lvlJc w:val="left"/>
      <w:pPr>
        <w:ind w:left="360" w:hanging="173"/>
      </w:pPr>
      <w:rPr>
        <w:rFonts w:hint="default"/>
      </w:rPr>
    </w:lvl>
    <w:lvl w:ilvl="1">
      <w:start w:val="1"/>
      <w:numFmt w:val="lowerLetter"/>
      <w:lvlText w:val="%2."/>
      <w:lvlJc w:val="left"/>
      <w:pPr>
        <w:ind w:left="360" w:firstLine="187"/>
      </w:pPr>
      <w:rPr>
        <w:rFonts w:hint="default"/>
      </w:rPr>
    </w:lvl>
    <w:lvl w:ilvl="2">
      <w:start w:val="1"/>
      <w:numFmt w:val="lowerRoman"/>
      <w:lvlText w:val="%3."/>
      <w:lvlJc w:val="left"/>
      <w:pPr>
        <w:ind w:left="360" w:firstLine="54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FC43C06"/>
    <w:multiLevelType w:val="multilevel"/>
    <w:tmpl w:val="C0EA5F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E5234C"/>
    <w:multiLevelType w:val="hybridMultilevel"/>
    <w:tmpl w:val="0F26869E"/>
    <w:lvl w:ilvl="0" w:tplc="3F609874">
      <w:numFmt w:val="decimal"/>
      <w:lvlText w:val="%1"/>
      <w:lvlJc w:val="left"/>
      <w:pPr>
        <w:ind w:left="7488" w:hanging="71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1B00D8"/>
    <w:multiLevelType w:val="hybridMultilevel"/>
    <w:tmpl w:val="C190539C"/>
    <w:lvl w:ilvl="0" w:tplc="21F87EDC">
      <w:start w:val="1"/>
      <w:numFmt w:val="decimal"/>
      <w:pStyle w:val="CellStep"/>
      <w:lvlText w:val="%1."/>
      <w:lvlJc w:val="left"/>
      <w:pPr>
        <w:tabs>
          <w:tab w:val="num" w:pos="1890"/>
        </w:tabs>
        <w:ind w:left="1890" w:hanging="360"/>
      </w:pPr>
      <w:rPr>
        <w:rFonts w:hint="default"/>
      </w:rPr>
    </w:lvl>
    <w:lvl w:ilvl="1" w:tplc="42A2BC6C" w:tentative="1">
      <w:start w:val="1"/>
      <w:numFmt w:val="bullet"/>
      <w:lvlText w:val="o"/>
      <w:lvlJc w:val="left"/>
      <w:pPr>
        <w:tabs>
          <w:tab w:val="num" w:pos="1080"/>
        </w:tabs>
        <w:ind w:left="1080" w:hanging="360"/>
      </w:pPr>
      <w:rPr>
        <w:rFonts w:ascii="Courier New" w:hAnsi="Courier New" w:hint="default"/>
      </w:rPr>
    </w:lvl>
    <w:lvl w:ilvl="2" w:tplc="2AF2DEAC" w:tentative="1">
      <w:start w:val="1"/>
      <w:numFmt w:val="bullet"/>
      <w:lvlText w:val=""/>
      <w:lvlJc w:val="left"/>
      <w:pPr>
        <w:tabs>
          <w:tab w:val="num" w:pos="1800"/>
        </w:tabs>
        <w:ind w:left="1800" w:hanging="360"/>
      </w:pPr>
      <w:rPr>
        <w:rFonts w:ascii="Wingdings" w:hAnsi="Wingdings" w:hint="default"/>
      </w:rPr>
    </w:lvl>
    <w:lvl w:ilvl="3" w:tplc="01B865D0" w:tentative="1">
      <w:start w:val="1"/>
      <w:numFmt w:val="bullet"/>
      <w:lvlText w:val=""/>
      <w:lvlJc w:val="left"/>
      <w:pPr>
        <w:tabs>
          <w:tab w:val="num" w:pos="2520"/>
        </w:tabs>
        <w:ind w:left="2520" w:hanging="360"/>
      </w:pPr>
      <w:rPr>
        <w:rFonts w:ascii="Symbol" w:hAnsi="Symbol" w:hint="default"/>
      </w:rPr>
    </w:lvl>
    <w:lvl w:ilvl="4" w:tplc="4AC60464" w:tentative="1">
      <w:start w:val="1"/>
      <w:numFmt w:val="bullet"/>
      <w:lvlText w:val="o"/>
      <w:lvlJc w:val="left"/>
      <w:pPr>
        <w:tabs>
          <w:tab w:val="num" w:pos="3240"/>
        </w:tabs>
        <w:ind w:left="3240" w:hanging="360"/>
      </w:pPr>
      <w:rPr>
        <w:rFonts w:ascii="Courier New" w:hAnsi="Courier New" w:hint="default"/>
      </w:rPr>
    </w:lvl>
    <w:lvl w:ilvl="5" w:tplc="B89489EE" w:tentative="1">
      <w:start w:val="1"/>
      <w:numFmt w:val="bullet"/>
      <w:lvlText w:val=""/>
      <w:lvlJc w:val="left"/>
      <w:pPr>
        <w:tabs>
          <w:tab w:val="num" w:pos="3960"/>
        </w:tabs>
        <w:ind w:left="3960" w:hanging="360"/>
      </w:pPr>
      <w:rPr>
        <w:rFonts w:ascii="Wingdings" w:hAnsi="Wingdings" w:hint="default"/>
      </w:rPr>
    </w:lvl>
    <w:lvl w:ilvl="6" w:tplc="09D8E250" w:tentative="1">
      <w:start w:val="1"/>
      <w:numFmt w:val="bullet"/>
      <w:lvlText w:val=""/>
      <w:lvlJc w:val="left"/>
      <w:pPr>
        <w:tabs>
          <w:tab w:val="num" w:pos="4680"/>
        </w:tabs>
        <w:ind w:left="4680" w:hanging="360"/>
      </w:pPr>
      <w:rPr>
        <w:rFonts w:ascii="Symbol" w:hAnsi="Symbol" w:hint="default"/>
      </w:rPr>
    </w:lvl>
    <w:lvl w:ilvl="7" w:tplc="936057C8" w:tentative="1">
      <w:start w:val="1"/>
      <w:numFmt w:val="bullet"/>
      <w:lvlText w:val="o"/>
      <w:lvlJc w:val="left"/>
      <w:pPr>
        <w:tabs>
          <w:tab w:val="num" w:pos="5400"/>
        </w:tabs>
        <w:ind w:left="5400" w:hanging="360"/>
      </w:pPr>
      <w:rPr>
        <w:rFonts w:ascii="Courier New" w:hAnsi="Courier New" w:hint="default"/>
      </w:rPr>
    </w:lvl>
    <w:lvl w:ilvl="8" w:tplc="292280A0"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A8139B2"/>
    <w:multiLevelType w:val="multilevel"/>
    <w:tmpl w:val="D330868A"/>
    <w:lvl w:ilvl="0">
      <w:start w:val="1"/>
      <w:numFmt w:val="none"/>
      <w:pStyle w:val="Note"/>
      <w:lvlText w:val="Note:"/>
      <w:lvlJc w:val="left"/>
      <w:pPr>
        <w:tabs>
          <w:tab w:val="num" w:pos="720"/>
        </w:tabs>
      </w:pPr>
      <w:rPr>
        <w:rFonts w:ascii="Verdana" w:hAnsi="Verdana" w:cs="Times New Roman" w:hint="default"/>
        <w:b/>
        <w:i/>
        <w:sz w:val="18"/>
        <w:szCs w:val="18"/>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15:restartNumberingAfterBreak="0">
    <w:nsid w:val="3B8A4CCB"/>
    <w:multiLevelType w:val="multilevel"/>
    <w:tmpl w:val="92684D42"/>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20" w:hanging="360"/>
      </w:pPr>
      <w:rPr>
        <w:rFonts w:ascii="Times New Roman" w:hAnsi="Times New Roman" w:cs="Times New Roman" w:hint="default"/>
      </w:rPr>
    </w:lvl>
    <w:lvl w:ilvl="2">
      <w:start w:val="1"/>
      <w:numFmt w:val="bullet"/>
      <w:pStyle w:val="ListBullet3"/>
      <w:lvlText w:val=""/>
      <w:lvlJc w:val="left"/>
      <w:pPr>
        <w:ind w:left="108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BC17EBF"/>
    <w:multiLevelType w:val="hybridMultilevel"/>
    <w:tmpl w:val="14402680"/>
    <w:lvl w:ilvl="0" w:tplc="8CEE0294">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D451FC8"/>
    <w:multiLevelType w:val="hybridMultilevel"/>
    <w:tmpl w:val="C220F0F2"/>
    <w:lvl w:ilvl="0" w:tplc="08F046AE">
      <w:start w:val="1"/>
      <w:numFmt w:val="bullet"/>
      <w:lvlText w:val="•"/>
      <w:lvlJc w:val="left"/>
      <w:pPr>
        <w:tabs>
          <w:tab w:val="num" w:pos="720"/>
        </w:tabs>
        <w:ind w:left="720" w:hanging="360"/>
      </w:pPr>
      <w:rPr>
        <w:rFonts w:ascii="Arial" w:hAnsi="Arial" w:hint="default"/>
      </w:rPr>
    </w:lvl>
    <w:lvl w:ilvl="1" w:tplc="CD1E7180" w:tentative="1">
      <w:start w:val="1"/>
      <w:numFmt w:val="bullet"/>
      <w:lvlText w:val="•"/>
      <w:lvlJc w:val="left"/>
      <w:pPr>
        <w:tabs>
          <w:tab w:val="num" w:pos="1440"/>
        </w:tabs>
        <w:ind w:left="1440" w:hanging="360"/>
      </w:pPr>
      <w:rPr>
        <w:rFonts w:ascii="Arial" w:hAnsi="Arial" w:hint="default"/>
      </w:rPr>
    </w:lvl>
    <w:lvl w:ilvl="2" w:tplc="BBBCCBCC" w:tentative="1">
      <w:start w:val="1"/>
      <w:numFmt w:val="bullet"/>
      <w:lvlText w:val="•"/>
      <w:lvlJc w:val="left"/>
      <w:pPr>
        <w:tabs>
          <w:tab w:val="num" w:pos="2160"/>
        </w:tabs>
        <w:ind w:left="2160" w:hanging="360"/>
      </w:pPr>
      <w:rPr>
        <w:rFonts w:ascii="Arial" w:hAnsi="Arial" w:hint="default"/>
      </w:rPr>
    </w:lvl>
    <w:lvl w:ilvl="3" w:tplc="0E9A7E9E" w:tentative="1">
      <w:start w:val="1"/>
      <w:numFmt w:val="bullet"/>
      <w:lvlText w:val="•"/>
      <w:lvlJc w:val="left"/>
      <w:pPr>
        <w:tabs>
          <w:tab w:val="num" w:pos="2880"/>
        </w:tabs>
        <w:ind w:left="2880" w:hanging="360"/>
      </w:pPr>
      <w:rPr>
        <w:rFonts w:ascii="Arial" w:hAnsi="Arial" w:hint="default"/>
      </w:rPr>
    </w:lvl>
    <w:lvl w:ilvl="4" w:tplc="FA24F1D2" w:tentative="1">
      <w:start w:val="1"/>
      <w:numFmt w:val="bullet"/>
      <w:lvlText w:val="•"/>
      <w:lvlJc w:val="left"/>
      <w:pPr>
        <w:tabs>
          <w:tab w:val="num" w:pos="3600"/>
        </w:tabs>
        <w:ind w:left="3600" w:hanging="360"/>
      </w:pPr>
      <w:rPr>
        <w:rFonts w:ascii="Arial" w:hAnsi="Arial" w:hint="default"/>
      </w:rPr>
    </w:lvl>
    <w:lvl w:ilvl="5" w:tplc="9D9CE90A" w:tentative="1">
      <w:start w:val="1"/>
      <w:numFmt w:val="bullet"/>
      <w:lvlText w:val="•"/>
      <w:lvlJc w:val="left"/>
      <w:pPr>
        <w:tabs>
          <w:tab w:val="num" w:pos="4320"/>
        </w:tabs>
        <w:ind w:left="4320" w:hanging="360"/>
      </w:pPr>
      <w:rPr>
        <w:rFonts w:ascii="Arial" w:hAnsi="Arial" w:hint="default"/>
      </w:rPr>
    </w:lvl>
    <w:lvl w:ilvl="6" w:tplc="E11EF4D8" w:tentative="1">
      <w:start w:val="1"/>
      <w:numFmt w:val="bullet"/>
      <w:lvlText w:val="•"/>
      <w:lvlJc w:val="left"/>
      <w:pPr>
        <w:tabs>
          <w:tab w:val="num" w:pos="5040"/>
        </w:tabs>
        <w:ind w:left="5040" w:hanging="360"/>
      </w:pPr>
      <w:rPr>
        <w:rFonts w:ascii="Arial" w:hAnsi="Arial" w:hint="default"/>
      </w:rPr>
    </w:lvl>
    <w:lvl w:ilvl="7" w:tplc="CE2039DC" w:tentative="1">
      <w:start w:val="1"/>
      <w:numFmt w:val="bullet"/>
      <w:lvlText w:val="•"/>
      <w:lvlJc w:val="left"/>
      <w:pPr>
        <w:tabs>
          <w:tab w:val="num" w:pos="5760"/>
        </w:tabs>
        <w:ind w:left="5760" w:hanging="360"/>
      </w:pPr>
      <w:rPr>
        <w:rFonts w:ascii="Arial" w:hAnsi="Arial" w:hint="default"/>
      </w:rPr>
    </w:lvl>
    <w:lvl w:ilvl="8" w:tplc="3D565D8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C24816"/>
    <w:multiLevelType w:val="hybridMultilevel"/>
    <w:tmpl w:val="87344368"/>
    <w:lvl w:ilvl="0" w:tplc="80CCA948">
      <w:start w:val="1"/>
      <w:numFmt w:val="bullet"/>
      <w:lvlText w:val="•"/>
      <w:lvlJc w:val="left"/>
      <w:pPr>
        <w:tabs>
          <w:tab w:val="num" w:pos="720"/>
        </w:tabs>
        <w:ind w:left="720" w:hanging="360"/>
      </w:pPr>
      <w:rPr>
        <w:rFonts w:ascii="Arial" w:hAnsi="Arial" w:hint="default"/>
      </w:rPr>
    </w:lvl>
    <w:lvl w:ilvl="1" w:tplc="BAC0E9BC">
      <w:start w:val="27"/>
      <w:numFmt w:val="bullet"/>
      <w:lvlText w:val="•"/>
      <w:lvlJc w:val="left"/>
      <w:pPr>
        <w:tabs>
          <w:tab w:val="num" w:pos="1440"/>
        </w:tabs>
        <w:ind w:left="1440" w:hanging="360"/>
      </w:pPr>
      <w:rPr>
        <w:rFonts w:ascii="Arial" w:hAnsi="Arial" w:hint="default"/>
      </w:rPr>
    </w:lvl>
    <w:lvl w:ilvl="2" w:tplc="82742B84">
      <w:start w:val="27"/>
      <w:numFmt w:val="bullet"/>
      <w:lvlText w:val=""/>
      <w:lvlJc w:val="left"/>
      <w:pPr>
        <w:tabs>
          <w:tab w:val="num" w:pos="2160"/>
        </w:tabs>
        <w:ind w:left="2160" w:hanging="360"/>
      </w:pPr>
      <w:rPr>
        <w:rFonts w:ascii="Wingdings" w:hAnsi="Wingdings" w:hint="default"/>
      </w:rPr>
    </w:lvl>
    <w:lvl w:ilvl="3" w:tplc="DC846F4A" w:tentative="1">
      <w:start w:val="1"/>
      <w:numFmt w:val="bullet"/>
      <w:lvlText w:val="•"/>
      <w:lvlJc w:val="left"/>
      <w:pPr>
        <w:tabs>
          <w:tab w:val="num" w:pos="2880"/>
        </w:tabs>
        <w:ind w:left="2880" w:hanging="360"/>
      </w:pPr>
      <w:rPr>
        <w:rFonts w:ascii="Arial" w:hAnsi="Arial" w:hint="default"/>
      </w:rPr>
    </w:lvl>
    <w:lvl w:ilvl="4" w:tplc="C4DCA7CA" w:tentative="1">
      <w:start w:val="1"/>
      <w:numFmt w:val="bullet"/>
      <w:lvlText w:val="•"/>
      <w:lvlJc w:val="left"/>
      <w:pPr>
        <w:tabs>
          <w:tab w:val="num" w:pos="3600"/>
        </w:tabs>
        <w:ind w:left="3600" w:hanging="360"/>
      </w:pPr>
      <w:rPr>
        <w:rFonts w:ascii="Arial" w:hAnsi="Arial" w:hint="default"/>
      </w:rPr>
    </w:lvl>
    <w:lvl w:ilvl="5" w:tplc="7A86E65C" w:tentative="1">
      <w:start w:val="1"/>
      <w:numFmt w:val="bullet"/>
      <w:lvlText w:val="•"/>
      <w:lvlJc w:val="left"/>
      <w:pPr>
        <w:tabs>
          <w:tab w:val="num" w:pos="4320"/>
        </w:tabs>
        <w:ind w:left="4320" w:hanging="360"/>
      </w:pPr>
      <w:rPr>
        <w:rFonts w:ascii="Arial" w:hAnsi="Arial" w:hint="default"/>
      </w:rPr>
    </w:lvl>
    <w:lvl w:ilvl="6" w:tplc="D48E0556" w:tentative="1">
      <w:start w:val="1"/>
      <w:numFmt w:val="bullet"/>
      <w:lvlText w:val="•"/>
      <w:lvlJc w:val="left"/>
      <w:pPr>
        <w:tabs>
          <w:tab w:val="num" w:pos="5040"/>
        </w:tabs>
        <w:ind w:left="5040" w:hanging="360"/>
      </w:pPr>
      <w:rPr>
        <w:rFonts w:ascii="Arial" w:hAnsi="Arial" w:hint="default"/>
      </w:rPr>
    </w:lvl>
    <w:lvl w:ilvl="7" w:tplc="F604955C" w:tentative="1">
      <w:start w:val="1"/>
      <w:numFmt w:val="bullet"/>
      <w:lvlText w:val="•"/>
      <w:lvlJc w:val="left"/>
      <w:pPr>
        <w:tabs>
          <w:tab w:val="num" w:pos="5760"/>
        </w:tabs>
        <w:ind w:left="5760" w:hanging="360"/>
      </w:pPr>
      <w:rPr>
        <w:rFonts w:ascii="Arial" w:hAnsi="Arial" w:hint="default"/>
      </w:rPr>
    </w:lvl>
    <w:lvl w:ilvl="8" w:tplc="6E704D0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1294EF3"/>
    <w:multiLevelType w:val="multilevel"/>
    <w:tmpl w:val="A4F49302"/>
    <w:lvl w:ilvl="0">
      <w:start w:val="1"/>
      <w:numFmt w:val="bullet"/>
      <w:pStyle w:val="Bullet1"/>
      <w:lvlText w:val=""/>
      <w:lvlJc w:val="left"/>
      <w:pPr>
        <w:ind w:left="360" w:hanging="360"/>
      </w:pPr>
      <w:rPr>
        <w:rFonts w:ascii="Wingdings 2" w:hAnsi="Wingdings 2" w:hint="default"/>
      </w:rPr>
    </w:lvl>
    <w:lvl w:ilvl="1">
      <w:start w:val="1"/>
      <w:numFmt w:val="bullet"/>
      <w:pStyle w:val="BulletSub"/>
      <w:lvlText w:val="–"/>
      <w:lvlJc w:val="left"/>
      <w:pPr>
        <w:ind w:left="720" w:hanging="360"/>
      </w:pPr>
      <w:rPr>
        <w:rFonts w:ascii="Times New Roman" w:hAnsi="Times New Roman" w:cs="Times New Roman" w:hint="default"/>
      </w:rPr>
    </w:lvl>
    <w:lvl w:ilvl="2">
      <w:start w:val="1"/>
      <w:numFmt w:val="bullet"/>
      <w:pStyle w:val="Bullet3"/>
      <w:lvlText w:val=""/>
      <w:lvlJc w:val="left"/>
      <w:pPr>
        <w:ind w:left="1080" w:hanging="360"/>
      </w:pPr>
      <w:rPr>
        <w:rFonts w:ascii="Wingdings" w:hAnsi="Wingdings" w:hint="default"/>
      </w:rPr>
    </w:lvl>
    <w:lvl w:ilvl="3">
      <w:start w:val="1"/>
      <w:numFmt w:val="bullet"/>
      <w:lvlText w:val=""/>
      <w:lvlJc w:val="left"/>
      <w:pPr>
        <w:ind w:left="4147" w:hanging="360"/>
      </w:pPr>
      <w:rPr>
        <w:rFonts w:ascii="Symbol" w:hAnsi="Symbol" w:hint="default"/>
      </w:rPr>
    </w:lvl>
    <w:lvl w:ilvl="4">
      <w:start w:val="1"/>
      <w:numFmt w:val="bullet"/>
      <w:lvlText w:val="o"/>
      <w:lvlJc w:val="left"/>
      <w:pPr>
        <w:ind w:left="4867" w:hanging="360"/>
      </w:pPr>
      <w:rPr>
        <w:rFonts w:ascii="Courier New" w:hAnsi="Courier New" w:cs="Courier New" w:hint="default"/>
      </w:rPr>
    </w:lvl>
    <w:lvl w:ilvl="5">
      <w:start w:val="1"/>
      <w:numFmt w:val="bullet"/>
      <w:lvlText w:val=""/>
      <w:lvlJc w:val="left"/>
      <w:pPr>
        <w:ind w:left="5587" w:hanging="360"/>
      </w:pPr>
      <w:rPr>
        <w:rFonts w:ascii="Wingdings" w:hAnsi="Wingdings" w:hint="default"/>
      </w:rPr>
    </w:lvl>
    <w:lvl w:ilvl="6">
      <w:start w:val="1"/>
      <w:numFmt w:val="bullet"/>
      <w:lvlText w:val=""/>
      <w:lvlJc w:val="left"/>
      <w:pPr>
        <w:ind w:left="6307" w:hanging="360"/>
      </w:pPr>
      <w:rPr>
        <w:rFonts w:ascii="Symbol" w:hAnsi="Symbol" w:hint="default"/>
      </w:rPr>
    </w:lvl>
    <w:lvl w:ilvl="7">
      <w:start w:val="1"/>
      <w:numFmt w:val="bullet"/>
      <w:lvlText w:val="o"/>
      <w:lvlJc w:val="left"/>
      <w:pPr>
        <w:ind w:left="7027" w:hanging="360"/>
      </w:pPr>
      <w:rPr>
        <w:rFonts w:ascii="Courier New" w:hAnsi="Courier New" w:cs="Courier New" w:hint="default"/>
      </w:rPr>
    </w:lvl>
    <w:lvl w:ilvl="8">
      <w:start w:val="1"/>
      <w:numFmt w:val="bullet"/>
      <w:lvlText w:val=""/>
      <w:lvlJc w:val="left"/>
      <w:pPr>
        <w:ind w:left="7747" w:hanging="360"/>
      </w:pPr>
      <w:rPr>
        <w:rFonts w:ascii="Wingdings" w:hAnsi="Wingdings" w:hint="default"/>
      </w:rPr>
    </w:lvl>
  </w:abstractNum>
  <w:abstractNum w:abstractNumId="22" w15:restartNumberingAfterBreak="0">
    <w:nsid w:val="54E35D29"/>
    <w:multiLevelType w:val="hybridMultilevel"/>
    <w:tmpl w:val="618CABF2"/>
    <w:lvl w:ilvl="0" w:tplc="ED08C90A">
      <w:start w:val="1"/>
      <w:numFmt w:val="bullet"/>
      <w:lvlText w:val="•"/>
      <w:lvlJc w:val="left"/>
      <w:pPr>
        <w:tabs>
          <w:tab w:val="num" w:pos="720"/>
        </w:tabs>
        <w:ind w:left="720" w:hanging="360"/>
      </w:pPr>
      <w:rPr>
        <w:rFonts w:ascii="Arial" w:hAnsi="Arial" w:hint="default"/>
      </w:rPr>
    </w:lvl>
    <w:lvl w:ilvl="1" w:tplc="30987D9C" w:tentative="1">
      <w:start w:val="1"/>
      <w:numFmt w:val="bullet"/>
      <w:lvlText w:val="•"/>
      <w:lvlJc w:val="left"/>
      <w:pPr>
        <w:tabs>
          <w:tab w:val="num" w:pos="1440"/>
        </w:tabs>
        <w:ind w:left="1440" w:hanging="360"/>
      </w:pPr>
      <w:rPr>
        <w:rFonts w:ascii="Arial" w:hAnsi="Arial" w:hint="default"/>
      </w:rPr>
    </w:lvl>
    <w:lvl w:ilvl="2" w:tplc="69B82024" w:tentative="1">
      <w:start w:val="1"/>
      <w:numFmt w:val="bullet"/>
      <w:lvlText w:val="•"/>
      <w:lvlJc w:val="left"/>
      <w:pPr>
        <w:tabs>
          <w:tab w:val="num" w:pos="2160"/>
        </w:tabs>
        <w:ind w:left="2160" w:hanging="360"/>
      </w:pPr>
      <w:rPr>
        <w:rFonts w:ascii="Arial" w:hAnsi="Arial" w:hint="default"/>
      </w:rPr>
    </w:lvl>
    <w:lvl w:ilvl="3" w:tplc="62641FBA" w:tentative="1">
      <w:start w:val="1"/>
      <w:numFmt w:val="bullet"/>
      <w:lvlText w:val="•"/>
      <w:lvlJc w:val="left"/>
      <w:pPr>
        <w:tabs>
          <w:tab w:val="num" w:pos="2880"/>
        </w:tabs>
        <w:ind w:left="2880" w:hanging="360"/>
      </w:pPr>
      <w:rPr>
        <w:rFonts w:ascii="Arial" w:hAnsi="Arial" w:hint="default"/>
      </w:rPr>
    </w:lvl>
    <w:lvl w:ilvl="4" w:tplc="A2F8873E" w:tentative="1">
      <w:start w:val="1"/>
      <w:numFmt w:val="bullet"/>
      <w:lvlText w:val="•"/>
      <w:lvlJc w:val="left"/>
      <w:pPr>
        <w:tabs>
          <w:tab w:val="num" w:pos="3600"/>
        </w:tabs>
        <w:ind w:left="3600" w:hanging="360"/>
      </w:pPr>
      <w:rPr>
        <w:rFonts w:ascii="Arial" w:hAnsi="Arial" w:hint="default"/>
      </w:rPr>
    </w:lvl>
    <w:lvl w:ilvl="5" w:tplc="F81ABC3A" w:tentative="1">
      <w:start w:val="1"/>
      <w:numFmt w:val="bullet"/>
      <w:lvlText w:val="•"/>
      <w:lvlJc w:val="left"/>
      <w:pPr>
        <w:tabs>
          <w:tab w:val="num" w:pos="4320"/>
        </w:tabs>
        <w:ind w:left="4320" w:hanging="360"/>
      </w:pPr>
      <w:rPr>
        <w:rFonts w:ascii="Arial" w:hAnsi="Arial" w:hint="default"/>
      </w:rPr>
    </w:lvl>
    <w:lvl w:ilvl="6" w:tplc="AD644134" w:tentative="1">
      <w:start w:val="1"/>
      <w:numFmt w:val="bullet"/>
      <w:lvlText w:val="•"/>
      <w:lvlJc w:val="left"/>
      <w:pPr>
        <w:tabs>
          <w:tab w:val="num" w:pos="5040"/>
        </w:tabs>
        <w:ind w:left="5040" w:hanging="360"/>
      </w:pPr>
      <w:rPr>
        <w:rFonts w:ascii="Arial" w:hAnsi="Arial" w:hint="default"/>
      </w:rPr>
    </w:lvl>
    <w:lvl w:ilvl="7" w:tplc="E584AA08" w:tentative="1">
      <w:start w:val="1"/>
      <w:numFmt w:val="bullet"/>
      <w:lvlText w:val="•"/>
      <w:lvlJc w:val="left"/>
      <w:pPr>
        <w:tabs>
          <w:tab w:val="num" w:pos="5760"/>
        </w:tabs>
        <w:ind w:left="5760" w:hanging="360"/>
      </w:pPr>
      <w:rPr>
        <w:rFonts w:ascii="Arial" w:hAnsi="Arial" w:hint="default"/>
      </w:rPr>
    </w:lvl>
    <w:lvl w:ilvl="8" w:tplc="801AF62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90B3CC4"/>
    <w:multiLevelType w:val="hybridMultilevel"/>
    <w:tmpl w:val="BD6424CA"/>
    <w:lvl w:ilvl="0" w:tplc="FE9E9C48">
      <w:start w:val="1"/>
      <w:numFmt w:val="bullet"/>
      <w:pStyle w:val="CellBodyBullet"/>
      <w:lvlText w:val=""/>
      <w:lvlJc w:val="left"/>
      <w:pPr>
        <w:ind w:left="612" w:hanging="360"/>
      </w:pPr>
      <w:rPr>
        <w:rFonts w:ascii="Wingdings 2" w:hAnsi="Wingdings 2" w:hint="default"/>
      </w:rPr>
    </w:lvl>
    <w:lvl w:ilvl="1" w:tplc="EA987CF2" w:tentative="1">
      <w:start w:val="1"/>
      <w:numFmt w:val="bullet"/>
      <w:lvlText w:val="o"/>
      <w:lvlJc w:val="left"/>
      <w:pPr>
        <w:tabs>
          <w:tab w:val="num" w:pos="1440"/>
        </w:tabs>
        <w:ind w:left="1440" w:hanging="360"/>
      </w:pPr>
      <w:rPr>
        <w:rFonts w:ascii="Courier New" w:hAnsi="Courier New" w:hint="default"/>
      </w:rPr>
    </w:lvl>
    <w:lvl w:ilvl="2" w:tplc="EB4A086C" w:tentative="1">
      <w:start w:val="1"/>
      <w:numFmt w:val="bullet"/>
      <w:lvlText w:val=""/>
      <w:lvlJc w:val="left"/>
      <w:pPr>
        <w:tabs>
          <w:tab w:val="num" w:pos="2160"/>
        </w:tabs>
        <w:ind w:left="2160" w:hanging="360"/>
      </w:pPr>
      <w:rPr>
        <w:rFonts w:ascii="Wingdings" w:hAnsi="Wingdings" w:hint="default"/>
      </w:rPr>
    </w:lvl>
    <w:lvl w:ilvl="3" w:tplc="7054A106" w:tentative="1">
      <w:start w:val="1"/>
      <w:numFmt w:val="bullet"/>
      <w:lvlText w:val=""/>
      <w:lvlJc w:val="left"/>
      <w:pPr>
        <w:tabs>
          <w:tab w:val="num" w:pos="2880"/>
        </w:tabs>
        <w:ind w:left="2880" w:hanging="360"/>
      </w:pPr>
      <w:rPr>
        <w:rFonts w:ascii="Symbol" w:hAnsi="Symbol" w:hint="default"/>
      </w:rPr>
    </w:lvl>
    <w:lvl w:ilvl="4" w:tplc="11044212" w:tentative="1">
      <w:start w:val="1"/>
      <w:numFmt w:val="bullet"/>
      <w:lvlText w:val="o"/>
      <w:lvlJc w:val="left"/>
      <w:pPr>
        <w:tabs>
          <w:tab w:val="num" w:pos="3600"/>
        </w:tabs>
        <w:ind w:left="3600" w:hanging="360"/>
      </w:pPr>
      <w:rPr>
        <w:rFonts w:ascii="Courier New" w:hAnsi="Courier New" w:hint="default"/>
      </w:rPr>
    </w:lvl>
    <w:lvl w:ilvl="5" w:tplc="17F2F258" w:tentative="1">
      <w:start w:val="1"/>
      <w:numFmt w:val="bullet"/>
      <w:lvlText w:val=""/>
      <w:lvlJc w:val="left"/>
      <w:pPr>
        <w:tabs>
          <w:tab w:val="num" w:pos="4320"/>
        </w:tabs>
        <w:ind w:left="4320" w:hanging="360"/>
      </w:pPr>
      <w:rPr>
        <w:rFonts w:ascii="Wingdings" w:hAnsi="Wingdings" w:hint="default"/>
      </w:rPr>
    </w:lvl>
    <w:lvl w:ilvl="6" w:tplc="C22477C8" w:tentative="1">
      <w:start w:val="1"/>
      <w:numFmt w:val="bullet"/>
      <w:lvlText w:val=""/>
      <w:lvlJc w:val="left"/>
      <w:pPr>
        <w:tabs>
          <w:tab w:val="num" w:pos="5040"/>
        </w:tabs>
        <w:ind w:left="5040" w:hanging="360"/>
      </w:pPr>
      <w:rPr>
        <w:rFonts w:ascii="Symbol" w:hAnsi="Symbol" w:hint="default"/>
      </w:rPr>
    </w:lvl>
    <w:lvl w:ilvl="7" w:tplc="ADD44A9C" w:tentative="1">
      <w:start w:val="1"/>
      <w:numFmt w:val="bullet"/>
      <w:lvlText w:val="o"/>
      <w:lvlJc w:val="left"/>
      <w:pPr>
        <w:tabs>
          <w:tab w:val="num" w:pos="5760"/>
        </w:tabs>
        <w:ind w:left="5760" w:hanging="360"/>
      </w:pPr>
      <w:rPr>
        <w:rFonts w:ascii="Courier New" w:hAnsi="Courier New" w:hint="default"/>
      </w:rPr>
    </w:lvl>
    <w:lvl w:ilvl="8" w:tplc="D6C01FB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482B38"/>
    <w:multiLevelType w:val="hybridMultilevel"/>
    <w:tmpl w:val="8D940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7D0A3C"/>
    <w:multiLevelType w:val="hybridMultilevel"/>
    <w:tmpl w:val="69986186"/>
    <w:lvl w:ilvl="0" w:tplc="D0109266">
      <w:numFmt w:val="bullet"/>
      <w:pStyle w:val="Scilicet"/>
      <w:lvlText w:val="§"/>
      <w:lvlJc w:val="left"/>
      <w:pPr>
        <w:ind w:left="720" w:hanging="360"/>
      </w:pPr>
      <w:rPr>
        <w:rFonts w:ascii="Verdana" w:hAnsi="Verdana" w:cs="Times New Roman" w:hint="default"/>
        <w:b/>
        <w:i w:val="0"/>
        <w:color w:val="0071C5"/>
        <w:sz w:val="40"/>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15:restartNumberingAfterBreak="0">
    <w:nsid w:val="5C7B2809"/>
    <w:multiLevelType w:val="multilevel"/>
    <w:tmpl w:val="5DFC1F3A"/>
    <w:lvl w:ilvl="0">
      <w:start w:val="1"/>
      <w:numFmt w:val="none"/>
      <w:pStyle w:val="TableNote"/>
      <w:lvlText w:val="NOTES:"/>
      <w:lvlJc w:val="left"/>
      <w:pPr>
        <w:tabs>
          <w:tab w:val="num" w:pos="720"/>
        </w:tabs>
        <w:ind w:left="360" w:hanging="360"/>
      </w:pPr>
      <w:rPr>
        <w:rFonts w:ascii="Verdana" w:hAnsi="Verdana" w:cs="Times New Roman" w:hint="default"/>
        <w:b/>
        <w:i w:val="0"/>
        <w:caps/>
        <w:sz w:val="16"/>
      </w:rPr>
    </w:lvl>
    <w:lvl w:ilvl="1">
      <w:start w:val="1"/>
      <w:numFmt w:val="decimal"/>
      <w:pStyle w:val="TableNoteNumberedList"/>
      <w:lvlText w:val="%2."/>
      <w:lvlJc w:val="left"/>
      <w:pPr>
        <w:tabs>
          <w:tab w:val="num" w:pos="792"/>
        </w:tabs>
        <w:ind w:left="792" w:hanging="432"/>
      </w:pPr>
      <w:rPr>
        <w:rFonts w:ascii="Verdana" w:hAnsi="Verdana" w:cs="Times New Roman" w:hint="default"/>
        <w:sz w:val="16"/>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7" w15:restartNumberingAfterBreak="0">
    <w:nsid w:val="5DC758E0"/>
    <w:multiLevelType w:val="multilevel"/>
    <w:tmpl w:val="BEBCE9EE"/>
    <w:lvl w:ilvl="0">
      <w:start w:val="1"/>
      <w:numFmt w:val="decimal"/>
      <w:pStyle w:val="ListNumber"/>
      <w:lvlText w:val="%1."/>
      <w:lvlJc w:val="left"/>
      <w:pPr>
        <w:ind w:left="360" w:hanging="360"/>
      </w:pPr>
      <w:rPr>
        <w:rFonts w:hint="default"/>
      </w:rPr>
    </w:lvl>
    <w:lvl w:ilvl="1">
      <w:start w:val="1"/>
      <w:numFmt w:val="lowerLetter"/>
      <w:pStyle w:val="ListSub"/>
      <w:lvlText w:val="%2."/>
      <w:lvlJc w:val="left"/>
      <w:pPr>
        <w:ind w:left="720" w:hanging="360"/>
      </w:pPr>
      <w:rPr>
        <w:rFonts w:hint="default"/>
      </w:rPr>
    </w:lvl>
    <w:lvl w:ilvl="2">
      <w:start w:val="1"/>
      <w:numFmt w:val="lowerRoman"/>
      <w:pStyle w:val="List3"/>
      <w:lvlText w:val="%3."/>
      <w:lvlJc w:val="left"/>
      <w:pPr>
        <w:ind w:left="1080" w:hanging="360"/>
      </w:pPr>
      <w:rPr>
        <w:rFonts w:hint="default"/>
      </w:rPr>
    </w:lvl>
    <w:lvl w:ilvl="3">
      <w:start w:val="1"/>
      <w:numFmt w:val="decimal"/>
      <w:lvlText w:val="%4."/>
      <w:lvlJc w:val="left"/>
      <w:pPr>
        <w:ind w:left="2707" w:hanging="360"/>
      </w:pPr>
      <w:rPr>
        <w:rFonts w:hint="default"/>
      </w:rPr>
    </w:lvl>
    <w:lvl w:ilvl="4">
      <w:start w:val="1"/>
      <w:numFmt w:val="lowerLetter"/>
      <w:lvlText w:val="%5."/>
      <w:lvlJc w:val="left"/>
      <w:pPr>
        <w:ind w:left="3427" w:hanging="360"/>
      </w:pPr>
      <w:rPr>
        <w:rFonts w:hint="default"/>
      </w:rPr>
    </w:lvl>
    <w:lvl w:ilvl="5">
      <w:start w:val="1"/>
      <w:numFmt w:val="lowerRoman"/>
      <w:lvlText w:val="%6."/>
      <w:lvlJc w:val="right"/>
      <w:pPr>
        <w:ind w:left="4147" w:hanging="180"/>
      </w:pPr>
      <w:rPr>
        <w:rFonts w:hint="default"/>
      </w:rPr>
    </w:lvl>
    <w:lvl w:ilvl="6">
      <w:start w:val="1"/>
      <w:numFmt w:val="decimal"/>
      <w:lvlText w:val="%7."/>
      <w:lvlJc w:val="left"/>
      <w:pPr>
        <w:ind w:left="4867" w:hanging="360"/>
      </w:pPr>
      <w:rPr>
        <w:rFonts w:hint="default"/>
      </w:rPr>
    </w:lvl>
    <w:lvl w:ilvl="7">
      <w:start w:val="1"/>
      <w:numFmt w:val="lowerLetter"/>
      <w:lvlText w:val="%8."/>
      <w:lvlJc w:val="left"/>
      <w:pPr>
        <w:ind w:left="5587" w:hanging="360"/>
      </w:pPr>
      <w:rPr>
        <w:rFonts w:hint="default"/>
      </w:rPr>
    </w:lvl>
    <w:lvl w:ilvl="8">
      <w:start w:val="1"/>
      <w:numFmt w:val="lowerRoman"/>
      <w:lvlText w:val="%9."/>
      <w:lvlJc w:val="right"/>
      <w:pPr>
        <w:ind w:left="6307" w:hanging="180"/>
      </w:pPr>
      <w:rPr>
        <w:rFonts w:hint="default"/>
      </w:rPr>
    </w:lvl>
  </w:abstractNum>
  <w:abstractNum w:abstractNumId="28" w15:restartNumberingAfterBreak="0">
    <w:nsid w:val="5E0C3FBA"/>
    <w:multiLevelType w:val="hybridMultilevel"/>
    <w:tmpl w:val="E19A6D04"/>
    <w:lvl w:ilvl="0" w:tplc="B00C4DA6">
      <w:start w:val="1"/>
      <w:numFmt w:val="bullet"/>
      <w:lvlText w:val="•"/>
      <w:lvlJc w:val="left"/>
      <w:pPr>
        <w:tabs>
          <w:tab w:val="num" w:pos="720"/>
        </w:tabs>
        <w:ind w:left="720" w:hanging="360"/>
      </w:pPr>
      <w:rPr>
        <w:rFonts w:ascii="Arial" w:hAnsi="Arial" w:hint="default"/>
      </w:rPr>
    </w:lvl>
    <w:lvl w:ilvl="1" w:tplc="5A76CF20" w:tentative="1">
      <w:start w:val="1"/>
      <w:numFmt w:val="bullet"/>
      <w:lvlText w:val="•"/>
      <w:lvlJc w:val="left"/>
      <w:pPr>
        <w:tabs>
          <w:tab w:val="num" w:pos="1440"/>
        </w:tabs>
        <w:ind w:left="1440" w:hanging="360"/>
      </w:pPr>
      <w:rPr>
        <w:rFonts w:ascii="Arial" w:hAnsi="Arial" w:hint="default"/>
      </w:rPr>
    </w:lvl>
    <w:lvl w:ilvl="2" w:tplc="A4EC7548" w:tentative="1">
      <w:start w:val="1"/>
      <w:numFmt w:val="bullet"/>
      <w:lvlText w:val="•"/>
      <w:lvlJc w:val="left"/>
      <w:pPr>
        <w:tabs>
          <w:tab w:val="num" w:pos="2160"/>
        </w:tabs>
        <w:ind w:left="2160" w:hanging="360"/>
      </w:pPr>
      <w:rPr>
        <w:rFonts w:ascii="Arial" w:hAnsi="Arial" w:hint="default"/>
      </w:rPr>
    </w:lvl>
    <w:lvl w:ilvl="3" w:tplc="E8F6D73C" w:tentative="1">
      <w:start w:val="1"/>
      <w:numFmt w:val="bullet"/>
      <w:lvlText w:val="•"/>
      <w:lvlJc w:val="left"/>
      <w:pPr>
        <w:tabs>
          <w:tab w:val="num" w:pos="2880"/>
        </w:tabs>
        <w:ind w:left="2880" w:hanging="360"/>
      </w:pPr>
      <w:rPr>
        <w:rFonts w:ascii="Arial" w:hAnsi="Arial" w:hint="default"/>
      </w:rPr>
    </w:lvl>
    <w:lvl w:ilvl="4" w:tplc="AC3E5666" w:tentative="1">
      <w:start w:val="1"/>
      <w:numFmt w:val="bullet"/>
      <w:lvlText w:val="•"/>
      <w:lvlJc w:val="left"/>
      <w:pPr>
        <w:tabs>
          <w:tab w:val="num" w:pos="3600"/>
        </w:tabs>
        <w:ind w:left="3600" w:hanging="360"/>
      </w:pPr>
      <w:rPr>
        <w:rFonts w:ascii="Arial" w:hAnsi="Arial" w:hint="default"/>
      </w:rPr>
    </w:lvl>
    <w:lvl w:ilvl="5" w:tplc="DBF6EFC4" w:tentative="1">
      <w:start w:val="1"/>
      <w:numFmt w:val="bullet"/>
      <w:lvlText w:val="•"/>
      <w:lvlJc w:val="left"/>
      <w:pPr>
        <w:tabs>
          <w:tab w:val="num" w:pos="4320"/>
        </w:tabs>
        <w:ind w:left="4320" w:hanging="360"/>
      </w:pPr>
      <w:rPr>
        <w:rFonts w:ascii="Arial" w:hAnsi="Arial" w:hint="default"/>
      </w:rPr>
    </w:lvl>
    <w:lvl w:ilvl="6" w:tplc="D3A87968" w:tentative="1">
      <w:start w:val="1"/>
      <w:numFmt w:val="bullet"/>
      <w:lvlText w:val="•"/>
      <w:lvlJc w:val="left"/>
      <w:pPr>
        <w:tabs>
          <w:tab w:val="num" w:pos="5040"/>
        </w:tabs>
        <w:ind w:left="5040" w:hanging="360"/>
      </w:pPr>
      <w:rPr>
        <w:rFonts w:ascii="Arial" w:hAnsi="Arial" w:hint="default"/>
      </w:rPr>
    </w:lvl>
    <w:lvl w:ilvl="7" w:tplc="0A6662F6" w:tentative="1">
      <w:start w:val="1"/>
      <w:numFmt w:val="bullet"/>
      <w:lvlText w:val="•"/>
      <w:lvlJc w:val="left"/>
      <w:pPr>
        <w:tabs>
          <w:tab w:val="num" w:pos="5760"/>
        </w:tabs>
        <w:ind w:left="5760" w:hanging="360"/>
      </w:pPr>
      <w:rPr>
        <w:rFonts w:ascii="Arial" w:hAnsi="Arial" w:hint="default"/>
      </w:rPr>
    </w:lvl>
    <w:lvl w:ilvl="8" w:tplc="CB82B3B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0FC65C2"/>
    <w:multiLevelType w:val="hybridMultilevel"/>
    <w:tmpl w:val="082A855C"/>
    <w:lvl w:ilvl="0" w:tplc="6CEAB21A">
      <w:start w:val="1"/>
      <w:numFmt w:val="bullet"/>
      <w:lvlText w:val="–"/>
      <w:lvlJc w:val="left"/>
      <w:pPr>
        <w:ind w:left="1267" w:hanging="360"/>
      </w:pPr>
      <w:rPr>
        <w:rFonts w:ascii="Verdana" w:hAnsi="Verdana" w:hint="default"/>
      </w:rPr>
    </w:lvl>
    <w:lvl w:ilvl="1" w:tplc="119E39E8" w:tentative="1">
      <w:start w:val="1"/>
      <w:numFmt w:val="bullet"/>
      <w:lvlText w:val="o"/>
      <w:lvlJc w:val="left"/>
      <w:pPr>
        <w:ind w:left="1987" w:hanging="360"/>
      </w:pPr>
      <w:rPr>
        <w:rFonts w:ascii="Courier New" w:hAnsi="Courier New" w:cs="Courier New" w:hint="default"/>
      </w:rPr>
    </w:lvl>
    <w:lvl w:ilvl="2" w:tplc="EBFA9038">
      <w:start w:val="1"/>
      <w:numFmt w:val="bullet"/>
      <w:lvlText w:val=""/>
      <w:lvlJc w:val="left"/>
      <w:pPr>
        <w:ind w:left="2707" w:hanging="360"/>
      </w:pPr>
      <w:rPr>
        <w:rFonts w:ascii="Wingdings" w:hAnsi="Wingdings" w:hint="default"/>
      </w:rPr>
    </w:lvl>
    <w:lvl w:ilvl="3" w:tplc="1F8A4700" w:tentative="1">
      <w:start w:val="1"/>
      <w:numFmt w:val="bullet"/>
      <w:lvlText w:val=""/>
      <w:lvlJc w:val="left"/>
      <w:pPr>
        <w:ind w:left="3427" w:hanging="360"/>
      </w:pPr>
      <w:rPr>
        <w:rFonts w:ascii="Symbol" w:hAnsi="Symbol" w:hint="default"/>
      </w:rPr>
    </w:lvl>
    <w:lvl w:ilvl="4" w:tplc="2A127128" w:tentative="1">
      <w:start w:val="1"/>
      <w:numFmt w:val="bullet"/>
      <w:lvlText w:val="o"/>
      <w:lvlJc w:val="left"/>
      <w:pPr>
        <w:ind w:left="4147" w:hanging="360"/>
      </w:pPr>
      <w:rPr>
        <w:rFonts w:ascii="Courier New" w:hAnsi="Courier New" w:cs="Courier New" w:hint="default"/>
      </w:rPr>
    </w:lvl>
    <w:lvl w:ilvl="5" w:tplc="9A66A394" w:tentative="1">
      <w:start w:val="1"/>
      <w:numFmt w:val="bullet"/>
      <w:lvlText w:val=""/>
      <w:lvlJc w:val="left"/>
      <w:pPr>
        <w:ind w:left="4867" w:hanging="360"/>
      </w:pPr>
      <w:rPr>
        <w:rFonts w:ascii="Wingdings" w:hAnsi="Wingdings" w:hint="default"/>
      </w:rPr>
    </w:lvl>
    <w:lvl w:ilvl="6" w:tplc="D214EC74" w:tentative="1">
      <w:start w:val="1"/>
      <w:numFmt w:val="bullet"/>
      <w:lvlText w:val=""/>
      <w:lvlJc w:val="left"/>
      <w:pPr>
        <w:ind w:left="5587" w:hanging="360"/>
      </w:pPr>
      <w:rPr>
        <w:rFonts w:ascii="Symbol" w:hAnsi="Symbol" w:hint="default"/>
      </w:rPr>
    </w:lvl>
    <w:lvl w:ilvl="7" w:tplc="B7F60EBC" w:tentative="1">
      <w:start w:val="1"/>
      <w:numFmt w:val="bullet"/>
      <w:lvlText w:val="o"/>
      <w:lvlJc w:val="left"/>
      <w:pPr>
        <w:ind w:left="6307" w:hanging="360"/>
      </w:pPr>
      <w:rPr>
        <w:rFonts w:ascii="Courier New" w:hAnsi="Courier New" w:cs="Courier New" w:hint="default"/>
      </w:rPr>
    </w:lvl>
    <w:lvl w:ilvl="8" w:tplc="A83A4712" w:tentative="1">
      <w:start w:val="1"/>
      <w:numFmt w:val="bullet"/>
      <w:lvlText w:val=""/>
      <w:lvlJc w:val="left"/>
      <w:pPr>
        <w:ind w:left="7027" w:hanging="360"/>
      </w:pPr>
      <w:rPr>
        <w:rFonts w:ascii="Wingdings" w:hAnsi="Wingdings" w:hint="default"/>
      </w:rPr>
    </w:lvl>
  </w:abstractNum>
  <w:abstractNum w:abstractNumId="30" w15:restartNumberingAfterBreak="0">
    <w:nsid w:val="64F1485F"/>
    <w:multiLevelType w:val="multilevel"/>
    <w:tmpl w:val="4E92AADE"/>
    <w:lvl w:ilvl="0">
      <w:start w:val="1"/>
      <w:numFmt w:val="decimal"/>
      <w:pStyle w:val="Heading1"/>
      <w:lvlText w:val="%1  "/>
      <w:lvlJc w:val="left"/>
      <w:pPr>
        <w:tabs>
          <w:tab w:val="num" w:pos="2340"/>
        </w:tabs>
        <w:ind w:left="3060" w:hanging="1440"/>
      </w:pPr>
      <w:rPr>
        <w:rFonts w:ascii="Verdana" w:hAnsi="Verdana" w:hint="default"/>
        <w:b/>
        <w:i w:val="0"/>
        <w:color w:val="0071C5"/>
        <w:sz w:val="40"/>
      </w:rPr>
    </w:lvl>
    <w:lvl w:ilvl="1">
      <w:start w:val="1"/>
      <w:numFmt w:val="decimal"/>
      <w:pStyle w:val="Heading2"/>
      <w:lvlText w:val="%1.%2"/>
      <w:lvlJc w:val="left"/>
      <w:pPr>
        <w:tabs>
          <w:tab w:val="num" w:pos="720"/>
        </w:tabs>
        <w:ind w:left="1440" w:hanging="1440"/>
      </w:pPr>
      <w:rPr>
        <w:rFonts w:ascii="Verdana" w:hAnsi="Verdana" w:cs="Times New Roman" w:hint="default"/>
        <w:b/>
        <w:i w:val="0"/>
        <w:color w:val="0071C5"/>
      </w:rPr>
    </w:lvl>
    <w:lvl w:ilvl="2">
      <w:start w:val="1"/>
      <w:numFmt w:val="decimal"/>
      <w:pStyle w:val="Heading3"/>
      <w:lvlText w:val="%1.%2.%3"/>
      <w:lvlJc w:val="left"/>
      <w:pPr>
        <w:tabs>
          <w:tab w:val="num" w:pos="720"/>
        </w:tabs>
        <w:ind w:left="1440" w:hanging="1440"/>
      </w:pPr>
      <w:rPr>
        <w:rFonts w:ascii="Verdana" w:hAnsi="Verdana" w:cs="Times New Roman" w:hint="default"/>
        <w:b/>
        <w:i w:val="0"/>
        <w:color w:val="0071C5"/>
      </w:rPr>
    </w:lvl>
    <w:lvl w:ilvl="3">
      <w:start w:val="1"/>
      <w:numFmt w:val="decimal"/>
      <w:pStyle w:val="Heading4"/>
      <w:isLgl/>
      <w:lvlText w:val="%1.%2.%3.%4"/>
      <w:lvlJc w:val="left"/>
      <w:pPr>
        <w:tabs>
          <w:tab w:val="num" w:pos="720"/>
        </w:tabs>
        <w:ind w:left="1440" w:hanging="1440"/>
      </w:pPr>
      <w:rPr>
        <w:rFonts w:ascii="Verdana" w:hAnsi="Verdana" w:cs="Times New Roman" w:hint="default"/>
        <w:b/>
        <w:bCs w:val="0"/>
        <w:i w:val="0"/>
        <w:iCs w:val="0"/>
        <w:caps w:val="0"/>
        <w:smallCaps w:val="0"/>
        <w:strike w:val="0"/>
        <w:dstrike w:val="0"/>
        <w:noProof w:val="0"/>
        <w:vanish w:val="0"/>
        <w:color w:val="0071C5"/>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
      <w:lvlJc w:val="left"/>
      <w:pPr>
        <w:tabs>
          <w:tab w:val="num" w:pos="1260"/>
        </w:tabs>
        <w:ind w:left="1980" w:hanging="1440"/>
      </w:pPr>
      <w:rPr>
        <w:rFonts w:ascii="Verdana" w:hAnsi="Verdana" w:cs="Times New Roman" w:hint="default"/>
        <w:b/>
        <w:i w:val="0"/>
        <w:color w:val="0071C5"/>
      </w:rPr>
    </w:lvl>
    <w:lvl w:ilvl="5">
      <w:start w:val="1"/>
      <w:numFmt w:val="decimal"/>
      <w:lvlText w:val="%1.%2.%3.%4.%5.%6"/>
      <w:lvlJc w:val="left"/>
      <w:pPr>
        <w:tabs>
          <w:tab w:val="num" w:pos="720"/>
        </w:tabs>
        <w:ind w:left="1440" w:hanging="1440"/>
      </w:pPr>
      <w:rPr>
        <w:rFonts w:cs="Times New Roman" w:hint="default"/>
      </w:rPr>
    </w:lvl>
    <w:lvl w:ilvl="6">
      <w:start w:val="1"/>
      <w:numFmt w:val="decimal"/>
      <w:lvlText w:val="%1.%2.%3.%4.%5.%6.%7"/>
      <w:lvlJc w:val="left"/>
      <w:pPr>
        <w:tabs>
          <w:tab w:val="num" w:pos="720"/>
        </w:tabs>
        <w:ind w:left="1440" w:hanging="1440"/>
      </w:pPr>
      <w:rPr>
        <w:rFonts w:cs="Times New Roman" w:hint="default"/>
      </w:rPr>
    </w:lvl>
    <w:lvl w:ilvl="7">
      <w:start w:val="1"/>
      <w:numFmt w:val="decimal"/>
      <w:lvlText w:val="%1.%2.%3.%4.%5.%6.%7.%8"/>
      <w:lvlJc w:val="left"/>
      <w:pPr>
        <w:tabs>
          <w:tab w:val="num" w:pos="720"/>
        </w:tabs>
        <w:ind w:left="1440" w:hanging="1440"/>
      </w:pPr>
      <w:rPr>
        <w:rFonts w:cs="Times New Roman" w:hint="default"/>
      </w:rPr>
    </w:lvl>
    <w:lvl w:ilvl="8">
      <w:start w:val="1"/>
      <w:numFmt w:val="decimal"/>
      <w:lvlText w:val="%1.%2.%3.%4.%5.%6.%7.%8.%9"/>
      <w:lvlJc w:val="left"/>
      <w:pPr>
        <w:tabs>
          <w:tab w:val="num" w:pos="720"/>
        </w:tabs>
        <w:ind w:left="1440" w:hanging="1440"/>
      </w:pPr>
      <w:rPr>
        <w:rFonts w:cs="Times New Roman" w:hint="default"/>
      </w:rPr>
    </w:lvl>
  </w:abstractNum>
  <w:abstractNum w:abstractNumId="31" w15:restartNumberingAfterBreak="0">
    <w:nsid w:val="6C204920"/>
    <w:multiLevelType w:val="multilevel"/>
    <w:tmpl w:val="66AC57EC"/>
    <w:lvl w:ilvl="0">
      <w:start w:val="1"/>
      <w:numFmt w:val="decimal"/>
      <w:pStyle w:val="List"/>
      <w:lvlText w:val="%1."/>
      <w:lvlJc w:val="left"/>
      <w:pPr>
        <w:ind w:left="360" w:hanging="360"/>
      </w:pPr>
      <w:rPr>
        <w:rFonts w:hint="default"/>
      </w:rPr>
    </w:lvl>
    <w:lvl w:ilvl="1">
      <w:start w:val="1"/>
      <w:numFmt w:val="lowerLetter"/>
      <w:pStyle w:val="List2"/>
      <w:lvlText w:val="%2."/>
      <w:lvlJc w:val="left"/>
      <w:pPr>
        <w:ind w:left="720" w:hanging="360"/>
      </w:pPr>
      <w:rPr>
        <w:rFonts w:hint="default"/>
      </w:rPr>
    </w:lvl>
    <w:lvl w:ilvl="2">
      <w:start w:val="1"/>
      <w:numFmt w:val="lowerRoman"/>
      <w:pStyle w:val="List30"/>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F462A22"/>
    <w:multiLevelType w:val="singleLevel"/>
    <w:tmpl w:val="CF9AE546"/>
    <w:lvl w:ilvl="0">
      <w:start w:val="1"/>
      <w:numFmt w:val="none"/>
      <w:pStyle w:val="Warning"/>
      <w:lvlText w:val="Warning:"/>
      <w:lvlJc w:val="left"/>
      <w:pPr>
        <w:tabs>
          <w:tab w:val="num" w:pos="120"/>
        </w:tabs>
        <w:ind w:left="-600" w:hanging="360"/>
      </w:pPr>
      <w:rPr>
        <w:rFonts w:ascii="Verdana" w:hAnsi="Verdana" w:cs="Times New Roman"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1964726"/>
    <w:multiLevelType w:val="multilevel"/>
    <w:tmpl w:val="89829F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272529A"/>
    <w:multiLevelType w:val="multilevel"/>
    <w:tmpl w:val="698CA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59F1F66"/>
    <w:multiLevelType w:val="hybridMultilevel"/>
    <w:tmpl w:val="92962DAA"/>
    <w:lvl w:ilvl="0" w:tplc="5E4296E4">
      <w:start w:val="1"/>
      <w:numFmt w:val="bullet"/>
      <w:lvlText w:val="•"/>
      <w:lvlJc w:val="left"/>
      <w:pPr>
        <w:tabs>
          <w:tab w:val="num" w:pos="720"/>
        </w:tabs>
        <w:ind w:left="720" w:hanging="360"/>
      </w:pPr>
      <w:rPr>
        <w:rFonts w:ascii="Arial" w:hAnsi="Arial" w:hint="default"/>
      </w:rPr>
    </w:lvl>
    <w:lvl w:ilvl="1" w:tplc="563A7546">
      <w:start w:val="27"/>
      <w:numFmt w:val="bullet"/>
      <w:lvlText w:val="•"/>
      <w:lvlJc w:val="left"/>
      <w:pPr>
        <w:tabs>
          <w:tab w:val="num" w:pos="1440"/>
        </w:tabs>
        <w:ind w:left="1440" w:hanging="360"/>
      </w:pPr>
      <w:rPr>
        <w:rFonts w:ascii="Arial" w:hAnsi="Arial" w:hint="default"/>
      </w:rPr>
    </w:lvl>
    <w:lvl w:ilvl="2" w:tplc="9D0C4582" w:tentative="1">
      <w:start w:val="1"/>
      <w:numFmt w:val="bullet"/>
      <w:lvlText w:val="•"/>
      <w:lvlJc w:val="left"/>
      <w:pPr>
        <w:tabs>
          <w:tab w:val="num" w:pos="2160"/>
        </w:tabs>
        <w:ind w:left="2160" w:hanging="360"/>
      </w:pPr>
      <w:rPr>
        <w:rFonts w:ascii="Arial" w:hAnsi="Arial" w:hint="default"/>
      </w:rPr>
    </w:lvl>
    <w:lvl w:ilvl="3" w:tplc="1DC09ACA" w:tentative="1">
      <w:start w:val="1"/>
      <w:numFmt w:val="bullet"/>
      <w:lvlText w:val="•"/>
      <w:lvlJc w:val="left"/>
      <w:pPr>
        <w:tabs>
          <w:tab w:val="num" w:pos="2880"/>
        </w:tabs>
        <w:ind w:left="2880" w:hanging="360"/>
      </w:pPr>
      <w:rPr>
        <w:rFonts w:ascii="Arial" w:hAnsi="Arial" w:hint="default"/>
      </w:rPr>
    </w:lvl>
    <w:lvl w:ilvl="4" w:tplc="E2403550" w:tentative="1">
      <w:start w:val="1"/>
      <w:numFmt w:val="bullet"/>
      <w:lvlText w:val="•"/>
      <w:lvlJc w:val="left"/>
      <w:pPr>
        <w:tabs>
          <w:tab w:val="num" w:pos="3600"/>
        </w:tabs>
        <w:ind w:left="3600" w:hanging="360"/>
      </w:pPr>
      <w:rPr>
        <w:rFonts w:ascii="Arial" w:hAnsi="Arial" w:hint="default"/>
      </w:rPr>
    </w:lvl>
    <w:lvl w:ilvl="5" w:tplc="B7E8AF6E" w:tentative="1">
      <w:start w:val="1"/>
      <w:numFmt w:val="bullet"/>
      <w:lvlText w:val="•"/>
      <w:lvlJc w:val="left"/>
      <w:pPr>
        <w:tabs>
          <w:tab w:val="num" w:pos="4320"/>
        </w:tabs>
        <w:ind w:left="4320" w:hanging="360"/>
      </w:pPr>
      <w:rPr>
        <w:rFonts w:ascii="Arial" w:hAnsi="Arial" w:hint="default"/>
      </w:rPr>
    </w:lvl>
    <w:lvl w:ilvl="6" w:tplc="7AE2D036" w:tentative="1">
      <w:start w:val="1"/>
      <w:numFmt w:val="bullet"/>
      <w:lvlText w:val="•"/>
      <w:lvlJc w:val="left"/>
      <w:pPr>
        <w:tabs>
          <w:tab w:val="num" w:pos="5040"/>
        </w:tabs>
        <w:ind w:left="5040" w:hanging="360"/>
      </w:pPr>
      <w:rPr>
        <w:rFonts w:ascii="Arial" w:hAnsi="Arial" w:hint="default"/>
      </w:rPr>
    </w:lvl>
    <w:lvl w:ilvl="7" w:tplc="31D4F37A" w:tentative="1">
      <w:start w:val="1"/>
      <w:numFmt w:val="bullet"/>
      <w:lvlText w:val="•"/>
      <w:lvlJc w:val="left"/>
      <w:pPr>
        <w:tabs>
          <w:tab w:val="num" w:pos="5760"/>
        </w:tabs>
        <w:ind w:left="5760" w:hanging="360"/>
      </w:pPr>
      <w:rPr>
        <w:rFonts w:ascii="Arial" w:hAnsi="Arial" w:hint="default"/>
      </w:rPr>
    </w:lvl>
    <w:lvl w:ilvl="8" w:tplc="3E021C1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B1B1C23"/>
    <w:multiLevelType w:val="hybridMultilevel"/>
    <w:tmpl w:val="602A8418"/>
    <w:lvl w:ilvl="0" w:tplc="1910D900">
      <w:start w:val="1"/>
      <w:numFmt w:val="bullet"/>
      <w:lvlText w:val="•"/>
      <w:lvlJc w:val="left"/>
      <w:pPr>
        <w:tabs>
          <w:tab w:val="num" w:pos="720"/>
        </w:tabs>
        <w:ind w:left="720" w:hanging="360"/>
      </w:pPr>
      <w:rPr>
        <w:rFonts w:ascii="Arial" w:hAnsi="Arial" w:hint="default"/>
      </w:rPr>
    </w:lvl>
    <w:lvl w:ilvl="1" w:tplc="67104722" w:tentative="1">
      <w:start w:val="1"/>
      <w:numFmt w:val="bullet"/>
      <w:lvlText w:val="•"/>
      <w:lvlJc w:val="left"/>
      <w:pPr>
        <w:tabs>
          <w:tab w:val="num" w:pos="1440"/>
        </w:tabs>
        <w:ind w:left="1440" w:hanging="360"/>
      </w:pPr>
      <w:rPr>
        <w:rFonts w:ascii="Arial" w:hAnsi="Arial" w:hint="default"/>
      </w:rPr>
    </w:lvl>
    <w:lvl w:ilvl="2" w:tplc="6472FEF8" w:tentative="1">
      <w:start w:val="1"/>
      <w:numFmt w:val="bullet"/>
      <w:lvlText w:val="•"/>
      <w:lvlJc w:val="left"/>
      <w:pPr>
        <w:tabs>
          <w:tab w:val="num" w:pos="2160"/>
        </w:tabs>
        <w:ind w:left="2160" w:hanging="360"/>
      </w:pPr>
      <w:rPr>
        <w:rFonts w:ascii="Arial" w:hAnsi="Arial" w:hint="default"/>
      </w:rPr>
    </w:lvl>
    <w:lvl w:ilvl="3" w:tplc="06F8D8FE" w:tentative="1">
      <w:start w:val="1"/>
      <w:numFmt w:val="bullet"/>
      <w:lvlText w:val="•"/>
      <w:lvlJc w:val="left"/>
      <w:pPr>
        <w:tabs>
          <w:tab w:val="num" w:pos="2880"/>
        </w:tabs>
        <w:ind w:left="2880" w:hanging="360"/>
      </w:pPr>
      <w:rPr>
        <w:rFonts w:ascii="Arial" w:hAnsi="Arial" w:hint="default"/>
      </w:rPr>
    </w:lvl>
    <w:lvl w:ilvl="4" w:tplc="29DEADA8" w:tentative="1">
      <w:start w:val="1"/>
      <w:numFmt w:val="bullet"/>
      <w:lvlText w:val="•"/>
      <w:lvlJc w:val="left"/>
      <w:pPr>
        <w:tabs>
          <w:tab w:val="num" w:pos="3600"/>
        </w:tabs>
        <w:ind w:left="3600" w:hanging="360"/>
      </w:pPr>
      <w:rPr>
        <w:rFonts w:ascii="Arial" w:hAnsi="Arial" w:hint="default"/>
      </w:rPr>
    </w:lvl>
    <w:lvl w:ilvl="5" w:tplc="8A184F78" w:tentative="1">
      <w:start w:val="1"/>
      <w:numFmt w:val="bullet"/>
      <w:lvlText w:val="•"/>
      <w:lvlJc w:val="left"/>
      <w:pPr>
        <w:tabs>
          <w:tab w:val="num" w:pos="4320"/>
        </w:tabs>
        <w:ind w:left="4320" w:hanging="360"/>
      </w:pPr>
      <w:rPr>
        <w:rFonts w:ascii="Arial" w:hAnsi="Arial" w:hint="default"/>
      </w:rPr>
    </w:lvl>
    <w:lvl w:ilvl="6" w:tplc="037E410A" w:tentative="1">
      <w:start w:val="1"/>
      <w:numFmt w:val="bullet"/>
      <w:lvlText w:val="•"/>
      <w:lvlJc w:val="left"/>
      <w:pPr>
        <w:tabs>
          <w:tab w:val="num" w:pos="5040"/>
        </w:tabs>
        <w:ind w:left="5040" w:hanging="360"/>
      </w:pPr>
      <w:rPr>
        <w:rFonts w:ascii="Arial" w:hAnsi="Arial" w:hint="default"/>
      </w:rPr>
    </w:lvl>
    <w:lvl w:ilvl="7" w:tplc="88DE2C16" w:tentative="1">
      <w:start w:val="1"/>
      <w:numFmt w:val="bullet"/>
      <w:lvlText w:val="•"/>
      <w:lvlJc w:val="left"/>
      <w:pPr>
        <w:tabs>
          <w:tab w:val="num" w:pos="5760"/>
        </w:tabs>
        <w:ind w:left="5760" w:hanging="360"/>
      </w:pPr>
      <w:rPr>
        <w:rFonts w:ascii="Arial" w:hAnsi="Arial" w:hint="default"/>
      </w:rPr>
    </w:lvl>
    <w:lvl w:ilvl="8" w:tplc="B81EEE0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F3E30F4"/>
    <w:multiLevelType w:val="multilevel"/>
    <w:tmpl w:val="76587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0"/>
  </w:num>
  <w:num w:numId="3">
    <w:abstractNumId w:val="23"/>
  </w:num>
  <w:num w:numId="4">
    <w:abstractNumId w:val="16"/>
  </w:num>
  <w:num w:numId="5">
    <w:abstractNumId w:val="26"/>
  </w:num>
  <w:num w:numId="6">
    <w:abstractNumId w:val="11"/>
  </w:num>
  <w:num w:numId="7">
    <w:abstractNumId w:val="32"/>
  </w:num>
  <w:num w:numId="8">
    <w:abstractNumId w:val="15"/>
  </w:num>
  <w:num w:numId="9">
    <w:abstractNumId w:val="25"/>
  </w:num>
  <w:num w:numId="10">
    <w:abstractNumId w:val="1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7"/>
  </w:num>
  <w:num w:numId="14">
    <w:abstractNumId w:val="27"/>
    <w:lvlOverride w:ilvl="0">
      <w:startOverride w:val="1"/>
    </w:lvlOverride>
  </w:num>
  <w:num w:numId="15">
    <w:abstractNumId w:val="18"/>
  </w:num>
  <w:num w:numId="16">
    <w:abstractNumId w:val="9"/>
  </w:num>
  <w:num w:numId="17">
    <w:abstractNumId w:val="31"/>
  </w:num>
  <w:num w:numId="18">
    <w:abstractNumId w:val="17"/>
  </w:num>
  <w:num w:numId="19">
    <w:abstractNumId w:val="2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0"/>
  </w:num>
  <w:num w:numId="27">
    <w:abstractNumId w:val="8"/>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22"/>
  </w:num>
  <w:num w:numId="33">
    <w:abstractNumId w:val="6"/>
  </w:num>
  <w:num w:numId="34">
    <w:abstractNumId w:val="28"/>
  </w:num>
  <w:num w:numId="35">
    <w:abstractNumId w:val="1"/>
  </w:num>
  <w:num w:numId="36">
    <w:abstractNumId w:val="7"/>
  </w:num>
  <w:num w:numId="37">
    <w:abstractNumId w:val="36"/>
  </w:num>
  <w:num w:numId="38">
    <w:abstractNumId w:val="4"/>
  </w:num>
  <w:num w:numId="39">
    <w:abstractNumId w:val="19"/>
  </w:num>
  <w:num w:numId="40">
    <w:abstractNumId w:val="14"/>
  </w:num>
  <w:num w:numId="41">
    <w:abstractNumId w:val="13"/>
  </w:num>
  <w:num w:numId="42">
    <w:abstractNumId w:val="33"/>
  </w:num>
  <w:num w:numId="43">
    <w:abstractNumId w:val="37"/>
  </w:num>
  <w:num w:numId="44">
    <w:abstractNumId w:val="34"/>
  </w:num>
  <w:num w:numId="45">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360"/>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0BC"/>
    <w:rsid w:val="000000B1"/>
    <w:rsid w:val="000004C3"/>
    <w:rsid w:val="00000B91"/>
    <w:rsid w:val="00000D0F"/>
    <w:rsid w:val="00000D1B"/>
    <w:rsid w:val="00000F43"/>
    <w:rsid w:val="00001244"/>
    <w:rsid w:val="000014A3"/>
    <w:rsid w:val="000018B8"/>
    <w:rsid w:val="000019D4"/>
    <w:rsid w:val="000021A1"/>
    <w:rsid w:val="000024C4"/>
    <w:rsid w:val="000029BC"/>
    <w:rsid w:val="00003090"/>
    <w:rsid w:val="000036C6"/>
    <w:rsid w:val="000038EF"/>
    <w:rsid w:val="000039E6"/>
    <w:rsid w:val="0000404A"/>
    <w:rsid w:val="000040D0"/>
    <w:rsid w:val="000040E8"/>
    <w:rsid w:val="000045E6"/>
    <w:rsid w:val="000047C2"/>
    <w:rsid w:val="000047F7"/>
    <w:rsid w:val="00004FCF"/>
    <w:rsid w:val="00005253"/>
    <w:rsid w:val="000053D1"/>
    <w:rsid w:val="00005538"/>
    <w:rsid w:val="0000609E"/>
    <w:rsid w:val="00006A14"/>
    <w:rsid w:val="00006F0E"/>
    <w:rsid w:val="00007137"/>
    <w:rsid w:val="000075F7"/>
    <w:rsid w:val="00007CA0"/>
    <w:rsid w:val="0001013F"/>
    <w:rsid w:val="0001029A"/>
    <w:rsid w:val="0001065A"/>
    <w:rsid w:val="00010BF4"/>
    <w:rsid w:val="00010E98"/>
    <w:rsid w:val="00010FB3"/>
    <w:rsid w:val="0001170D"/>
    <w:rsid w:val="0001193F"/>
    <w:rsid w:val="00011A5D"/>
    <w:rsid w:val="00011D97"/>
    <w:rsid w:val="00012003"/>
    <w:rsid w:val="0001227A"/>
    <w:rsid w:val="00012763"/>
    <w:rsid w:val="00012CA7"/>
    <w:rsid w:val="00012E63"/>
    <w:rsid w:val="00013056"/>
    <w:rsid w:val="00013AD9"/>
    <w:rsid w:val="00013E66"/>
    <w:rsid w:val="0001410F"/>
    <w:rsid w:val="00014CE5"/>
    <w:rsid w:val="00014E1B"/>
    <w:rsid w:val="00014F57"/>
    <w:rsid w:val="00015757"/>
    <w:rsid w:val="0001583F"/>
    <w:rsid w:val="00015E3C"/>
    <w:rsid w:val="0001604E"/>
    <w:rsid w:val="00016891"/>
    <w:rsid w:val="00016A50"/>
    <w:rsid w:val="00016AA9"/>
    <w:rsid w:val="00016DBB"/>
    <w:rsid w:val="00016EF9"/>
    <w:rsid w:val="0001723C"/>
    <w:rsid w:val="00017717"/>
    <w:rsid w:val="00017746"/>
    <w:rsid w:val="000178AE"/>
    <w:rsid w:val="00017AC7"/>
    <w:rsid w:val="00020341"/>
    <w:rsid w:val="00020B42"/>
    <w:rsid w:val="00020D55"/>
    <w:rsid w:val="00021676"/>
    <w:rsid w:val="000218A7"/>
    <w:rsid w:val="00021C59"/>
    <w:rsid w:val="00022057"/>
    <w:rsid w:val="000221EA"/>
    <w:rsid w:val="00022300"/>
    <w:rsid w:val="0002257E"/>
    <w:rsid w:val="000225DD"/>
    <w:rsid w:val="00022A94"/>
    <w:rsid w:val="00022C43"/>
    <w:rsid w:val="00023297"/>
    <w:rsid w:val="00023BD5"/>
    <w:rsid w:val="0002443B"/>
    <w:rsid w:val="00024D94"/>
    <w:rsid w:val="00024DB4"/>
    <w:rsid w:val="00024F23"/>
    <w:rsid w:val="00025026"/>
    <w:rsid w:val="00025238"/>
    <w:rsid w:val="0002523A"/>
    <w:rsid w:val="00025AD7"/>
    <w:rsid w:val="00025F6A"/>
    <w:rsid w:val="00026301"/>
    <w:rsid w:val="000266D3"/>
    <w:rsid w:val="00026888"/>
    <w:rsid w:val="00026CD8"/>
    <w:rsid w:val="00027041"/>
    <w:rsid w:val="00027A0D"/>
    <w:rsid w:val="00027E5E"/>
    <w:rsid w:val="00027ECB"/>
    <w:rsid w:val="00027F12"/>
    <w:rsid w:val="0003059A"/>
    <w:rsid w:val="00030650"/>
    <w:rsid w:val="00030C67"/>
    <w:rsid w:val="00030F51"/>
    <w:rsid w:val="000311D9"/>
    <w:rsid w:val="00031481"/>
    <w:rsid w:val="000314A9"/>
    <w:rsid w:val="00031E62"/>
    <w:rsid w:val="0003232E"/>
    <w:rsid w:val="00032AA9"/>
    <w:rsid w:val="00032B6E"/>
    <w:rsid w:val="00032DE6"/>
    <w:rsid w:val="00032E07"/>
    <w:rsid w:val="000330FF"/>
    <w:rsid w:val="00033208"/>
    <w:rsid w:val="00033218"/>
    <w:rsid w:val="00033E51"/>
    <w:rsid w:val="000341C6"/>
    <w:rsid w:val="000343F4"/>
    <w:rsid w:val="0003450C"/>
    <w:rsid w:val="00034560"/>
    <w:rsid w:val="00034A1E"/>
    <w:rsid w:val="00035071"/>
    <w:rsid w:val="000355EA"/>
    <w:rsid w:val="00035743"/>
    <w:rsid w:val="000357EE"/>
    <w:rsid w:val="0003582D"/>
    <w:rsid w:val="00035AD0"/>
    <w:rsid w:val="00035BE8"/>
    <w:rsid w:val="00035E55"/>
    <w:rsid w:val="00035E67"/>
    <w:rsid w:val="000361EE"/>
    <w:rsid w:val="00036422"/>
    <w:rsid w:val="00036621"/>
    <w:rsid w:val="00036734"/>
    <w:rsid w:val="000369C0"/>
    <w:rsid w:val="00036C46"/>
    <w:rsid w:val="00036DA4"/>
    <w:rsid w:val="00037365"/>
    <w:rsid w:val="00037F16"/>
    <w:rsid w:val="00040569"/>
    <w:rsid w:val="00040606"/>
    <w:rsid w:val="00040681"/>
    <w:rsid w:val="00040785"/>
    <w:rsid w:val="0004096F"/>
    <w:rsid w:val="00040A11"/>
    <w:rsid w:val="00040DBA"/>
    <w:rsid w:val="00040E29"/>
    <w:rsid w:val="000410FD"/>
    <w:rsid w:val="0004148B"/>
    <w:rsid w:val="00041928"/>
    <w:rsid w:val="00041ABA"/>
    <w:rsid w:val="00041B9C"/>
    <w:rsid w:val="0004202F"/>
    <w:rsid w:val="0004215C"/>
    <w:rsid w:val="00042998"/>
    <w:rsid w:val="00042B5B"/>
    <w:rsid w:val="00042D87"/>
    <w:rsid w:val="00042EB1"/>
    <w:rsid w:val="000442A5"/>
    <w:rsid w:val="00044654"/>
    <w:rsid w:val="00044B44"/>
    <w:rsid w:val="00044E05"/>
    <w:rsid w:val="000450E5"/>
    <w:rsid w:val="00046205"/>
    <w:rsid w:val="0004630E"/>
    <w:rsid w:val="000468CB"/>
    <w:rsid w:val="00046972"/>
    <w:rsid w:val="0004723B"/>
    <w:rsid w:val="00047479"/>
    <w:rsid w:val="00047B05"/>
    <w:rsid w:val="00047C61"/>
    <w:rsid w:val="00047E22"/>
    <w:rsid w:val="00050155"/>
    <w:rsid w:val="00050891"/>
    <w:rsid w:val="00050CE7"/>
    <w:rsid w:val="00050E37"/>
    <w:rsid w:val="00050F8E"/>
    <w:rsid w:val="000515C5"/>
    <w:rsid w:val="00051D32"/>
    <w:rsid w:val="000525A4"/>
    <w:rsid w:val="00052640"/>
    <w:rsid w:val="0005280F"/>
    <w:rsid w:val="00052DA8"/>
    <w:rsid w:val="00052FD5"/>
    <w:rsid w:val="00053010"/>
    <w:rsid w:val="000532CC"/>
    <w:rsid w:val="00053911"/>
    <w:rsid w:val="00053D82"/>
    <w:rsid w:val="00053DAC"/>
    <w:rsid w:val="00053E82"/>
    <w:rsid w:val="000540D7"/>
    <w:rsid w:val="000541A4"/>
    <w:rsid w:val="000541FB"/>
    <w:rsid w:val="00054333"/>
    <w:rsid w:val="000544CE"/>
    <w:rsid w:val="00054686"/>
    <w:rsid w:val="00054B69"/>
    <w:rsid w:val="000553B7"/>
    <w:rsid w:val="000555B9"/>
    <w:rsid w:val="000563BA"/>
    <w:rsid w:val="00056A8C"/>
    <w:rsid w:val="00056C4C"/>
    <w:rsid w:val="00056CB7"/>
    <w:rsid w:val="00056FEE"/>
    <w:rsid w:val="00057224"/>
    <w:rsid w:val="000574F8"/>
    <w:rsid w:val="000576FA"/>
    <w:rsid w:val="000578E5"/>
    <w:rsid w:val="00057F73"/>
    <w:rsid w:val="00060203"/>
    <w:rsid w:val="000605CE"/>
    <w:rsid w:val="000608FC"/>
    <w:rsid w:val="00060AA6"/>
    <w:rsid w:val="00060D58"/>
    <w:rsid w:val="000615BE"/>
    <w:rsid w:val="000616F2"/>
    <w:rsid w:val="0006184F"/>
    <w:rsid w:val="00061B58"/>
    <w:rsid w:val="00061BAE"/>
    <w:rsid w:val="00061C53"/>
    <w:rsid w:val="00061F34"/>
    <w:rsid w:val="0006235F"/>
    <w:rsid w:val="00062C32"/>
    <w:rsid w:val="00062E76"/>
    <w:rsid w:val="00063183"/>
    <w:rsid w:val="00063D19"/>
    <w:rsid w:val="000640CE"/>
    <w:rsid w:val="00064274"/>
    <w:rsid w:val="000643C3"/>
    <w:rsid w:val="000649BF"/>
    <w:rsid w:val="00064A4A"/>
    <w:rsid w:val="00064D0B"/>
    <w:rsid w:val="00065262"/>
    <w:rsid w:val="000656BC"/>
    <w:rsid w:val="00065730"/>
    <w:rsid w:val="00065893"/>
    <w:rsid w:val="00066235"/>
    <w:rsid w:val="000663EB"/>
    <w:rsid w:val="000664E7"/>
    <w:rsid w:val="000666F6"/>
    <w:rsid w:val="000676F8"/>
    <w:rsid w:val="00067791"/>
    <w:rsid w:val="00067B41"/>
    <w:rsid w:val="00067B5B"/>
    <w:rsid w:val="00070094"/>
    <w:rsid w:val="000708EE"/>
    <w:rsid w:val="00070943"/>
    <w:rsid w:val="000709CC"/>
    <w:rsid w:val="000709D2"/>
    <w:rsid w:val="00070A68"/>
    <w:rsid w:val="00070A8F"/>
    <w:rsid w:val="00070BC9"/>
    <w:rsid w:val="00070D1F"/>
    <w:rsid w:val="00070D21"/>
    <w:rsid w:val="000710AE"/>
    <w:rsid w:val="00071153"/>
    <w:rsid w:val="0007123A"/>
    <w:rsid w:val="00071275"/>
    <w:rsid w:val="000714F7"/>
    <w:rsid w:val="000714FC"/>
    <w:rsid w:val="00071555"/>
    <w:rsid w:val="00071714"/>
    <w:rsid w:val="000719EE"/>
    <w:rsid w:val="00071B30"/>
    <w:rsid w:val="00071CA4"/>
    <w:rsid w:val="00072B52"/>
    <w:rsid w:val="00072C7A"/>
    <w:rsid w:val="00072D94"/>
    <w:rsid w:val="00072EB1"/>
    <w:rsid w:val="000730F2"/>
    <w:rsid w:val="00073292"/>
    <w:rsid w:val="0007331E"/>
    <w:rsid w:val="0007338E"/>
    <w:rsid w:val="0007384D"/>
    <w:rsid w:val="000743C5"/>
    <w:rsid w:val="00074C43"/>
    <w:rsid w:val="00074D10"/>
    <w:rsid w:val="00075E96"/>
    <w:rsid w:val="00075F4B"/>
    <w:rsid w:val="00076610"/>
    <w:rsid w:val="00076694"/>
    <w:rsid w:val="000766DA"/>
    <w:rsid w:val="00076703"/>
    <w:rsid w:val="0007693E"/>
    <w:rsid w:val="000769ED"/>
    <w:rsid w:val="00076F81"/>
    <w:rsid w:val="0007700A"/>
    <w:rsid w:val="00077555"/>
    <w:rsid w:val="000777CE"/>
    <w:rsid w:val="00080195"/>
    <w:rsid w:val="0008020F"/>
    <w:rsid w:val="0008083E"/>
    <w:rsid w:val="00080E9A"/>
    <w:rsid w:val="00080EC6"/>
    <w:rsid w:val="0008100F"/>
    <w:rsid w:val="00081490"/>
    <w:rsid w:val="00081679"/>
    <w:rsid w:val="000816CF"/>
    <w:rsid w:val="00081E0A"/>
    <w:rsid w:val="00081E50"/>
    <w:rsid w:val="000820CD"/>
    <w:rsid w:val="0008267F"/>
    <w:rsid w:val="00082DF2"/>
    <w:rsid w:val="000832BF"/>
    <w:rsid w:val="00084127"/>
    <w:rsid w:val="00084627"/>
    <w:rsid w:val="000847B2"/>
    <w:rsid w:val="000847EF"/>
    <w:rsid w:val="00084826"/>
    <w:rsid w:val="00084A3C"/>
    <w:rsid w:val="00084F3D"/>
    <w:rsid w:val="0008517E"/>
    <w:rsid w:val="00085348"/>
    <w:rsid w:val="00085359"/>
    <w:rsid w:val="00085AE8"/>
    <w:rsid w:val="000861FE"/>
    <w:rsid w:val="0008640C"/>
    <w:rsid w:val="00086420"/>
    <w:rsid w:val="0008676D"/>
    <w:rsid w:val="00086A97"/>
    <w:rsid w:val="00086B2A"/>
    <w:rsid w:val="00086E51"/>
    <w:rsid w:val="0008730F"/>
    <w:rsid w:val="000874BC"/>
    <w:rsid w:val="000878F2"/>
    <w:rsid w:val="00087D8F"/>
    <w:rsid w:val="000906EB"/>
    <w:rsid w:val="000909A0"/>
    <w:rsid w:val="0009106D"/>
    <w:rsid w:val="000910CF"/>
    <w:rsid w:val="000912BE"/>
    <w:rsid w:val="00091412"/>
    <w:rsid w:val="000916F1"/>
    <w:rsid w:val="00092A7A"/>
    <w:rsid w:val="00093347"/>
    <w:rsid w:val="000935B9"/>
    <w:rsid w:val="0009365B"/>
    <w:rsid w:val="00093708"/>
    <w:rsid w:val="00093723"/>
    <w:rsid w:val="00093BFF"/>
    <w:rsid w:val="000940BA"/>
    <w:rsid w:val="000944CB"/>
    <w:rsid w:val="00094825"/>
    <w:rsid w:val="00094EF9"/>
    <w:rsid w:val="00094F2B"/>
    <w:rsid w:val="00094F40"/>
    <w:rsid w:val="00095061"/>
    <w:rsid w:val="000953B5"/>
    <w:rsid w:val="000954D4"/>
    <w:rsid w:val="00095617"/>
    <w:rsid w:val="00095890"/>
    <w:rsid w:val="00095D97"/>
    <w:rsid w:val="00095EC5"/>
    <w:rsid w:val="000962D3"/>
    <w:rsid w:val="00096585"/>
    <w:rsid w:val="000966FC"/>
    <w:rsid w:val="00096B8D"/>
    <w:rsid w:val="00096BA0"/>
    <w:rsid w:val="000971B6"/>
    <w:rsid w:val="00097539"/>
    <w:rsid w:val="00097627"/>
    <w:rsid w:val="000A0922"/>
    <w:rsid w:val="000A0D43"/>
    <w:rsid w:val="000A0E13"/>
    <w:rsid w:val="000A159D"/>
    <w:rsid w:val="000A173D"/>
    <w:rsid w:val="000A189A"/>
    <w:rsid w:val="000A1A9C"/>
    <w:rsid w:val="000A1BDD"/>
    <w:rsid w:val="000A1E97"/>
    <w:rsid w:val="000A2223"/>
    <w:rsid w:val="000A2434"/>
    <w:rsid w:val="000A27A9"/>
    <w:rsid w:val="000A27CA"/>
    <w:rsid w:val="000A297D"/>
    <w:rsid w:val="000A2A6D"/>
    <w:rsid w:val="000A2C75"/>
    <w:rsid w:val="000A32E8"/>
    <w:rsid w:val="000A335D"/>
    <w:rsid w:val="000A34CB"/>
    <w:rsid w:val="000A3B73"/>
    <w:rsid w:val="000A3D49"/>
    <w:rsid w:val="000A40E5"/>
    <w:rsid w:val="000A422A"/>
    <w:rsid w:val="000A49D5"/>
    <w:rsid w:val="000A4D0D"/>
    <w:rsid w:val="000A5448"/>
    <w:rsid w:val="000A5BA3"/>
    <w:rsid w:val="000A5E3A"/>
    <w:rsid w:val="000A5EB6"/>
    <w:rsid w:val="000A60D2"/>
    <w:rsid w:val="000A616A"/>
    <w:rsid w:val="000A62DF"/>
    <w:rsid w:val="000A63E8"/>
    <w:rsid w:val="000A6480"/>
    <w:rsid w:val="000A65C0"/>
    <w:rsid w:val="000A73E2"/>
    <w:rsid w:val="000A7468"/>
    <w:rsid w:val="000A748D"/>
    <w:rsid w:val="000A7D05"/>
    <w:rsid w:val="000B0002"/>
    <w:rsid w:val="000B055C"/>
    <w:rsid w:val="000B05F4"/>
    <w:rsid w:val="000B064A"/>
    <w:rsid w:val="000B0785"/>
    <w:rsid w:val="000B081B"/>
    <w:rsid w:val="000B0DAA"/>
    <w:rsid w:val="000B0EEF"/>
    <w:rsid w:val="000B1273"/>
    <w:rsid w:val="000B139C"/>
    <w:rsid w:val="000B1D3E"/>
    <w:rsid w:val="000B1EF3"/>
    <w:rsid w:val="000B1F03"/>
    <w:rsid w:val="000B2366"/>
    <w:rsid w:val="000B271F"/>
    <w:rsid w:val="000B2CA5"/>
    <w:rsid w:val="000B3783"/>
    <w:rsid w:val="000B3C3D"/>
    <w:rsid w:val="000B3C4C"/>
    <w:rsid w:val="000B3CD8"/>
    <w:rsid w:val="000B3DE7"/>
    <w:rsid w:val="000B3EA3"/>
    <w:rsid w:val="000B4007"/>
    <w:rsid w:val="000B41D5"/>
    <w:rsid w:val="000B431D"/>
    <w:rsid w:val="000B444B"/>
    <w:rsid w:val="000B44C0"/>
    <w:rsid w:val="000B48B8"/>
    <w:rsid w:val="000B498C"/>
    <w:rsid w:val="000B4DDE"/>
    <w:rsid w:val="000B4F37"/>
    <w:rsid w:val="000B521D"/>
    <w:rsid w:val="000B587B"/>
    <w:rsid w:val="000B62C9"/>
    <w:rsid w:val="000B6326"/>
    <w:rsid w:val="000B64C6"/>
    <w:rsid w:val="000B67B8"/>
    <w:rsid w:val="000B68E6"/>
    <w:rsid w:val="000B727E"/>
    <w:rsid w:val="000B7459"/>
    <w:rsid w:val="000B78D0"/>
    <w:rsid w:val="000B791A"/>
    <w:rsid w:val="000B7A90"/>
    <w:rsid w:val="000B7B64"/>
    <w:rsid w:val="000B7C25"/>
    <w:rsid w:val="000B7C39"/>
    <w:rsid w:val="000B7E51"/>
    <w:rsid w:val="000B7E6D"/>
    <w:rsid w:val="000C00B5"/>
    <w:rsid w:val="000C03FA"/>
    <w:rsid w:val="000C05F4"/>
    <w:rsid w:val="000C0CC8"/>
    <w:rsid w:val="000C0F82"/>
    <w:rsid w:val="000C130E"/>
    <w:rsid w:val="000C1901"/>
    <w:rsid w:val="000C1DDF"/>
    <w:rsid w:val="000C2059"/>
    <w:rsid w:val="000C211E"/>
    <w:rsid w:val="000C214A"/>
    <w:rsid w:val="000C24B7"/>
    <w:rsid w:val="000C24D2"/>
    <w:rsid w:val="000C2573"/>
    <w:rsid w:val="000C3126"/>
    <w:rsid w:val="000C3229"/>
    <w:rsid w:val="000C37FB"/>
    <w:rsid w:val="000C3A4F"/>
    <w:rsid w:val="000C41CA"/>
    <w:rsid w:val="000C4241"/>
    <w:rsid w:val="000C4DE9"/>
    <w:rsid w:val="000C5024"/>
    <w:rsid w:val="000C51E7"/>
    <w:rsid w:val="000C54D3"/>
    <w:rsid w:val="000C5641"/>
    <w:rsid w:val="000C5DA4"/>
    <w:rsid w:val="000C6058"/>
    <w:rsid w:val="000C64AF"/>
    <w:rsid w:val="000C6564"/>
    <w:rsid w:val="000C6948"/>
    <w:rsid w:val="000C6DEB"/>
    <w:rsid w:val="000C723A"/>
    <w:rsid w:val="000C74C0"/>
    <w:rsid w:val="000C7676"/>
    <w:rsid w:val="000C77AC"/>
    <w:rsid w:val="000C7D39"/>
    <w:rsid w:val="000C7D79"/>
    <w:rsid w:val="000D05B8"/>
    <w:rsid w:val="000D0660"/>
    <w:rsid w:val="000D0833"/>
    <w:rsid w:val="000D15D5"/>
    <w:rsid w:val="000D1700"/>
    <w:rsid w:val="000D17DE"/>
    <w:rsid w:val="000D1D47"/>
    <w:rsid w:val="000D237D"/>
    <w:rsid w:val="000D2E84"/>
    <w:rsid w:val="000D30E1"/>
    <w:rsid w:val="000D351E"/>
    <w:rsid w:val="000D38E8"/>
    <w:rsid w:val="000D45F2"/>
    <w:rsid w:val="000D5C25"/>
    <w:rsid w:val="000D5FBC"/>
    <w:rsid w:val="000D6BF2"/>
    <w:rsid w:val="000D6C7B"/>
    <w:rsid w:val="000D6DA8"/>
    <w:rsid w:val="000D70BC"/>
    <w:rsid w:val="000D7133"/>
    <w:rsid w:val="000D7403"/>
    <w:rsid w:val="000D766B"/>
    <w:rsid w:val="000D7750"/>
    <w:rsid w:val="000D789C"/>
    <w:rsid w:val="000D7A37"/>
    <w:rsid w:val="000E07F9"/>
    <w:rsid w:val="000E0A09"/>
    <w:rsid w:val="000E0CD2"/>
    <w:rsid w:val="000E14D5"/>
    <w:rsid w:val="000E1A39"/>
    <w:rsid w:val="000E1B7A"/>
    <w:rsid w:val="000E21DB"/>
    <w:rsid w:val="000E2533"/>
    <w:rsid w:val="000E25FF"/>
    <w:rsid w:val="000E2712"/>
    <w:rsid w:val="000E2AA1"/>
    <w:rsid w:val="000E2C0E"/>
    <w:rsid w:val="000E3437"/>
    <w:rsid w:val="000E36D8"/>
    <w:rsid w:val="000E3B8C"/>
    <w:rsid w:val="000E3D16"/>
    <w:rsid w:val="000E3E90"/>
    <w:rsid w:val="000E41A6"/>
    <w:rsid w:val="000E43CF"/>
    <w:rsid w:val="000E4522"/>
    <w:rsid w:val="000E467E"/>
    <w:rsid w:val="000E4B27"/>
    <w:rsid w:val="000E4D72"/>
    <w:rsid w:val="000E4E0C"/>
    <w:rsid w:val="000E5504"/>
    <w:rsid w:val="000E56F3"/>
    <w:rsid w:val="000E576B"/>
    <w:rsid w:val="000E57F1"/>
    <w:rsid w:val="000E6537"/>
    <w:rsid w:val="000E66D9"/>
    <w:rsid w:val="000E687C"/>
    <w:rsid w:val="000E69FB"/>
    <w:rsid w:val="000E6D15"/>
    <w:rsid w:val="000E748D"/>
    <w:rsid w:val="000E7686"/>
    <w:rsid w:val="000E78A1"/>
    <w:rsid w:val="000F0087"/>
    <w:rsid w:val="000F011B"/>
    <w:rsid w:val="000F040B"/>
    <w:rsid w:val="000F0564"/>
    <w:rsid w:val="000F0779"/>
    <w:rsid w:val="000F0819"/>
    <w:rsid w:val="000F0877"/>
    <w:rsid w:val="000F1425"/>
    <w:rsid w:val="000F16EA"/>
    <w:rsid w:val="000F1BAB"/>
    <w:rsid w:val="000F1DEF"/>
    <w:rsid w:val="000F1E4A"/>
    <w:rsid w:val="000F21EA"/>
    <w:rsid w:val="000F225C"/>
    <w:rsid w:val="000F22F4"/>
    <w:rsid w:val="000F231F"/>
    <w:rsid w:val="000F2551"/>
    <w:rsid w:val="000F29C3"/>
    <w:rsid w:val="000F2D99"/>
    <w:rsid w:val="000F348D"/>
    <w:rsid w:val="000F3781"/>
    <w:rsid w:val="000F3A38"/>
    <w:rsid w:val="000F3A3B"/>
    <w:rsid w:val="000F3DE0"/>
    <w:rsid w:val="000F40FF"/>
    <w:rsid w:val="000F4360"/>
    <w:rsid w:val="000F439E"/>
    <w:rsid w:val="000F4693"/>
    <w:rsid w:val="000F4825"/>
    <w:rsid w:val="000F4BB0"/>
    <w:rsid w:val="000F4C93"/>
    <w:rsid w:val="000F50CC"/>
    <w:rsid w:val="000F50E7"/>
    <w:rsid w:val="000F53F3"/>
    <w:rsid w:val="000F5D22"/>
    <w:rsid w:val="000F5F70"/>
    <w:rsid w:val="000F61D7"/>
    <w:rsid w:val="000F6609"/>
    <w:rsid w:val="000F66F4"/>
    <w:rsid w:val="000F6711"/>
    <w:rsid w:val="000F6D0C"/>
    <w:rsid w:val="000F7FB8"/>
    <w:rsid w:val="001003C6"/>
    <w:rsid w:val="00100418"/>
    <w:rsid w:val="001005AE"/>
    <w:rsid w:val="0010070B"/>
    <w:rsid w:val="00100B42"/>
    <w:rsid w:val="00100B7F"/>
    <w:rsid w:val="00101348"/>
    <w:rsid w:val="00101357"/>
    <w:rsid w:val="001019C9"/>
    <w:rsid w:val="00101A65"/>
    <w:rsid w:val="00101AB4"/>
    <w:rsid w:val="00101B60"/>
    <w:rsid w:val="001020CD"/>
    <w:rsid w:val="001022FC"/>
    <w:rsid w:val="0010249C"/>
    <w:rsid w:val="00102572"/>
    <w:rsid w:val="0010257C"/>
    <w:rsid w:val="00102AB2"/>
    <w:rsid w:val="001034BB"/>
    <w:rsid w:val="001038F5"/>
    <w:rsid w:val="001039E2"/>
    <w:rsid w:val="00103A94"/>
    <w:rsid w:val="00103E27"/>
    <w:rsid w:val="00104099"/>
    <w:rsid w:val="0010436C"/>
    <w:rsid w:val="00104598"/>
    <w:rsid w:val="00104B09"/>
    <w:rsid w:val="00104E5F"/>
    <w:rsid w:val="0010536D"/>
    <w:rsid w:val="001053F5"/>
    <w:rsid w:val="0010557E"/>
    <w:rsid w:val="001055E8"/>
    <w:rsid w:val="00105779"/>
    <w:rsid w:val="00105941"/>
    <w:rsid w:val="00105D48"/>
    <w:rsid w:val="001061C9"/>
    <w:rsid w:val="00106209"/>
    <w:rsid w:val="00106231"/>
    <w:rsid w:val="0010677E"/>
    <w:rsid w:val="00106CCA"/>
    <w:rsid w:val="00106DF0"/>
    <w:rsid w:val="001103E2"/>
    <w:rsid w:val="001106FF"/>
    <w:rsid w:val="001107C7"/>
    <w:rsid w:val="00110F72"/>
    <w:rsid w:val="0011112F"/>
    <w:rsid w:val="001113CA"/>
    <w:rsid w:val="00111775"/>
    <w:rsid w:val="00111A01"/>
    <w:rsid w:val="0011219A"/>
    <w:rsid w:val="00112271"/>
    <w:rsid w:val="0011275F"/>
    <w:rsid w:val="001128A3"/>
    <w:rsid w:val="0011318D"/>
    <w:rsid w:val="0011323A"/>
    <w:rsid w:val="00113630"/>
    <w:rsid w:val="0011370B"/>
    <w:rsid w:val="00113A8D"/>
    <w:rsid w:val="00113B09"/>
    <w:rsid w:val="00113D6B"/>
    <w:rsid w:val="00113E6A"/>
    <w:rsid w:val="00114D08"/>
    <w:rsid w:val="0011551D"/>
    <w:rsid w:val="0011582F"/>
    <w:rsid w:val="00115904"/>
    <w:rsid w:val="00115926"/>
    <w:rsid w:val="001159E5"/>
    <w:rsid w:val="001161CC"/>
    <w:rsid w:val="0011624C"/>
    <w:rsid w:val="0011627D"/>
    <w:rsid w:val="001162F8"/>
    <w:rsid w:val="001169DC"/>
    <w:rsid w:val="00116E86"/>
    <w:rsid w:val="00117215"/>
    <w:rsid w:val="001172BC"/>
    <w:rsid w:val="00117333"/>
    <w:rsid w:val="0011751E"/>
    <w:rsid w:val="001178ED"/>
    <w:rsid w:val="00117C84"/>
    <w:rsid w:val="00120081"/>
    <w:rsid w:val="00120158"/>
    <w:rsid w:val="0012032C"/>
    <w:rsid w:val="00120421"/>
    <w:rsid w:val="0012042D"/>
    <w:rsid w:val="00120488"/>
    <w:rsid w:val="00120917"/>
    <w:rsid w:val="00120961"/>
    <w:rsid w:val="001209DD"/>
    <w:rsid w:val="00120AA4"/>
    <w:rsid w:val="00120C0F"/>
    <w:rsid w:val="00120F8C"/>
    <w:rsid w:val="00121073"/>
    <w:rsid w:val="001212B0"/>
    <w:rsid w:val="0012156E"/>
    <w:rsid w:val="001217DE"/>
    <w:rsid w:val="001219BE"/>
    <w:rsid w:val="00122330"/>
    <w:rsid w:val="0012239C"/>
    <w:rsid w:val="00122F44"/>
    <w:rsid w:val="001231D4"/>
    <w:rsid w:val="00123821"/>
    <w:rsid w:val="00123938"/>
    <w:rsid w:val="001239C3"/>
    <w:rsid w:val="00123EAE"/>
    <w:rsid w:val="00124030"/>
    <w:rsid w:val="0012416F"/>
    <w:rsid w:val="0012448A"/>
    <w:rsid w:val="00125011"/>
    <w:rsid w:val="00125349"/>
    <w:rsid w:val="0012558D"/>
    <w:rsid w:val="00125721"/>
    <w:rsid w:val="0012598B"/>
    <w:rsid w:val="00125A72"/>
    <w:rsid w:val="00125B08"/>
    <w:rsid w:val="00125DE4"/>
    <w:rsid w:val="00125ED7"/>
    <w:rsid w:val="00125ED9"/>
    <w:rsid w:val="0012607B"/>
    <w:rsid w:val="001260B5"/>
    <w:rsid w:val="001260E8"/>
    <w:rsid w:val="00126248"/>
    <w:rsid w:val="00126387"/>
    <w:rsid w:val="00126D7F"/>
    <w:rsid w:val="0012700B"/>
    <w:rsid w:val="001277A8"/>
    <w:rsid w:val="001278FD"/>
    <w:rsid w:val="001300F4"/>
    <w:rsid w:val="001303F8"/>
    <w:rsid w:val="00130785"/>
    <w:rsid w:val="00130CF3"/>
    <w:rsid w:val="00130D28"/>
    <w:rsid w:val="00130D52"/>
    <w:rsid w:val="00131250"/>
    <w:rsid w:val="0013125B"/>
    <w:rsid w:val="0013126B"/>
    <w:rsid w:val="00131747"/>
    <w:rsid w:val="00131843"/>
    <w:rsid w:val="00131B59"/>
    <w:rsid w:val="00131BC7"/>
    <w:rsid w:val="00132300"/>
    <w:rsid w:val="001324FA"/>
    <w:rsid w:val="00132B1F"/>
    <w:rsid w:val="00132CA0"/>
    <w:rsid w:val="00132DF5"/>
    <w:rsid w:val="00132E2B"/>
    <w:rsid w:val="00132E38"/>
    <w:rsid w:val="00132E57"/>
    <w:rsid w:val="0013313A"/>
    <w:rsid w:val="0013317B"/>
    <w:rsid w:val="0013330F"/>
    <w:rsid w:val="00133431"/>
    <w:rsid w:val="0013353D"/>
    <w:rsid w:val="0013373F"/>
    <w:rsid w:val="00133FE8"/>
    <w:rsid w:val="001340EE"/>
    <w:rsid w:val="001345B0"/>
    <w:rsid w:val="001346BF"/>
    <w:rsid w:val="00134B35"/>
    <w:rsid w:val="00134B3A"/>
    <w:rsid w:val="00134D08"/>
    <w:rsid w:val="00134FB4"/>
    <w:rsid w:val="001352AB"/>
    <w:rsid w:val="001352C6"/>
    <w:rsid w:val="0013535A"/>
    <w:rsid w:val="001357CF"/>
    <w:rsid w:val="001359BC"/>
    <w:rsid w:val="00135C77"/>
    <w:rsid w:val="00135EEF"/>
    <w:rsid w:val="0013611D"/>
    <w:rsid w:val="00136615"/>
    <w:rsid w:val="001367CC"/>
    <w:rsid w:val="001369C2"/>
    <w:rsid w:val="00136BC2"/>
    <w:rsid w:val="00136D44"/>
    <w:rsid w:val="00137121"/>
    <w:rsid w:val="00137372"/>
    <w:rsid w:val="00137841"/>
    <w:rsid w:val="00137895"/>
    <w:rsid w:val="001405AC"/>
    <w:rsid w:val="001406D2"/>
    <w:rsid w:val="0014071D"/>
    <w:rsid w:val="0014081F"/>
    <w:rsid w:val="001408E7"/>
    <w:rsid w:val="001408EE"/>
    <w:rsid w:val="0014098A"/>
    <w:rsid w:val="00140A94"/>
    <w:rsid w:val="00140DF2"/>
    <w:rsid w:val="00140E31"/>
    <w:rsid w:val="00141164"/>
    <w:rsid w:val="001412F3"/>
    <w:rsid w:val="001416B3"/>
    <w:rsid w:val="001417D5"/>
    <w:rsid w:val="00141F31"/>
    <w:rsid w:val="001421AA"/>
    <w:rsid w:val="00142611"/>
    <w:rsid w:val="00142D34"/>
    <w:rsid w:val="00142D4E"/>
    <w:rsid w:val="00142F32"/>
    <w:rsid w:val="00143428"/>
    <w:rsid w:val="0014345F"/>
    <w:rsid w:val="00143BBD"/>
    <w:rsid w:val="00143C21"/>
    <w:rsid w:val="00143FA0"/>
    <w:rsid w:val="00144436"/>
    <w:rsid w:val="00144957"/>
    <w:rsid w:val="00144B4A"/>
    <w:rsid w:val="00144D7D"/>
    <w:rsid w:val="00144E9C"/>
    <w:rsid w:val="00145470"/>
    <w:rsid w:val="001456D3"/>
    <w:rsid w:val="001456FA"/>
    <w:rsid w:val="00145E1C"/>
    <w:rsid w:val="001460C2"/>
    <w:rsid w:val="0014632F"/>
    <w:rsid w:val="001463E6"/>
    <w:rsid w:val="00146617"/>
    <w:rsid w:val="001469CE"/>
    <w:rsid w:val="00146C88"/>
    <w:rsid w:val="00146F8D"/>
    <w:rsid w:val="0014746B"/>
    <w:rsid w:val="001475E9"/>
    <w:rsid w:val="00147764"/>
    <w:rsid w:val="0014799D"/>
    <w:rsid w:val="00147B3B"/>
    <w:rsid w:val="00147C91"/>
    <w:rsid w:val="001500DF"/>
    <w:rsid w:val="001500E0"/>
    <w:rsid w:val="001506B4"/>
    <w:rsid w:val="001506D1"/>
    <w:rsid w:val="00150865"/>
    <w:rsid w:val="001509C0"/>
    <w:rsid w:val="00150D63"/>
    <w:rsid w:val="00151202"/>
    <w:rsid w:val="00151206"/>
    <w:rsid w:val="00151387"/>
    <w:rsid w:val="001514F3"/>
    <w:rsid w:val="00151538"/>
    <w:rsid w:val="001517C2"/>
    <w:rsid w:val="00151A79"/>
    <w:rsid w:val="00151BE4"/>
    <w:rsid w:val="0015214A"/>
    <w:rsid w:val="001521D9"/>
    <w:rsid w:val="001525B1"/>
    <w:rsid w:val="00152979"/>
    <w:rsid w:val="00152986"/>
    <w:rsid w:val="00152A22"/>
    <w:rsid w:val="00152EE2"/>
    <w:rsid w:val="00152FA9"/>
    <w:rsid w:val="00152FB9"/>
    <w:rsid w:val="001534F4"/>
    <w:rsid w:val="001538FB"/>
    <w:rsid w:val="00153AE2"/>
    <w:rsid w:val="00153C2F"/>
    <w:rsid w:val="00153E43"/>
    <w:rsid w:val="001543F7"/>
    <w:rsid w:val="00154B14"/>
    <w:rsid w:val="00154E4E"/>
    <w:rsid w:val="0015545A"/>
    <w:rsid w:val="0015559C"/>
    <w:rsid w:val="00155881"/>
    <w:rsid w:val="00155C16"/>
    <w:rsid w:val="0015699D"/>
    <w:rsid w:val="00156C0E"/>
    <w:rsid w:val="00157098"/>
    <w:rsid w:val="001570C7"/>
    <w:rsid w:val="00157349"/>
    <w:rsid w:val="001603AD"/>
    <w:rsid w:val="001608DE"/>
    <w:rsid w:val="00160981"/>
    <w:rsid w:val="00161394"/>
    <w:rsid w:val="001614AE"/>
    <w:rsid w:val="001614C5"/>
    <w:rsid w:val="00161621"/>
    <w:rsid w:val="00161F05"/>
    <w:rsid w:val="00161FD6"/>
    <w:rsid w:val="0016205C"/>
    <w:rsid w:val="0016212E"/>
    <w:rsid w:val="001625A6"/>
    <w:rsid w:val="0016282E"/>
    <w:rsid w:val="00162A40"/>
    <w:rsid w:val="00162AB8"/>
    <w:rsid w:val="0016356B"/>
    <w:rsid w:val="00164199"/>
    <w:rsid w:val="001645E7"/>
    <w:rsid w:val="0016571D"/>
    <w:rsid w:val="00165ADF"/>
    <w:rsid w:val="00165AF0"/>
    <w:rsid w:val="0016605B"/>
    <w:rsid w:val="00166397"/>
    <w:rsid w:val="0016650D"/>
    <w:rsid w:val="00166961"/>
    <w:rsid w:val="00166B3E"/>
    <w:rsid w:val="00166F05"/>
    <w:rsid w:val="0016700D"/>
    <w:rsid w:val="0016735B"/>
    <w:rsid w:val="00167C28"/>
    <w:rsid w:val="00170504"/>
    <w:rsid w:val="001709D6"/>
    <w:rsid w:val="00170BED"/>
    <w:rsid w:val="00170E10"/>
    <w:rsid w:val="00170ECB"/>
    <w:rsid w:val="00170FB0"/>
    <w:rsid w:val="00170FF7"/>
    <w:rsid w:val="001713CF"/>
    <w:rsid w:val="00171891"/>
    <w:rsid w:val="00171904"/>
    <w:rsid w:val="00171E81"/>
    <w:rsid w:val="00171EE0"/>
    <w:rsid w:val="0017210E"/>
    <w:rsid w:val="00172146"/>
    <w:rsid w:val="00172617"/>
    <w:rsid w:val="00172ADF"/>
    <w:rsid w:val="00172BCE"/>
    <w:rsid w:val="00172E47"/>
    <w:rsid w:val="00172F46"/>
    <w:rsid w:val="00173025"/>
    <w:rsid w:val="001731CC"/>
    <w:rsid w:val="001733A6"/>
    <w:rsid w:val="001733C9"/>
    <w:rsid w:val="00173450"/>
    <w:rsid w:val="001738ED"/>
    <w:rsid w:val="001739E7"/>
    <w:rsid w:val="00173ACF"/>
    <w:rsid w:val="00173BCB"/>
    <w:rsid w:val="001742A7"/>
    <w:rsid w:val="001744BC"/>
    <w:rsid w:val="001745AD"/>
    <w:rsid w:val="00174740"/>
    <w:rsid w:val="0017496A"/>
    <w:rsid w:val="001749EC"/>
    <w:rsid w:val="00174FA4"/>
    <w:rsid w:val="00175224"/>
    <w:rsid w:val="00175233"/>
    <w:rsid w:val="001752CF"/>
    <w:rsid w:val="001753D6"/>
    <w:rsid w:val="001756D6"/>
    <w:rsid w:val="00176577"/>
    <w:rsid w:val="0017658F"/>
    <w:rsid w:val="00176754"/>
    <w:rsid w:val="00176C0B"/>
    <w:rsid w:val="00176E3F"/>
    <w:rsid w:val="00176FA5"/>
    <w:rsid w:val="00177119"/>
    <w:rsid w:val="001779FD"/>
    <w:rsid w:val="00177A4F"/>
    <w:rsid w:val="00180313"/>
    <w:rsid w:val="001809B8"/>
    <w:rsid w:val="00180F5E"/>
    <w:rsid w:val="001810C1"/>
    <w:rsid w:val="00181431"/>
    <w:rsid w:val="00181D86"/>
    <w:rsid w:val="00182774"/>
    <w:rsid w:val="001829BC"/>
    <w:rsid w:val="00182B54"/>
    <w:rsid w:val="00183212"/>
    <w:rsid w:val="00183532"/>
    <w:rsid w:val="00183745"/>
    <w:rsid w:val="0018377B"/>
    <w:rsid w:val="00183BE2"/>
    <w:rsid w:val="00183D1C"/>
    <w:rsid w:val="00183ECE"/>
    <w:rsid w:val="001845CA"/>
    <w:rsid w:val="00184B67"/>
    <w:rsid w:val="00184EF5"/>
    <w:rsid w:val="00185024"/>
    <w:rsid w:val="0018512F"/>
    <w:rsid w:val="00185952"/>
    <w:rsid w:val="0018595A"/>
    <w:rsid w:val="00185A94"/>
    <w:rsid w:val="00185AA8"/>
    <w:rsid w:val="00185BBD"/>
    <w:rsid w:val="00185D42"/>
    <w:rsid w:val="0018670F"/>
    <w:rsid w:val="001867AB"/>
    <w:rsid w:val="00186D89"/>
    <w:rsid w:val="0018714E"/>
    <w:rsid w:val="00187738"/>
    <w:rsid w:val="0018773F"/>
    <w:rsid w:val="00187853"/>
    <w:rsid w:val="00187954"/>
    <w:rsid w:val="00187D3F"/>
    <w:rsid w:val="00187E53"/>
    <w:rsid w:val="00190189"/>
    <w:rsid w:val="0019060F"/>
    <w:rsid w:val="0019112D"/>
    <w:rsid w:val="001911DF"/>
    <w:rsid w:val="00191F4C"/>
    <w:rsid w:val="00192228"/>
    <w:rsid w:val="00192368"/>
    <w:rsid w:val="001923D3"/>
    <w:rsid w:val="001924AE"/>
    <w:rsid w:val="001924F7"/>
    <w:rsid w:val="0019264E"/>
    <w:rsid w:val="00192A4F"/>
    <w:rsid w:val="0019383A"/>
    <w:rsid w:val="00193A46"/>
    <w:rsid w:val="00193F13"/>
    <w:rsid w:val="00193F8C"/>
    <w:rsid w:val="00193FF6"/>
    <w:rsid w:val="0019417D"/>
    <w:rsid w:val="0019480D"/>
    <w:rsid w:val="0019484E"/>
    <w:rsid w:val="001950EB"/>
    <w:rsid w:val="0019521B"/>
    <w:rsid w:val="0019573F"/>
    <w:rsid w:val="00195C68"/>
    <w:rsid w:val="00195DC1"/>
    <w:rsid w:val="0019605A"/>
    <w:rsid w:val="0019642D"/>
    <w:rsid w:val="001966FE"/>
    <w:rsid w:val="00196768"/>
    <w:rsid w:val="00196B35"/>
    <w:rsid w:val="00196B5E"/>
    <w:rsid w:val="00196D5D"/>
    <w:rsid w:val="001970AE"/>
    <w:rsid w:val="001972E0"/>
    <w:rsid w:val="00197639"/>
    <w:rsid w:val="001976BA"/>
    <w:rsid w:val="00197D62"/>
    <w:rsid w:val="00197E45"/>
    <w:rsid w:val="001A0256"/>
    <w:rsid w:val="001A07F5"/>
    <w:rsid w:val="001A0A8B"/>
    <w:rsid w:val="001A0FC6"/>
    <w:rsid w:val="001A100F"/>
    <w:rsid w:val="001A1619"/>
    <w:rsid w:val="001A16E9"/>
    <w:rsid w:val="001A192B"/>
    <w:rsid w:val="001A1EE6"/>
    <w:rsid w:val="001A20C0"/>
    <w:rsid w:val="001A24FC"/>
    <w:rsid w:val="001A2841"/>
    <w:rsid w:val="001A2BEF"/>
    <w:rsid w:val="001A3221"/>
    <w:rsid w:val="001A34AA"/>
    <w:rsid w:val="001A350E"/>
    <w:rsid w:val="001A3862"/>
    <w:rsid w:val="001A395A"/>
    <w:rsid w:val="001A3FB0"/>
    <w:rsid w:val="001A4026"/>
    <w:rsid w:val="001A410A"/>
    <w:rsid w:val="001A44B7"/>
    <w:rsid w:val="001A46AB"/>
    <w:rsid w:val="001A4891"/>
    <w:rsid w:val="001A4AE4"/>
    <w:rsid w:val="001A4B10"/>
    <w:rsid w:val="001A507A"/>
    <w:rsid w:val="001A50E1"/>
    <w:rsid w:val="001A5155"/>
    <w:rsid w:val="001A584A"/>
    <w:rsid w:val="001A5AC9"/>
    <w:rsid w:val="001A5D38"/>
    <w:rsid w:val="001A5E11"/>
    <w:rsid w:val="001A62AE"/>
    <w:rsid w:val="001A66CD"/>
    <w:rsid w:val="001A6835"/>
    <w:rsid w:val="001A6A92"/>
    <w:rsid w:val="001A6D23"/>
    <w:rsid w:val="001A7485"/>
    <w:rsid w:val="001A7C79"/>
    <w:rsid w:val="001A7CC6"/>
    <w:rsid w:val="001B00D9"/>
    <w:rsid w:val="001B022D"/>
    <w:rsid w:val="001B032E"/>
    <w:rsid w:val="001B048D"/>
    <w:rsid w:val="001B06C1"/>
    <w:rsid w:val="001B097E"/>
    <w:rsid w:val="001B0A0D"/>
    <w:rsid w:val="001B0C3B"/>
    <w:rsid w:val="001B11FE"/>
    <w:rsid w:val="001B1211"/>
    <w:rsid w:val="001B1229"/>
    <w:rsid w:val="001B1C70"/>
    <w:rsid w:val="001B1F23"/>
    <w:rsid w:val="001B20C1"/>
    <w:rsid w:val="001B2114"/>
    <w:rsid w:val="001B2264"/>
    <w:rsid w:val="001B2834"/>
    <w:rsid w:val="001B2B8D"/>
    <w:rsid w:val="001B2C01"/>
    <w:rsid w:val="001B2E75"/>
    <w:rsid w:val="001B301E"/>
    <w:rsid w:val="001B3097"/>
    <w:rsid w:val="001B3256"/>
    <w:rsid w:val="001B36E2"/>
    <w:rsid w:val="001B3AE9"/>
    <w:rsid w:val="001B4123"/>
    <w:rsid w:val="001B5479"/>
    <w:rsid w:val="001B586E"/>
    <w:rsid w:val="001B5987"/>
    <w:rsid w:val="001B5EE9"/>
    <w:rsid w:val="001B6063"/>
    <w:rsid w:val="001B6132"/>
    <w:rsid w:val="001B686C"/>
    <w:rsid w:val="001B694B"/>
    <w:rsid w:val="001B6B0B"/>
    <w:rsid w:val="001B6EC5"/>
    <w:rsid w:val="001B7A99"/>
    <w:rsid w:val="001B7BEE"/>
    <w:rsid w:val="001B7F8D"/>
    <w:rsid w:val="001C0355"/>
    <w:rsid w:val="001C0552"/>
    <w:rsid w:val="001C0876"/>
    <w:rsid w:val="001C0965"/>
    <w:rsid w:val="001C13C4"/>
    <w:rsid w:val="001C1BFD"/>
    <w:rsid w:val="001C1CBE"/>
    <w:rsid w:val="001C1F2C"/>
    <w:rsid w:val="001C21F9"/>
    <w:rsid w:val="001C280C"/>
    <w:rsid w:val="001C2EB3"/>
    <w:rsid w:val="001C30DE"/>
    <w:rsid w:val="001C35A4"/>
    <w:rsid w:val="001C4573"/>
    <w:rsid w:val="001C48B0"/>
    <w:rsid w:val="001C48D6"/>
    <w:rsid w:val="001C4B67"/>
    <w:rsid w:val="001C4D92"/>
    <w:rsid w:val="001C4F1A"/>
    <w:rsid w:val="001C50AD"/>
    <w:rsid w:val="001C5191"/>
    <w:rsid w:val="001C5267"/>
    <w:rsid w:val="001C5B3A"/>
    <w:rsid w:val="001C5EC4"/>
    <w:rsid w:val="001C6387"/>
    <w:rsid w:val="001C6401"/>
    <w:rsid w:val="001C6D7E"/>
    <w:rsid w:val="001C6EC3"/>
    <w:rsid w:val="001C76BC"/>
    <w:rsid w:val="001C7BD7"/>
    <w:rsid w:val="001C7E0E"/>
    <w:rsid w:val="001C7FB2"/>
    <w:rsid w:val="001D02D1"/>
    <w:rsid w:val="001D05C0"/>
    <w:rsid w:val="001D1285"/>
    <w:rsid w:val="001D1339"/>
    <w:rsid w:val="001D1506"/>
    <w:rsid w:val="001D1548"/>
    <w:rsid w:val="001D167C"/>
    <w:rsid w:val="001D1D0E"/>
    <w:rsid w:val="001D1F55"/>
    <w:rsid w:val="001D25C6"/>
    <w:rsid w:val="001D2EF6"/>
    <w:rsid w:val="001D3064"/>
    <w:rsid w:val="001D343C"/>
    <w:rsid w:val="001D3468"/>
    <w:rsid w:val="001D34C4"/>
    <w:rsid w:val="001D3683"/>
    <w:rsid w:val="001D386B"/>
    <w:rsid w:val="001D3CF0"/>
    <w:rsid w:val="001D3E2F"/>
    <w:rsid w:val="001D43B2"/>
    <w:rsid w:val="001D4BDA"/>
    <w:rsid w:val="001D4D48"/>
    <w:rsid w:val="001D521C"/>
    <w:rsid w:val="001D52B1"/>
    <w:rsid w:val="001D63BD"/>
    <w:rsid w:val="001D6804"/>
    <w:rsid w:val="001D6AAF"/>
    <w:rsid w:val="001D6C5D"/>
    <w:rsid w:val="001D6EA9"/>
    <w:rsid w:val="001D6EB1"/>
    <w:rsid w:val="001D72CD"/>
    <w:rsid w:val="001D77A0"/>
    <w:rsid w:val="001D7B03"/>
    <w:rsid w:val="001D7EF1"/>
    <w:rsid w:val="001E0117"/>
    <w:rsid w:val="001E0198"/>
    <w:rsid w:val="001E052B"/>
    <w:rsid w:val="001E0576"/>
    <w:rsid w:val="001E10B2"/>
    <w:rsid w:val="001E184B"/>
    <w:rsid w:val="001E19D0"/>
    <w:rsid w:val="001E1A81"/>
    <w:rsid w:val="001E1C61"/>
    <w:rsid w:val="001E1E2F"/>
    <w:rsid w:val="001E1F5A"/>
    <w:rsid w:val="001E1F6F"/>
    <w:rsid w:val="001E2007"/>
    <w:rsid w:val="001E20C8"/>
    <w:rsid w:val="001E2368"/>
    <w:rsid w:val="001E24D5"/>
    <w:rsid w:val="001E2B47"/>
    <w:rsid w:val="001E2DC9"/>
    <w:rsid w:val="001E37C0"/>
    <w:rsid w:val="001E37CD"/>
    <w:rsid w:val="001E3859"/>
    <w:rsid w:val="001E393C"/>
    <w:rsid w:val="001E394A"/>
    <w:rsid w:val="001E3B40"/>
    <w:rsid w:val="001E3C4D"/>
    <w:rsid w:val="001E444F"/>
    <w:rsid w:val="001E4677"/>
    <w:rsid w:val="001E50CF"/>
    <w:rsid w:val="001E528A"/>
    <w:rsid w:val="001E5406"/>
    <w:rsid w:val="001E54C6"/>
    <w:rsid w:val="001E57A6"/>
    <w:rsid w:val="001E5D23"/>
    <w:rsid w:val="001E5E73"/>
    <w:rsid w:val="001E5EED"/>
    <w:rsid w:val="001E5F97"/>
    <w:rsid w:val="001E6603"/>
    <w:rsid w:val="001E6767"/>
    <w:rsid w:val="001E687A"/>
    <w:rsid w:val="001E6C84"/>
    <w:rsid w:val="001E6E3A"/>
    <w:rsid w:val="001E7361"/>
    <w:rsid w:val="001E75A2"/>
    <w:rsid w:val="001E761F"/>
    <w:rsid w:val="001E7FB5"/>
    <w:rsid w:val="001F0421"/>
    <w:rsid w:val="001F062C"/>
    <w:rsid w:val="001F06CF"/>
    <w:rsid w:val="001F071F"/>
    <w:rsid w:val="001F10F3"/>
    <w:rsid w:val="001F114A"/>
    <w:rsid w:val="001F1530"/>
    <w:rsid w:val="001F170D"/>
    <w:rsid w:val="001F17D7"/>
    <w:rsid w:val="001F18E7"/>
    <w:rsid w:val="001F1907"/>
    <w:rsid w:val="001F194A"/>
    <w:rsid w:val="001F1953"/>
    <w:rsid w:val="001F1A9A"/>
    <w:rsid w:val="001F20DF"/>
    <w:rsid w:val="001F21EF"/>
    <w:rsid w:val="001F2348"/>
    <w:rsid w:val="001F25AA"/>
    <w:rsid w:val="001F29C5"/>
    <w:rsid w:val="001F2A2A"/>
    <w:rsid w:val="001F2B07"/>
    <w:rsid w:val="001F2E2E"/>
    <w:rsid w:val="001F300C"/>
    <w:rsid w:val="001F3028"/>
    <w:rsid w:val="001F3041"/>
    <w:rsid w:val="001F314E"/>
    <w:rsid w:val="001F39F4"/>
    <w:rsid w:val="001F3BED"/>
    <w:rsid w:val="001F3FB7"/>
    <w:rsid w:val="001F4483"/>
    <w:rsid w:val="001F4B7A"/>
    <w:rsid w:val="001F4D70"/>
    <w:rsid w:val="001F53F9"/>
    <w:rsid w:val="001F59AD"/>
    <w:rsid w:val="001F5A4E"/>
    <w:rsid w:val="001F5C22"/>
    <w:rsid w:val="001F647E"/>
    <w:rsid w:val="001F6510"/>
    <w:rsid w:val="001F689A"/>
    <w:rsid w:val="001F6D7F"/>
    <w:rsid w:val="001F6DEC"/>
    <w:rsid w:val="001F6EF3"/>
    <w:rsid w:val="001F7183"/>
    <w:rsid w:val="001F7517"/>
    <w:rsid w:val="001F7F60"/>
    <w:rsid w:val="0020014B"/>
    <w:rsid w:val="00200192"/>
    <w:rsid w:val="002006C1"/>
    <w:rsid w:val="002007B2"/>
    <w:rsid w:val="00200A65"/>
    <w:rsid w:val="002010E2"/>
    <w:rsid w:val="00201113"/>
    <w:rsid w:val="00201574"/>
    <w:rsid w:val="00201A05"/>
    <w:rsid w:val="00201BCE"/>
    <w:rsid w:val="00201C04"/>
    <w:rsid w:val="0020272A"/>
    <w:rsid w:val="002027D6"/>
    <w:rsid w:val="00202CE4"/>
    <w:rsid w:val="00202DC2"/>
    <w:rsid w:val="00203329"/>
    <w:rsid w:val="0020354F"/>
    <w:rsid w:val="0020383E"/>
    <w:rsid w:val="00203CA3"/>
    <w:rsid w:val="00203FC1"/>
    <w:rsid w:val="00204107"/>
    <w:rsid w:val="002047B4"/>
    <w:rsid w:val="00204885"/>
    <w:rsid w:val="00204ABE"/>
    <w:rsid w:val="00205271"/>
    <w:rsid w:val="002055E7"/>
    <w:rsid w:val="00205637"/>
    <w:rsid w:val="00205DFA"/>
    <w:rsid w:val="002067E1"/>
    <w:rsid w:val="0020688C"/>
    <w:rsid w:val="00206973"/>
    <w:rsid w:val="002069BD"/>
    <w:rsid w:val="002069DC"/>
    <w:rsid w:val="00206A6F"/>
    <w:rsid w:val="00206DA8"/>
    <w:rsid w:val="00207226"/>
    <w:rsid w:val="00207281"/>
    <w:rsid w:val="0020756D"/>
    <w:rsid w:val="00207581"/>
    <w:rsid w:val="002075B7"/>
    <w:rsid w:val="00207BCC"/>
    <w:rsid w:val="00207EF8"/>
    <w:rsid w:val="00207F07"/>
    <w:rsid w:val="00207FDC"/>
    <w:rsid w:val="00210333"/>
    <w:rsid w:val="00210500"/>
    <w:rsid w:val="00210731"/>
    <w:rsid w:val="00210A21"/>
    <w:rsid w:val="00210AB5"/>
    <w:rsid w:val="00211758"/>
    <w:rsid w:val="00211B0E"/>
    <w:rsid w:val="00212278"/>
    <w:rsid w:val="00212340"/>
    <w:rsid w:val="00212752"/>
    <w:rsid w:val="00212892"/>
    <w:rsid w:val="002128EA"/>
    <w:rsid w:val="00212C59"/>
    <w:rsid w:val="00212DE7"/>
    <w:rsid w:val="00212EE5"/>
    <w:rsid w:val="00212FF9"/>
    <w:rsid w:val="002134E0"/>
    <w:rsid w:val="002139C5"/>
    <w:rsid w:val="00213F3B"/>
    <w:rsid w:val="002141DF"/>
    <w:rsid w:val="0021423F"/>
    <w:rsid w:val="0021439D"/>
    <w:rsid w:val="002145AC"/>
    <w:rsid w:val="002146E3"/>
    <w:rsid w:val="00214D11"/>
    <w:rsid w:val="00214D84"/>
    <w:rsid w:val="002158AF"/>
    <w:rsid w:val="002159C0"/>
    <w:rsid w:val="00215C4F"/>
    <w:rsid w:val="00215C9D"/>
    <w:rsid w:val="00215DB9"/>
    <w:rsid w:val="002161D3"/>
    <w:rsid w:val="002164AF"/>
    <w:rsid w:val="002164B4"/>
    <w:rsid w:val="002169D1"/>
    <w:rsid w:val="0021794C"/>
    <w:rsid w:val="00217FF7"/>
    <w:rsid w:val="002202CE"/>
    <w:rsid w:val="00220A2E"/>
    <w:rsid w:val="00220AA1"/>
    <w:rsid w:val="00220D4E"/>
    <w:rsid w:val="002211A9"/>
    <w:rsid w:val="0022139F"/>
    <w:rsid w:val="00221786"/>
    <w:rsid w:val="0022196E"/>
    <w:rsid w:val="00221A70"/>
    <w:rsid w:val="00221C86"/>
    <w:rsid w:val="00221C91"/>
    <w:rsid w:val="0022212B"/>
    <w:rsid w:val="00222296"/>
    <w:rsid w:val="00222781"/>
    <w:rsid w:val="00222851"/>
    <w:rsid w:val="00222857"/>
    <w:rsid w:val="002228E5"/>
    <w:rsid w:val="00222B9F"/>
    <w:rsid w:val="00222BE0"/>
    <w:rsid w:val="00222DD7"/>
    <w:rsid w:val="00222F3F"/>
    <w:rsid w:val="002230C1"/>
    <w:rsid w:val="00223109"/>
    <w:rsid w:val="002233B4"/>
    <w:rsid w:val="002236BD"/>
    <w:rsid w:val="00223A3B"/>
    <w:rsid w:val="00223A75"/>
    <w:rsid w:val="00223A9F"/>
    <w:rsid w:val="00223E26"/>
    <w:rsid w:val="0022437C"/>
    <w:rsid w:val="00224742"/>
    <w:rsid w:val="002249D6"/>
    <w:rsid w:val="00224BCF"/>
    <w:rsid w:val="0022505F"/>
    <w:rsid w:val="0022531D"/>
    <w:rsid w:val="002254EA"/>
    <w:rsid w:val="0022595D"/>
    <w:rsid w:val="00225C97"/>
    <w:rsid w:val="00225E8C"/>
    <w:rsid w:val="00226018"/>
    <w:rsid w:val="00226150"/>
    <w:rsid w:val="00226507"/>
    <w:rsid w:val="00226840"/>
    <w:rsid w:val="00226D4E"/>
    <w:rsid w:val="00226DF2"/>
    <w:rsid w:val="00227372"/>
    <w:rsid w:val="0022792D"/>
    <w:rsid w:val="002306D9"/>
    <w:rsid w:val="00230F15"/>
    <w:rsid w:val="002311F5"/>
    <w:rsid w:val="002312D7"/>
    <w:rsid w:val="00231378"/>
    <w:rsid w:val="00231590"/>
    <w:rsid w:val="00231A6A"/>
    <w:rsid w:val="00231BA8"/>
    <w:rsid w:val="002322E3"/>
    <w:rsid w:val="00232D70"/>
    <w:rsid w:val="00232E9D"/>
    <w:rsid w:val="00232FAF"/>
    <w:rsid w:val="00233460"/>
    <w:rsid w:val="00233664"/>
    <w:rsid w:val="002338F8"/>
    <w:rsid w:val="00233ADF"/>
    <w:rsid w:val="00233E06"/>
    <w:rsid w:val="00233F06"/>
    <w:rsid w:val="002341C1"/>
    <w:rsid w:val="0023434E"/>
    <w:rsid w:val="002344DB"/>
    <w:rsid w:val="00234A88"/>
    <w:rsid w:val="00234B2C"/>
    <w:rsid w:val="00234E5A"/>
    <w:rsid w:val="002350CB"/>
    <w:rsid w:val="0023534C"/>
    <w:rsid w:val="00235442"/>
    <w:rsid w:val="002354AA"/>
    <w:rsid w:val="00236B87"/>
    <w:rsid w:val="00236C0F"/>
    <w:rsid w:val="00236C1C"/>
    <w:rsid w:val="00237143"/>
    <w:rsid w:val="002376E1"/>
    <w:rsid w:val="00237D68"/>
    <w:rsid w:val="002402A9"/>
    <w:rsid w:val="00240906"/>
    <w:rsid w:val="00240A5F"/>
    <w:rsid w:val="00240C72"/>
    <w:rsid w:val="00240E5F"/>
    <w:rsid w:val="00240F2C"/>
    <w:rsid w:val="00241399"/>
    <w:rsid w:val="00241700"/>
    <w:rsid w:val="00242240"/>
    <w:rsid w:val="002423FB"/>
    <w:rsid w:val="00242428"/>
    <w:rsid w:val="002425B4"/>
    <w:rsid w:val="00243383"/>
    <w:rsid w:val="00243A8E"/>
    <w:rsid w:val="0024407A"/>
    <w:rsid w:val="00244243"/>
    <w:rsid w:val="00244743"/>
    <w:rsid w:val="0024481D"/>
    <w:rsid w:val="00244C58"/>
    <w:rsid w:val="00244DF5"/>
    <w:rsid w:val="00244FBC"/>
    <w:rsid w:val="0024546B"/>
    <w:rsid w:val="00245A35"/>
    <w:rsid w:val="00245ECB"/>
    <w:rsid w:val="00245EF0"/>
    <w:rsid w:val="002463FA"/>
    <w:rsid w:val="00246444"/>
    <w:rsid w:val="00246686"/>
    <w:rsid w:val="002467EB"/>
    <w:rsid w:val="002469D2"/>
    <w:rsid w:val="00246C5B"/>
    <w:rsid w:val="00247656"/>
    <w:rsid w:val="00247B4F"/>
    <w:rsid w:val="00247F2B"/>
    <w:rsid w:val="00250267"/>
    <w:rsid w:val="0025032C"/>
    <w:rsid w:val="00250348"/>
    <w:rsid w:val="002504FA"/>
    <w:rsid w:val="00250CC4"/>
    <w:rsid w:val="00250EA4"/>
    <w:rsid w:val="002511AE"/>
    <w:rsid w:val="002513E8"/>
    <w:rsid w:val="002517EA"/>
    <w:rsid w:val="00251CCC"/>
    <w:rsid w:val="00251E9B"/>
    <w:rsid w:val="00251FA0"/>
    <w:rsid w:val="002529EC"/>
    <w:rsid w:val="00253432"/>
    <w:rsid w:val="00253680"/>
    <w:rsid w:val="00253842"/>
    <w:rsid w:val="00253940"/>
    <w:rsid w:val="00253A3B"/>
    <w:rsid w:val="00253C07"/>
    <w:rsid w:val="00253D5E"/>
    <w:rsid w:val="00253E5B"/>
    <w:rsid w:val="0025409A"/>
    <w:rsid w:val="002542F4"/>
    <w:rsid w:val="00254B0F"/>
    <w:rsid w:val="00254B93"/>
    <w:rsid w:val="0025520A"/>
    <w:rsid w:val="00255403"/>
    <w:rsid w:val="002555C4"/>
    <w:rsid w:val="00255ACF"/>
    <w:rsid w:val="00256428"/>
    <w:rsid w:val="00256749"/>
    <w:rsid w:val="00256C61"/>
    <w:rsid w:val="00257730"/>
    <w:rsid w:val="002578EA"/>
    <w:rsid w:val="00257C1D"/>
    <w:rsid w:val="00257DF0"/>
    <w:rsid w:val="0026025D"/>
    <w:rsid w:val="00260AE9"/>
    <w:rsid w:val="00260CC7"/>
    <w:rsid w:val="00260F64"/>
    <w:rsid w:val="00261864"/>
    <w:rsid w:val="002618A5"/>
    <w:rsid w:val="00261ACE"/>
    <w:rsid w:val="00261CEE"/>
    <w:rsid w:val="0026200C"/>
    <w:rsid w:val="00262148"/>
    <w:rsid w:val="00262888"/>
    <w:rsid w:val="00263187"/>
    <w:rsid w:val="00263531"/>
    <w:rsid w:val="00263B1D"/>
    <w:rsid w:val="00263DCF"/>
    <w:rsid w:val="00263E7A"/>
    <w:rsid w:val="0026475C"/>
    <w:rsid w:val="002649D5"/>
    <w:rsid w:val="00264A1F"/>
    <w:rsid w:val="00264E36"/>
    <w:rsid w:val="0026530E"/>
    <w:rsid w:val="0026545A"/>
    <w:rsid w:val="002654FB"/>
    <w:rsid w:val="002657CC"/>
    <w:rsid w:val="00265DF4"/>
    <w:rsid w:val="00265F6F"/>
    <w:rsid w:val="002660B2"/>
    <w:rsid w:val="00266667"/>
    <w:rsid w:val="0026683B"/>
    <w:rsid w:val="0026697B"/>
    <w:rsid w:val="00266C04"/>
    <w:rsid w:val="00266DDA"/>
    <w:rsid w:val="00266EA4"/>
    <w:rsid w:val="002676B2"/>
    <w:rsid w:val="00267720"/>
    <w:rsid w:val="0026791E"/>
    <w:rsid w:val="00267AE2"/>
    <w:rsid w:val="00267F46"/>
    <w:rsid w:val="002701BB"/>
    <w:rsid w:val="0027031B"/>
    <w:rsid w:val="0027033D"/>
    <w:rsid w:val="00270726"/>
    <w:rsid w:val="002707E5"/>
    <w:rsid w:val="00270F61"/>
    <w:rsid w:val="00271003"/>
    <w:rsid w:val="0027134C"/>
    <w:rsid w:val="0027148F"/>
    <w:rsid w:val="002714AA"/>
    <w:rsid w:val="002714D6"/>
    <w:rsid w:val="00271890"/>
    <w:rsid w:val="00271A74"/>
    <w:rsid w:val="00271AB2"/>
    <w:rsid w:val="00271B53"/>
    <w:rsid w:val="00271B7D"/>
    <w:rsid w:val="00271BA9"/>
    <w:rsid w:val="00271E4D"/>
    <w:rsid w:val="00272297"/>
    <w:rsid w:val="002723B2"/>
    <w:rsid w:val="00272564"/>
    <w:rsid w:val="002725AC"/>
    <w:rsid w:val="002725C0"/>
    <w:rsid w:val="00272765"/>
    <w:rsid w:val="00272D82"/>
    <w:rsid w:val="00272F9D"/>
    <w:rsid w:val="002732D7"/>
    <w:rsid w:val="00273D27"/>
    <w:rsid w:val="00274212"/>
    <w:rsid w:val="00274321"/>
    <w:rsid w:val="00274736"/>
    <w:rsid w:val="00274B30"/>
    <w:rsid w:val="00274C79"/>
    <w:rsid w:val="00274C84"/>
    <w:rsid w:val="00274DB1"/>
    <w:rsid w:val="00275060"/>
    <w:rsid w:val="002755B6"/>
    <w:rsid w:val="00275605"/>
    <w:rsid w:val="00275EF8"/>
    <w:rsid w:val="00275F02"/>
    <w:rsid w:val="002766DE"/>
    <w:rsid w:val="00276C3E"/>
    <w:rsid w:val="00276D35"/>
    <w:rsid w:val="00276FF0"/>
    <w:rsid w:val="0027706D"/>
    <w:rsid w:val="00277370"/>
    <w:rsid w:val="002774A7"/>
    <w:rsid w:val="002776C7"/>
    <w:rsid w:val="0027796B"/>
    <w:rsid w:val="00277976"/>
    <w:rsid w:val="00277D49"/>
    <w:rsid w:val="00277DAA"/>
    <w:rsid w:val="0028012D"/>
    <w:rsid w:val="0028015E"/>
    <w:rsid w:val="00280560"/>
    <w:rsid w:val="00280B22"/>
    <w:rsid w:val="00280BBB"/>
    <w:rsid w:val="00281036"/>
    <w:rsid w:val="0028104A"/>
    <w:rsid w:val="002811AA"/>
    <w:rsid w:val="002811BE"/>
    <w:rsid w:val="00281353"/>
    <w:rsid w:val="002813A1"/>
    <w:rsid w:val="00281954"/>
    <w:rsid w:val="002819EE"/>
    <w:rsid w:val="00281B75"/>
    <w:rsid w:val="00281DB5"/>
    <w:rsid w:val="0028220A"/>
    <w:rsid w:val="0028245E"/>
    <w:rsid w:val="00282978"/>
    <w:rsid w:val="00282AC7"/>
    <w:rsid w:val="0028302B"/>
    <w:rsid w:val="0028307A"/>
    <w:rsid w:val="002831F3"/>
    <w:rsid w:val="00283722"/>
    <w:rsid w:val="00283746"/>
    <w:rsid w:val="002837E6"/>
    <w:rsid w:val="0028390C"/>
    <w:rsid w:val="00283971"/>
    <w:rsid w:val="00283ADC"/>
    <w:rsid w:val="00283F30"/>
    <w:rsid w:val="0028428C"/>
    <w:rsid w:val="0028454F"/>
    <w:rsid w:val="0028464C"/>
    <w:rsid w:val="00284B10"/>
    <w:rsid w:val="00284E44"/>
    <w:rsid w:val="00284F85"/>
    <w:rsid w:val="002852E5"/>
    <w:rsid w:val="002857F5"/>
    <w:rsid w:val="0028597B"/>
    <w:rsid w:val="00285A2F"/>
    <w:rsid w:val="00285AFB"/>
    <w:rsid w:val="002862A3"/>
    <w:rsid w:val="002863EB"/>
    <w:rsid w:val="002868C4"/>
    <w:rsid w:val="0028696E"/>
    <w:rsid w:val="00286CDE"/>
    <w:rsid w:val="00286F61"/>
    <w:rsid w:val="00287078"/>
    <w:rsid w:val="00287394"/>
    <w:rsid w:val="002873FD"/>
    <w:rsid w:val="002875A1"/>
    <w:rsid w:val="00287A22"/>
    <w:rsid w:val="00287C79"/>
    <w:rsid w:val="0029027C"/>
    <w:rsid w:val="002903A7"/>
    <w:rsid w:val="002906BD"/>
    <w:rsid w:val="00290971"/>
    <w:rsid w:val="00290CE4"/>
    <w:rsid w:val="00290EEF"/>
    <w:rsid w:val="00291088"/>
    <w:rsid w:val="002912DC"/>
    <w:rsid w:val="00291356"/>
    <w:rsid w:val="0029144A"/>
    <w:rsid w:val="002915D7"/>
    <w:rsid w:val="0029167D"/>
    <w:rsid w:val="00291857"/>
    <w:rsid w:val="002922B3"/>
    <w:rsid w:val="002927C4"/>
    <w:rsid w:val="00292882"/>
    <w:rsid w:val="00292D0E"/>
    <w:rsid w:val="0029304A"/>
    <w:rsid w:val="0029314D"/>
    <w:rsid w:val="002935FC"/>
    <w:rsid w:val="00294342"/>
    <w:rsid w:val="002945D2"/>
    <w:rsid w:val="00294703"/>
    <w:rsid w:val="0029489E"/>
    <w:rsid w:val="00294B57"/>
    <w:rsid w:val="00294BB3"/>
    <w:rsid w:val="0029561C"/>
    <w:rsid w:val="002958B7"/>
    <w:rsid w:val="00295B14"/>
    <w:rsid w:val="00295D7E"/>
    <w:rsid w:val="00295F4A"/>
    <w:rsid w:val="00296014"/>
    <w:rsid w:val="002961E2"/>
    <w:rsid w:val="0029620B"/>
    <w:rsid w:val="00296771"/>
    <w:rsid w:val="0029687C"/>
    <w:rsid w:val="00296954"/>
    <w:rsid w:val="00296B11"/>
    <w:rsid w:val="00297259"/>
    <w:rsid w:val="002972E9"/>
    <w:rsid w:val="002973DE"/>
    <w:rsid w:val="002973F9"/>
    <w:rsid w:val="00297465"/>
    <w:rsid w:val="00297CA9"/>
    <w:rsid w:val="00297E77"/>
    <w:rsid w:val="002A0170"/>
    <w:rsid w:val="002A0627"/>
    <w:rsid w:val="002A086A"/>
    <w:rsid w:val="002A1061"/>
    <w:rsid w:val="002A14EF"/>
    <w:rsid w:val="002A1A3D"/>
    <w:rsid w:val="002A2969"/>
    <w:rsid w:val="002A2A14"/>
    <w:rsid w:val="002A2C95"/>
    <w:rsid w:val="002A2DA2"/>
    <w:rsid w:val="002A2E27"/>
    <w:rsid w:val="002A318E"/>
    <w:rsid w:val="002A3577"/>
    <w:rsid w:val="002A417D"/>
    <w:rsid w:val="002A4655"/>
    <w:rsid w:val="002A465E"/>
    <w:rsid w:val="002A4894"/>
    <w:rsid w:val="002A5421"/>
    <w:rsid w:val="002A5891"/>
    <w:rsid w:val="002A5A5B"/>
    <w:rsid w:val="002A5B27"/>
    <w:rsid w:val="002A5F35"/>
    <w:rsid w:val="002A6157"/>
    <w:rsid w:val="002A6335"/>
    <w:rsid w:val="002A68DA"/>
    <w:rsid w:val="002A6CFC"/>
    <w:rsid w:val="002A6FF2"/>
    <w:rsid w:val="002A748A"/>
    <w:rsid w:val="002A75D0"/>
    <w:rsid w:val="002A75E1"/>
    <w:rsid w:val="002A76A6"/>
    <w:rsid w:val="002A77D7"/>
    <w:rsid w:val="002A7CF3"/>
    <w:rsid w:val="002A7EBD"/>
    <w:rsid w:val="002B00EA"/>
    <w:rsid w:val="002B015C"/>
    <w:rsid w:val="002B05D7"/>
    <w:rsid w:val="002B08F5"/>
    <w:rsid w:val="002B147D"/>
    <w:rsid w:val="002B19D8"/>
    <w:rsid w:val="002B1EDE"/>
    <w:rsid w:val="002B234C"/>
    <w:rsid w:val="002B28C9"/>
    <w:rsid w:val="002B2AD4"/>
    <w:rsid w:val="002B2F14"/>
    <w:rsid w:val="002B2F92"/>
    <w:rsid w:val="002B31DB"/>
    <w:rsid w:val="002B3993"/>
    <w:rsid w:val="002B3CA8"/>
    <w:rsid w:val="002B4039"/>
    <w:rsid w:val="002B4093"/>
    <w:rsid w:val="002B4287"/>
    <w:rsid w:val="002B4763"/>
    <w:rsid w:val="002B4FBF"/>
    <w:rsid w:val="002B508F"/>
    <w:rsid w:val="002B51BA"/>
    <w:rsid w:val="002B5327"/>
    <w:rsid w:val="002B5D19"/>
    <w:rsid w:val="002B5FEE"/>
    <w:rsid w:val="002B6CCB"/>
    <w:rsid w:val="002B6FB1"/>
    <w:rsid w:val="002B722B"/>
    <w:rsid w:val="002B77B2"/>
    <w:rsid w:val="002B7AE6"/>
    <w:rsid w:val="002B7B28"/>
    <w:rsid w:val="002B7C1C"/>
    <w:rsid w:val="002B7F75"/>
    <w:rsid w:val="002C01A2"/>
    <w:rsid w:val="002C0235"/>
    <w:rsid w:val="002C0477"/>
    <w:rsid w:val="002C08C0"/>
    <w:rsid w:val="002C0DB3"/>
    <w:rsid w:val="002C1026"/>
    <w:rsid w:val="002C117C"/>
    <w:rsid w:val="002C1339"/>
    <w:rsid w:val="002C1473"/>
    <w:rsid w:val="002C1562"/>
    <w:rsid w:val="002C15CA"/>
    <w:rsid w:val="002C1D7C"/>
    <w:rsid w:val="002C1D82"/>
    <w:rsid w:val="002C1ED7"/>
    <w:rsid w:val="002C3413"/>
    <w:rsid w:val="002C35C5"/>
    <w:rsid w:val="002C36A0"/>
    <w:rsid w:val="002C37B1"/>
    <w:rsid w:val="002C38DF"/>
    <w:rsid w:val="002C3C80"/>
    <w:rsid w:val="002C4121"/>
    <w:rsid w:val="002C4258"/>
    <w:rsid w:val="002C469C"/>
    <w:rsid w:val="002C49B7"/>
    <w:rsid w:val="002C4AA4"/>
    <w:rsid w:val="002C4E8F"/>
    <w:rsid w:val="002C4FA3"/>
    <w:rsid w:val="002C51C7"/>
    <w:rsid w:val="002C535D"/>
    <w:rsid w:val="002C53AA"/>
    <w:rsid w:val="002C5537"/>
    <w:rsid w:val="002C5ACD"/>
    <w:rsid w:val="002C5B09"/>
    <w:rsid w:val="002C5D92"/>
    <w:rsid w:val="002C6221"/>
    <w:rsid w:val="002C6832"/>
    <w:rsid w:val="002C6CBA"/>
    <w:rsid w:val="002C6D4F"/>
    <w:rsid w:val="002C7253"/>
    <w:rsid w:val="002C76A6"/>
    <w:rsid w:val="002C7933"/>
    <w:rsid w:val="002C7B41"/>
    <w:rsid w:val="002C7CF2"/>
    <w:rsid w:val="002C7EC1"/>
    <w:rsid w:val="002D02A8"/>
    <w:rsid w:val="002D1804"/>
    <w:rsid w:val="002D184F"/>
    <w:rsid w:val="002D1945"/>
    <w:rsid w:val="002D1A79"/>
    <w:rsid w:val="002D1A8F"/>
    <w:rsid w:val="002D2200"/>
    <w:rsid w:val="002D2214"/>
    <w:rsid w:val="002D2390"/>
    <w:rsid w:val="002D2749"/>
    <w:rsid w:val="002D3014"/>
    <w:rsid w:val="002D335B"/>
    <w:rsid w:val="002D3632"/>
    <w:rsid w:val="002D39B0"/>
    <w:rsid w:val="002D3E66"/>
    <w:rsid w:val="002D438D"/>
    <w:rsid w:val="002D43A3"/>
    <w:rsid w:val="002D43BC"/>
    <w:rsid w:val="002D4755"/>
    <w:rsid w:val="002D4936"/>
    <w:rsid w:val="002D49CE"/>
    <w:rsid w:val="002D561D"/>
    <w:rsid w:val="002D5865"/>
    <w:rsid w:val="002D58A4"/>
    <w:rsid w:val="002D6064"/>
    <w:rsid w:val="002D6344"/>
    <w:rsid w:val="002D634B"/>
    <w:rsid w:val="002D64D0"/>
    <w:rsid w:val="002D64E8"/>
    <w:rsid w:val="002D66DF"/>
    <w:rsid w:val="002D671D"/>
    <w:rsid w:val="002D6A36"/>
    <w:rsid w:val="002D731D"/>
    <w:rsid w:val="002D749E"/>
    <w:rsid w:val="002D78D2"/>
    <w:rsid w:val="002D7D5F"/>
    <w:rsid w:val="002D7EE6"/>
    <w:rsid w:val="002E06BE"/>
    <w:rsid w:val="002E07A0"/>
    <w:rsid w:val="002E0A01"/>
    <w:rsid w:val="002E10BC"/>
    <w:rsid w:val="002E11CC"/>
    <w:rsid w:val="002E16E5"/>
    <w:rsid w:val="002E1776"/>
    <w:rsid w:val="002E18EC"/>
    <w:rsid w:val="002E1A21"/>
    <w:rsid w:val="002E1D98"/>
    <w:rsid w:val="002E1F66"/>
    <w:rsid w:val="002E22B9"/>
    <w:rsid w:val="002E2AEF"/>
    <w:rsid w:val="002E3154"/>
    <w:rsid w:val="002E3515"/>
    <w:rsid w:val="002E385A"/>
    <w:rsid w:val="002E4749"/>
    <w:rsid w:val="002E489D"/>
    <w:rsid w:val="002E4C75"/>
    <w:rsid w:val="002E4EBF"/>
    <w:rsid w:val="002E51DD"/>
    <w:rsid w:val="002E56D5"/>
    <w:rsid w:val="002E5889"/>
    <w:rsid w:val="002E5DA4"/>
    <w:rsid w:val="002E5DB3"/>
    <w:rsid w:val="002E6558"/>
    <w:rsid w:val="002E65F2"/>
    <w:rsid w:val="002E66A5"/>
    <w:rsid w:val="002E6AE7"/>
    <w:rsid w:val="002E6F46"/>
    <w:rsid w:val="002E713B"/>
    <w:rsid w:val="002E72CC"/>
    <w:rsid w:val="002E74BE"/>
    <w:rsid w:val="002E760B"/>
    <w:rsid w:val="002E76CD"/>
    <w:rsid w:val="002E76D5"/>
    <w:rsid w:val="002E77B0"/>
    <w:rsid w:val="002F0054"/>
    <w:rsid w:val="002F05A1"/>
    <w:rsid w:val="002F064D"/>
    <w:rsid w:val="002F0A66"/>
    <w:rsid w:val="002F0B90"/>
    <w:rsid w:val="002F0EB4"/>
    <w:rsid w:val="002F0FB7"/>
    <w:rsid w:val="002F1468"/>
    <w:rsid w:val="002F1787"/>
    <w:rsid w:val="002F18AF"/>
    <w:rsid w:val="002F1B4D"/>
    <w:rsid w:val="002F1B69"/>
    <w:rsid w:val="002F1E29"/>
    <w:rsid w:val="002F1FC6"/>
    <w:rsid w:val="002F1FEE"/>
    <w:rsid w:val="002F1FFB"/>
    <w:rsid w:val="002F2176"/>
    <w:rsid w:val="002F2389"/>
    <w:rsid w:val="002F253A"/>
    <w:rsid w:val="002F262A"/>
    <w:rsid w:val="002F2702"/>
    <w:rsid w:val="002F3379"/>
    <w:rsid w:val="002F3384"/>
    <w:rsid w:val="002F3AA8"/>
    <w:rsid w:val="002F4334"/>
    <w:rsid w:val="002F444C"/>
    <w:rsid w:val="002F47B3"/>
    <w:rsid w:val="002F4B17"/>
    <w:rsid w:val="002F4B43"/>
    <w:rsid w:val="002F4BB8"/>
    <w:rsid w:val="002F4C35"/>
    <w:rsid w:val="002F4C49"/>
    <w:rsid w:val="002F4E7D"/>
    <w:rsid w:val="002F5271"/>
    <w:rsid w:val="002F5311"/>
    <w:rsid w:val="002F545A"/>
    <w:rsid w:val="002F5620"/>
    <w:rsid w:val="002F5756"/>
    <w:rsid w:val="002F5A54"/>
    <w:rsid w:val="002F5C8D"/>
    <w:rsid w:val="002F5DC9"/>
    <w:rsid w:val="002F5E14"/>
    <w:rsid w:val="002F5E75"/>
    <w:rsid w:val="002F66D6"/>
    <w:rsid w:val="002F691D"/>
    <w:rsid w:val="002F69E0"/>
    <w:rsid w:val="002F6A6C"/>
    <w:rsid w:val="002F71C2"/>
    <w:rsid w:val="002F7237"/>
    <w:rsid w:val="002F742B"/>
    <w:rsid w:val="002F7527"/>
    <w:rsid w:val="002F797A"/>
    <w:rsid w:val="002F7CC9"/>
    <w:rsid w:val="0030053E"/>
    <w:rsid w:val="003006A9"/>
    <w:rsid w:val="00300A4C"/>
    <w:rsid w:val="00300C0E"/>
    <w:rsid w:val="00300D8C"/>
    <w:rsid w:val="003012C4"/>
    <w:rsid w:val="00301535"/>
    <w:rsid w:val="00302193"/>
    <w:rsid w:val="00302500"/>
    <w:rsid w:val="003027A5"/>
    <w:rsid w:val="003027A8"/>
    <w:rsid w:val="003029CD"/>
    <w:rsid w:val="00302A35"/>
    <w:rsid w:val="00302B9B"/>
    <w:rsid w:val="00303883"/>
    <w:rsid w:val="003038E3"/>
    <w:rsid w:val="0030398F"/>
    <w:rsid w:val="00303BAC"/>
    <w:rsid w:val="00303D50"/>
    <w:rsid w:val="00303F4B"/>
    <w:rsid w:val="00304334"/>
    <w:rsid w:val="0030436F"/>
    <w:rsid w:val="0030485F"/>
    <w:rsid w:val="00304E35"/>
    <w:rsid w:val="00305129"/>
    <w:rsid w:val="003056C1"/>
    <w:rsid w:val="003057D7"/>
    <w:rsid w:val="00305A81"/>
    <w:rsid w:val="00305B95"/>
    <w:rsid w:val="00305D12"/>
    <w:rsid w:val="00306081"/>
    <w:rsid w:val="0030638C"/>
    <w:rsid w:val="0030644B"/>
    <w:rsid w:val="00306A9D"/>
    <w:rsid w:val="003073D3"/>
    <w:rsid w:val="00307C25"/>
    <w:rsid w:val="00307F40"/>
    <w:rsid w:val="003102C4"/>
    <w:rsid w:val="0031044E"/>
    <w:rsid w:val="00310C99"/>
    <w:rsid w:val="003110E9"/>
    <w:rsid w:val="00311686"/>
    <w:rsid w:val="00311772"/>
    <w:rsid w:val="003118C9"/>
    <w:rsid w:val="00311AE3"/>
    <w:rsid w:val="00312200"/>
    <w:rsid w:val="00312388"/>
    <w:rsid w:val="0031253E"/>
    <w:rsid w:val="00312B5F"/>
    <w:rsid w:val="00312C64"/>
    <w:rsid w:val="003132FB"/>
    <w:rsid w:val="0031350D"/>
    <w:rsid w:val="0031353E"/>
    <w:rsid w:val="0031355A"/>
    <w:rsid w:val="003136FF"/>
    <w:rsid w:val="003137C5"/>
    <w:rsid w:val="003138BC"/>
    <w:rsid w:val="00313E6D"/>
    <w:rsid w:val="00314101"/>
    <w:rsid w:val="00314223"/>
    <w:rsid w:val="003143C3"/>
    <w:rsid w:val="0031448E"/>
    <w:rsid w:val="0031448F"/>
    <w:rsid w:val="003144DE"/>
    <w:rsid w:val="00314C63"/>
    <w:rsid w:val="00315023"/>
    <w:rsid w:val="00315038"/>
    <w:rsid w:val="00315582"/>
    <w:rsid w:val="00315AEA"/>
    <w:rsid w:val="00315B14"/>
    <w:rsid w:val="00315C62"/>
    <w:rsid w:val="00315CCA"/>
    <w:rsid w:val="003162A8"/>
    <w:rsid w:val="00316663"/>
    <w:rsid w:val="00316ACE"/>
    <w:rsid w:val="00316AE3"/>
    <w:rsid w:val="00316B72"/>
    <w:rsid w:val="00316FCA"/>
    <w:rsid w:val="003170AF"/>
    <w:rsid w:val="00317837"/>
    <w:rsid w:val="003201C2"/>
    <w:rsid w:val="0032039E"/>
    <w:rsid w:val="0032087D"/>
    <w:rsid w:val="00320A54"/>
    <w:rsid w:val="00321646"/>
    <w:rsid w:val="003217FF"/>
    <w:rsid w:val="00321D07"/>
    <w:rsid w:val="00321DE7"/>
    <w:rsid w:val="0032206A"/>
    <w:rsid w:val="00322257"/>
    <w:rsid w:val="003222B1"/>
    <w:rsid w:val="003222FC"/>
    <w:rsid w:val="00322C3C"/>
    <w:rsid w:val="00322F36"/>
    <w:rsid w:val="00322F59"/>
    <w:rsid w:val="00323348"/>
    <w:rsid w:val="003239D8"/>
    <w:rsid w:val="003241C3"/>
    <w:rsid w:val="00324713"/>
    <w:rsid w:val="00324A0A"/>
    <w:rsid w:val="00324A50"/>
    <w:rsid w:val="00324B9E"/>
    <w:rsid w:val="00324F62"/>
    <w:rsid w:val="0032540F"/>
    <w:rsid w:val="00325497"/>
    <w:rsid w:val="003254DC"/>
    <w:rsid w:val="003256E2"/>
    <w:rsid w:val="0032576D"/>
    <w:rsid w:val="00325945"/>
    <w:rsid w:val="00325C05"/>
    <w:rsid w:val="00326011"/>
    <w:rsid w:val="00326166"/>
    <w:rsid w:val="00326221"/>
    <w:rsid w:val="003262A4"/>
    <w:rsid w:val="00326487"/>
    <w:rsid w:val="003265EF"/>
    <w:rsid w:val="003267DE"/>
    <w:rsid w:val="0032692F"/>
    <w:rsid w:val="00326B0F"/>
    <w:rsid w:val="00326B99"/>
    <w:rsid w:val="00326D8C"/>
    <w:rsid w:val="00327083"/>
    <w:rsid w:val="0032758B"/>
    <w:rsid w:val="00327F2D"/>
    <w:rsid w:val="00330710"/>
    <w:rsid w:val="00330E91"/>
    <w:rsid w:val="00330EF8"/>
    <w:rsid w:val="0033191F"/>
    <w:rsid w:val="00331CF6"/>
    <w:rsid w:val="00332525"/>
    <w:rsid w:val="003326A9"/>
    <w:rsid w:val="003326D3"/>
    <w:rsid w:val="00332A9D"/>
    <w:rsid w:val="00332AA0"/>
    <w:rsid w:val="00332D8E"/>
    <w:rsid w:val="00332FA7"/>
    <w:rsid w:val="003331B5"/>
    <w:rsid w:val="00333239"/>
    <w:rsid w:val="0033359A"/>
    <w:rsid w:val="00333909"/>
    <w:rsid w:val="00334104"/>
    <w:rsid w:val="003346D1"/>
    <w:rsid w:val="003347C6"/>
    <w:rsid w:val="00334AD1"/>
    <w:rsid w:val="00334BF2"/>
    <w:rsid w:val="00334E0D"/>
    <w:rsid w:val="003350C4"/>
    <w:rsid w:val="003352A7"/>
    <w:rsid w:val="00335644"/>
    <w:rsid w:val="00335ADD"/>
    <w:rsid w:val="00335B2C"/>
    <w:rsid w:val="00336066"/>
    <w:rsid w:val="003361E7"/>
    <w:rsid w:val="00336308"/>
    <w:rsid w:val="00336A23"/>
    <w:rsid w:val="00336B9F"/>
    <w:rsid w:val="00336D87"/>
    <w:rsid w:val="00336E4B"/>
    <w:rsid w:val="0033702A"/>
    <w:rsid w:val="0033720D"/>
    <w:rsid w:val="00337B04"/>
    <w:rsid w:val="003402E1"/>
    <w:rsid w:val="003404C7"/>
    <w:rsid w:val="00340793"/>
    <w:rsid w:val="00340BCD"/>
    <w:rsid w:val="00340CED"/>
    <w:rsid w:val="00340D1D"/>
    <w:rsid w:val="003410B1"/>
    <w:rsid w:val="003411DF"/>
    <w:rsid w:val="00341324"/>
    <w:rsid w:val="003417F1"/>
    <w:rsid w:val="00341834"/>
    <w:rsid w:val="00341A9D"/>
    <w:rsid w:val="0034222B"/>
    <w:rsid w:val="003422DE"/>
    <w:rsid w:val="003422F1"/>
    <w:rsid w:val="00342CFF"/>
    <w:rsid w:val="00342E18"/>
    <w:rsid w:val="0034339A"/>
    <w:rsid w:val="0034342D"/>
    <w:rsid w:val="00343554"/>
    <w:rsid w:val="0034442F"/>
    <w:rsid w:val="00344724"/>
    <w:rsid w:val="00344B20"/>
    <w:rsid w:val="00344C79"/>
    <w:rsid w:val="00344C98"/>
    <w:rsid w:val="00344ECC"/>
    <w:rsid w:val="003457F9"/>
    <w:rsid w:val="00345C13"/>
    <w:rsid w:val="003461BB"/>
    <w:rsid w:val="00346D8E"/>
    <w:rsid w:val="003476C0"/>
    <w:rsid w:val="00347997"/>
    <w:rsid w:val="003479D5"/>
    <w:rsid w:val="00347C72"/>
    <w:rsid w:val="0035019E"/>
    <w:rsid w:val="00350CA5"/>
    <w:rsid w:val="00350E28"/>
    <w:rsid w:val="00350FE6"/>
    <w:rsid w:val="0035113A"/>
    <w:rsid w:val="003514F9"/>
    <w:rsid w:val="003517A4"/>
    <w:rsid w:val="00351EF2"/>
    <w:rsid w:val="003520A1"/>
    <w:rsid w:val="00352508"/>
    <w:rsid w:val="0035297C"/>
    <w:rsid w:val="00352A55"/>
    <w:rsid w:val="00352A61"/>
    <w:rsid w:val="00352C18"/>
    <w:rsid w:val="00352EF8"/>
    <w:rsid w:val="003532F6"/>
    <w:rsid w:val="0035373D"/>
    <w:rsid w:val="0035396B"/>
    <w:rsid w:val="00353A48"/>
    <w:rsid w:val="00353F89"/>
    <w:rsid w:val="0035404B"/>
    <w:rsid w:val="00354438"/>
    <w:rsid w:val="00354A0A"/>
    <w:rsid w:val="00354BF3"/>
    <w:rsid w:val="00355104"/>
    <w:rsid w:val="00355269"/>
    <w:rsid w:val="0035539F"/>
    <w:rsid w:val="003553C5"/>
    <w:rsid w:val="00355A1A"/>
    <w:rsid w:val="00355ED4"/>
    <w:rsid w:val="00356260"/>
    <w:rsid w:val="003563B0"/>
    <w:rsid w:val="00356416"/>
    <w:rsid w:val="003567C5"/>
    <w:rsid w:val="003567E2"/>
    <w:rsid w:val="00357300"/>
    <w:rsid w:val="003573EB"/>
    <w:rsid w:val="0035749B"/>
    <w:rsid w:val="00357827"/>
    <w:rsid w:val="0035785D"/>
    <w:rsid w:val="00357A77"/>
    <w:rsid w:val="00360021"/>
    <w:rsid w:val="0036049B"/>
    <w:rsid w:val="00360961"/>
    <w:rsid w:val="00360F8D"/>
    <w:rsid w:val="0036196E"/>
    <w:rsid w:val="003619A0"/>
    <w:rsid w:val="00361BA9"/>
    <w:rsid w:val="00361C1E"/>
    <w:rsid w:val="00361CAE"/>
    <w:rsid w:val="00361D03"/>
    <w:rsid w:val="00362292"/>
    <w:rsid w:val="00362299"/>
    <w:rsid w:val="00363069"/>
    <w:rsid w:val="00363546"/>
    <w:rsid w:val="003635A7"/>
    <w:rsid w:val="003635B1"/>
    <w:rsid w:val="00364023"/>
    <w:rsid w:val="00364190"/>
    <w:rsid w:val="00364334"/>
    <w:rsid w:val="00364508"/>
    <w:rsid w:val="003646AC"/>
    <w:rsid w:val="003646D1"/>
    <w:rsid w:val="0036475D"/>
    <w:rsid w:val="003648DA"/>
    <w:rsid w:val="00364905"/>
    <w:rsid w:val="00364DB4"/>
    <w:rsid w:val="0036515D"/>
    <w:rsid w:val="003652F4"/>
    <w:rsid w:val="003655BD"/>
    <w:rsid w:val="003656C7"/>
    <w:rsid w:val="00365C98"/>
    <w:rsid w:val="0036635A"/>
    <w:rsid w:val="00366FE9"/>
    <w:rsid w:val="0036703E"/>
    <w:rsid w:val="0036739E"/>
    <w:rsid w:val="0036760A"/>
    <w:rsid w:val="00367702"/>
    <w:rsid w:val="0036773B"/>
    <w:rsid w:val="00367BA3"/>
    <w:rsid w:val="00367C59"/>
    <w:rsid w:val="0037023B"/>
    <w:rsid w:val="0037035A"/>
    <w:rsid w:val="0037071E"/>
    <w:rsid w:val="003712E7"/>
    <w:rsid w:val="003713CC"/>
    <w:rsid w:val="003714CF"/>
    <w:rsid w:val="00371564"/>
    <w:rsid w:val="003721D0"/>
    <w:rsid w:val="00372C28"/>
    <w:rsid w:val="00372E7E"/>
    <w:rsid w:val="00372FBE"/>
    <w:rsid w:val="0037308D"/>
    <w:rsid w:val="00373370"/>
    <w:rsid w:val="003733A0"/>
    <w:rsid w:val="003738BB"/>
    <w:rsid w:val="0037399A"/>
    <w:rsid w:val="00373C7E"/>
    <w:rsid w:val="00373E39"/>
    <w:rsid w:val="0037446F"/>
    <w:rsid w:val="00374875"/>
    <w:rsid w:val="00374CC8"/>
    <w:rsid w:val="00374F54"/>
    <w:rsid w:val="003751CE"/>
    <w:rsid w:val="00375A01"/>
    <w:rsid w:val="00375A58"/>
    <w:rsid w:val="00375A78"/>
    <w:rsid w:val="00375D46"/>
    <w:rsid w:val="00375F85"/>
    <w:rsid w:val="00376835"/>
    <w:rsid w:val="00376A26"/>
    <w:rsid w:val="00376B09"/>
    <w:rsid w:val="00377112"/>
    <w:rsid w:val="003771CE"/>
    <w:rsid w:val="00377864"/>
    <w:rsid w:val="00377AAF"/>
    <w:rsid w:val="00377CD6"/>
    <w:rsid w:val="00380184"/>
    <w:rsid w:val="00380B10"/>
    <w:rsid w:val="003815A5"/>
    <w:rsid w:val="00382541"/>
    <w:rsid w:val="0038256B"/>
    <w:rsid w:val="003825E7"/>
    <w:rsid w:val="00382E35"/>
    <w:rsid w:val="00382F33"/>
    <w:rsid w:val="00383222"/>
    <w:rsid w:val="003832F1"/>
    <w:rsid w:val="0038352A"/>
    <w:rsid w:val="00383C4A"/>
    <w:rsid w:val="00383F80"/>
    <w:rsid w:val="00383FE1"/>
    <w:rsid w:val="0038407B"/>
    <w:rsid w:val="00384114"/>
    <w:rsid w:val="00384446"/>
    <w:rsid w:val="00384CDD"/>
    <w:rsid w:val="00384DF0"/>
    <w:rsid w:val="003858E8"/>
    <w:rsid w:val="00385937"/>
    <w:rsid w:val="00385991"/>
    <w:rsid w:val="00385A7A"/>
    <w:rsid w:val="00385E01"/>
    <w:rsid w:val="00385EF1"/>
    <w:rsid w:val="00386038"/>
    <w:rsid w:val="003860F7"/>
    <w:rsid w:val="0038638C"/>
    <w:rsid w:val="00386AAF"/>
    <w:rsid w:val="00386C73"/>
    <w:rsid w:val="003871DF"/>
    <w:rsid w:val="00387433"/>
    <w:rsid w:val="0038752B"/>
    <w:rsid w:val="00387629"/>
    <w:rsid w:val="00387A9F"/>
    <w:rsid w:val="0039057B"/>
    <w:rsid w:val="00390866"/>
    <w:rsid w:val="00390BB6"/>
    <w:rsid w:val="00390EEA"/>
    <w:rsid w:val="0039124F"/>
    <w:rsid w:val="003913A0"/>
    <w:rsid w:val="00391B5A"/>
    <w:rsid w:val="00391B70"/>
    <w:rsid w:val="00391DD7"/>
    <w:rsid w:val="00392229"/>
    <w:rsid w:val="00392378"/>
    <w:rsid w:val="003923D1"/>
    <w:rsid w:val="00392858"/>
    <w:rsid w:val="00392C4D"/>
    <w:rsid w:val="00392D17"/>
    <w:rsid w:val="00392D84"/>
    <w:rsid w:val="00392E4C"/>
    <w:rsid w:val="00392FE5"/>
    <w:rsid w:val="00393140"/>
    <w:rsid w:val="0039317D"/>
    <w:rsid w:val="00393208"/>
    <w:rsid w:val="0039328A"/>
    <w:rsid w:val="003934DA"/>
    <w:rsid w:val="00393A7F"/>
    <w:rsid w:val="003942DF"/>
    <w:rsid w:val="003949B6"/>
    <w:rsid w:val="00394B42"/>
    <w:rsid w:val="0039501C"/>
    <w:rsid w:val="0039508E"/>
    <w:rsid w:val="003952A1"/>
    <w:rsid w:val="0039552E"/>
    <w:rsid w:val="003955F6"/>
    <w:rsid w:val="0039577F"/>
    <w:rsid w:val="00395D2C"/>
    <w:rsid w:val="00396300"/>
    <w:rsid w:val="003963D5"/>
    <w:rsid w:val="003964D8"/>
    <w:rsid w:val="00396637"/>
    <w:rsid w:val="003969EA"/>
    <w:rsid w:val="00396B23"/>
    <w:rsid w:val="00396F5E"/>
    <w:rsid w:val="0039752A"/>
    <w:rsid w:val="0039767D"/>
    <w:rsid w:val="00397695"/>
    <w:rsid w:val="003A070C"/>
    <w:rsid w:val="003A098D"/>
    <w:rsid w:val="003A0CE6"/>
    <w:rsid w:val="003A0F4F"/>
    <w:rsid w:val="003A168E"/>
    <w:rsid w:val="003A19A2"/>
    <w:rsid w:val="003A1A95"/>
    <w:rsid w:val="003A1E63"/>
    <w:rsid w:val="003A2399"/>
    <w:rsid w:val="003A23ED"/>
    <w:rsid w:val="003A2440"/>
    <w:rsid w:val="003A26F1"/>
    <w:rsid w:val="003A3058"/>
    <w:rsid w:val="003A32C4"/>
    <w:rsid w:val="003A3614"/>
    <w:rsid w:val="003A39EE"/>
    <w:rsid w:val="003A426F"/>
    <w:rsid w:val="003A481C"/>
    <w:rsid w:val="003A4824"/>
    <w:rsid w:val="003A4D6A"/>
    <w:rsid w:val="003A5036"/>
    <w:rsid w:val="003A595D"/>
    <w:rsid w:val="003A5B22"/>
    <w:rsid w:val="003A5E70"/>
    <w:rsid w:val="003A5EDF"/>
    <w:rsid w:val="003A5F5D"/>
    <w:rsid w:val="003A6019"/>
    <w:rsid w:val="003A63B8"/>
    <w:rsid w:val="003A667A"/>
    <w:rsid w:val="003A731E"/>
    <w:rsid w:val="003A78BF"/>
    <w:rsid w:val="003A7F17"/>
    <w:rsid w:val="003B05E6"/>
    <w:rsid w:val="003B08BE"/>
    <w:rsid w:val="003B0964"/>
    <w:rsid w:val="003B09B7"/>
    <w:rsid w:val="003B0CBB"/>
    <w:rsid w:val="003B0CBC"/>
    <w:rsid w:val="003B1605"/>
    <w:rsid w:val="003B162C"/>
    <w:rsid w:val="003B190A"/>
    <w:rsid w:val="003B1A6A"/>
    <w:rsid w:val="003B1E24"/>
    <w:rsid w:val="003B2319"/>
    <w:rsid w:val="003B2504"/>
    <w:rsid w:val="003B2860"/>
    <w:rsid w:val="003B2D59"/>
    <w:rsid w:val="003B2F44"/>
    <w:rsid w:val="003B3326"/>
    <w:rsid w:val="003B396A"/>
    <w:rsid w:val="003B3E45"/>
    <w:rsid w:val="003B3ED4"/>
    <w:rsid w:val="003B47C5"/>
    <w:rsid w:val="003B48D5"/>
    <w:rsid w:val="003B4D98"/>
    <w:rsid w:val="003B51CD"/>
    <w:rsid w:val="003B533C"/>
    <w:rsid w:val="003B5756"/>
    <w:rsid w:val="003B57A1"/>
    <w:rsid w:val="003B597D"/>
    <w:rsid w:val="003B5997"/>
    <w:rsid w:val="003B5D57"/>
    <w:rsid w:val="003B5E05"/>
    <w:rsid w:val="003B5EDA"/>
    <w:rsid w:val="003B5FF7"/>
    <w:rsid w:val="003B617F"/>
    <w:rsid w:val="003B6439"/>
    <w:rsid w:val="003B6602"/>
    <w:rsid w:val="003B6A0C"/>
    <w:rsid w:val="003B6E14"/>
    <w:rsid w:val="003B7036"/>
    <w:rsid w:val="003B7397"/>
    <w:rsid w:val="003B73BC"/>
    <w:rsid w:val="003B7409"/>
    <w:rsid w:val="003B7428"/>
    <w:rsid w:val="003B7650"/>
    <w:rsid w:val="003B78D3"/>
    <w:rsid w:val="003B79AF"/>
    <w:rsid w:val="003C0404"/>
    <w:rsid w:val="003C045E"/>
    <w:rsid w:val="003C050E"/>
    <w:rsid w:val="003C0673"/>
    <w:rsid w:val="003C0BE7"/>
    <w:rsid w:val="003C15CC"/>
    <w:rsid w:val="003C1791"/>
    <w:rsid w:val="003C20D3"/>
    <w:rsid w:val="003C26A4"/>
    <w:rsid w:val="003C2C1C"/>
    <w:rsid w:val="003C2EDE"/>
    <w:rsid w:val="003C3B2D"/>
    <w:rsid w:val="003C4135"/>
    <w:rsid w:val="003C4A92"/>
    <w:rsid w:val="003C4C0C"/>
    <w:rsid w:val="003C5BDA"/>
    <w:rsid w:val="003C5FFD"/>
    <w:rsid w:val="003C603A"/>
    <w:rsid w:val="003C628F"/>
    <w:rsid w:val="003C65A4"/>
    <w:rsid w:val="003C6E58"/>
    <w:rsid w:val="003C6E6C"/>
    <w:rsid w:val="003C6E7E"/>
    <w:rsid w:val="003C71EC"/>
    <w:rsid w:val="003C7395"/>
    <w:rsid w:val="003C760D"/>
    <w:rsid w:val="003C79FA"/>
    <w:rsid w:val="003C7B58"/>
    <w:rsid w:val="003C7ED2"/>
    <w:rsid w:val="003D077B"/>
    <w:rsid w:val="003D0798"/>
    <w:rsid w:val="003D0989"/>
    <w:rsid w:val="003D1157"/>
    <w:rsid w:val="003D1881"/>
    <w:rsid w:val="003D1A29"/>
    <w:rsid w:val="003D1AAD"/>
    <w:rsid w:val="003D2381"/>
    <w:rsid w:val="003D25C5"/>
    <w:rsid w:val="003D2720"/>
    <w:rsid w:val="003D2D01"/>
    <w:rsid w:val="003D3059"/>
    <w:rsid w:val="003D31C8"/>
    <w:rsid w:val="003D3482"/>
    <w:rsid w:val="003D3913"/>
    <w:rsid w:val="003D3B3E"/>
    <w:rsid w:val="003D3FFC"/>
    <w:rsid w:val="003D42CA"/>
    <w:rsid w:val="003D4639"/>
    <w:rsid w:val="003D4828"/>
    <w:rsid w:val="003D4DD2"/>
    <w:rsid w:val="003D5006"/>
    <w:rsid w:val="003D52CE"/>
    <w:rsid w:val="003D5B4F"/>
    <w:rsid w:val="003D65B0"/>
    <w:rsid w:val="003D6740"/>
    <w:rsid w:val="003D687C"/>
    <w:rsid w:val="003D68E8"/>
    <w:rsid w:val="003D6C8B"/>
    <w:rsid w:val="003D7544"/>
    <w:rsid w:val="003D7558"/>
    <w:rsid w:val="003D789B"/>
    <w:rsid w:val="003D79BC"/>
    <w:rsid w:val="003D7D73"/>
    <w:rsid w:val="003D7F2E"/>
    <w:rsid w:val="003E0068"/>
    <w:rsid w:val="003E0AF1"/>
    <w:rsid w:val="003E0D07"/>
    <w:rsid w:val="003E0F27"/>
    <w:rsid w:val="003E10E8"/>
    <w:rsid w:val="003E161D"/>
    <w:rsid w:val="003E166E"/>
    <w:rsid w:val="003E1F72"/>
    <w:rsid w:val="003E24B2"/>
    <w:rsid w:val="003E2783"/>
    <w:rsid w:val="003E2967"/>
    <w:rsid w:val="003E2B4B"/>
    <w:rsid w:val="003E2BE3"/>
    <w:rsid w:val="003E2CDA"/>
    <w:rsid w:val="003E2CDB"/>
    <w:rsid w:val="003E2EFA"/>
    <w:rsid w:val="003E3068"/>
    <w:rsid w:val="003E3504"/>
    <w:rsid w:val="003E37FA"/>
    <w:rsid w:val="003E3C04"/>
    <w:rsid w:val="003E3E09"/>
    <w:rsid w:val="003E3E74"/>
    <w:rsid w:val="003E3F3D"/>
    <w:rsid w:val="003E4000"/>
    <w:rsid w:val="003E4705"/>
    <w:rsid w:val="003E48B4"/>
    <w:rsid w:val="003E4A95"/>
    <w:rsid w:val="003E4B18"/>
    <w:rsid w:val="003E4B6B"/>
    <w:rsid w:val="003E4DAB"/>
    <w:rsid w:val="003E4FC1"/>
    <w:rsid w:val="003E5663"/>
    <w:rsid w:val="003E5A2D"/>
    <w:rsid w:val="003E5DBE"/>
    <w:rsid w:val="003E607D"/>
    <w:rsid w:val="003E62B7"/>
    <w:rsid w:val="003E66FF"/>
    <w:rsid w:val="003E6982"/>
    <w:rsid w:val="003E69D2"/>
    <w:rsid w:val="003E6A0B"/>
    <w:rsid w:val="003E6CF3"/>
    <w:rsid w:val="003E6E14"/>
    <w:rsid w:val="003E6E98"/>
    <w:rsid w:val="003E7085"/>
    <w:rsid w:val="003E73B0"/>
    <w:rsid w:val="003E768C"/>
    <w:rsid w:val="003E77A1"/>
    <w:rsid w:val="003E7A48"/>
    <w:rsid w:val="003E7E73"/>
    <w:rsid w:val="003F01C4"/>
    <w:rsid w:val="003F0297"/>
    <w:rsid w:val="003F0B04"/>
    <w:rsid w:val="003F0E2A"/>
    <w:rsid w:val="003F1551"/>
    <w:rsid w:val="003F1C50"/>
    <w:rsid w:val="003F214E"/>
    <w:rsid w:val="003F23B9"/>
    <w:rsid w:val="003F272C"/>
    <w:rsid w:val="003F27F8"/>
    <w:rsid w:val="003F2A0C"/>
    <w:rsid w:val="003F2ADC"/>
    <w:rsid w:val="003F2F86"/>
    <w:rsid w:val="003F392E"/>
    <w:rsid w:val="003F3D39"/>
    <w:rsid w:val="003F4287"/>
    <w:rsid w:val="003F4318"/>
    <w:rsid w:val="003F4C02"/>
    <w:rsid w:val="003F54AC"/>
    <w:rsid w:val="003F5DAB"/>
    <w:rsid w:val="003F60D9"/>
    <w:rsid w:val="003F6178"/>
    <w:rsid w:val="003F6229"/>
    <w:rsid w:val="003F65B2"/>
    <w:rsid w:val="003F6844"/>
    <w:rsid w:val="003F6937"/>
    <w:rsid w:val="003F6A2A"/>
    <w:rsid w:val="003F6CF2"/>
    <w:rsid w:val="003F6EEC"/>
    <w:rsid w:val="003F6EEF"/>
    <w:rsid w:val="003F7700"/>
    <w:rsid w:val="003F773C"/>
    <w:rsid w:val="003F775A"/>
    <w:rsid w:val="003F7925"/>
    <w:rsid w:val="003F7A3E"/>
    <w:rsid w:val="003F7B13"/>
    <w:rsid w:val="003F7B1B"/>
    <w:rsid w:val="003F7C6B"/>
    <w:rsid w:val="003F7E4D"/>
    <w:rsid w:val="004002B8"/>
    <w:rsid w:val="00400468"/>
    <w:rsid w:val="00400C13"/>
    <w:rsid w:val="004013BE"/>
    <w:rsid w:val="0040192E"/>
    <w:rsid w:val="00401B27"/>
    <w:rsid w:val="00401FE6"/>
    <w:rsid w:val="0040236A"/>
    <w:rsid w:val="004025A0"/>
    <w:rsid w:val="00402C27"/>
    <w:rsid w:val="00402D26"/>
    <w:rsid w:val="00402E95"/>
    <w:rsid w:val="00403310"/>
    <w:rsid w:val="004039C7"/>
    <w:rsid w:val="00403AF7"/>
    <w:rsid w:val="00403C11"/>
    <w:rsid w:val="004040B4"/>
    <w:rsid w:val="004044FD"/>
    <w:rsid w:val="0040560D"/>
    <w:rsid w:val="00405A69"/>
    <w:rsid w:val="00405E01"/>
    <w:rsid w:val="00405EDE"/>
    <w:rsid w:val="0040660E"/>
    <w:rsid w:val="0040664C"/>
    <w:rsid w:val="00406722"/>
    <w:rsid w:val="00406A0E"/>
    <w:rsid w:val="00406DE7"/>
    <w:rsid w:val="00407032"/>
    <w:rsid w:val="0040729E"/>
    <w:rsid w:val="0040730A"/>
    <w:rsid w:val="004073F9"/>
    <w:rsid w:val="004074FD"/>
    <w:rsid w:val="00407553"/>
    <w:rsid w:val="004078FB"/>
    <w:rsid w:val="00407C71"/>
    <w:rsid w:val="00407E04"/>
    <w:rsid w:val="004100C3"/>
    <w:rsid w:val="00410AA8"/>
    <w:rsid w:val="00410EAE"/>
    <w:rsid w:val="00410F0E"/>
    <w:rsid w:val="0041112F"/>
    <w:rsid w:val="004114CB"/>
    <w:rsid w:val="004119A7"/>
    <w:rsid w:val="004119B3"/>
    <w:rsid w:val="00411B21"/>
    <w:rsid w:val="00411D01"/>
    <w:rsid w:val="00412FD4"/>
    <w:rsid w:val="00413020"/>
    <w:rsid w:val="004135F6"/>
    <w:rsid w:val="00413682"/>
    <w:rsid w:val="00413942"/>
    <w:rsid w:val="0041396D"/>
    <w:rsid w:val="004139F8"/>
    <w:rsid w:val="00413AE7"/>
    <w:rsid w:val="00413F0C"/>
    <w:rsid w:val="00413FC1"/>
    <w:rsid w:val="004144BA"/>
    <w:rsid w:val="0041495D"/>
    <w:rsid w:val="00414F8F"/>
    <w:rsid w:val="00415407"/>
    <w:rsid w:val="00415523"/>
    <w:rsid w:val="00415829"/>
    <w:rsid w:val="00415B39"/>
    <w:rsid w:val="00415CCD"/>
    <w:rsid w:val="00416187"/>
    <w:rsid w:val="004167B3"/>
    <w:rsid w:val="004168DF"/>
    <w:rsid w:val="00416BE5"/>
    <w:rsid w:val="00416CC5"/>
    <w:rsid w:val="00416FCC"/>
    <w:rsid w:val="00417182"/>
    <w:rsid w:val="004173EA"/>
    <w:rsid w:val="004176BF"/>
    <w:rsid w:val="0041798E"/>
    <w:rsid w:val="00417E09"/>
    <w:rsid w:val="004200FF"/>
    <w:rsid w:val="0042056E"/>
    <w:rsid w:val="00420DBD"/>
    <w:rsid w:val="00421017"/>
    <w:rsid w:val="00421265"/>
    <w:rsid w:val="0042157E"/>
    <w:rsid w:val="004216C9"/>
    <w:rsid w:val="004219D4"/>
    <w:rsid w:val="00421E54"/>
    <w:rsid w:val="004227D6"/>
    <w:rsid w:val="00422E9F"/>
    <w:rsid w:val="00423066"/>
    <w:rsid w:val="00423070"/>
    <w:rsid w:val="00423198"/>
    <w:rsid w:val="0042377E"/>
    <w:rsid w:val="00423881"/>
    <w:rsid w:val="0042431A"/>
    <w:rsid w:val="00424349"/>
    <w:rsid w:val="00424542"/>
    <w:rsid w:val="0042497F"/>
    <w:rsid w:val="00424CC1"/>
    <w:rsid w:val="00424CD2"/>
    <w:rsid w:val="00424DC1"/>
    <w:rsid w:val="00424E5C"/>
    <w:rsid w:val="0042506A"/>
    <w:rsid w:val="004252E1"/>
    <w:rsid w:val="00425A1E"/>
    <w:rsid w:val="00425B7F"/>
    <w:rsid w:val="00425EB3"/>
    <w:rsid w:val="0042602A"/>
    <w:rsid w:val="0042604B"/>
    <w:rsid w:val="0042610E"/>
    <w:rsid w:val="004262E6"/>
    <w:rsid w:val="0042637D"/>
    <w:rsid w:val="004263F4"/>
    <w:rsid w:val="00426661"/>
    <w:rsid w:val="00426951"/>
    <w:rsid w:val="00427245"/>
    <w:rsid w:val="0042755F"/>
    <w:rsid w:val="00427796"/>
    <w:rsid w:val="00427A19"/>
    <w:rsid w:val="00427D08"/>
    <w:rsid w:val="004304A8"/>
    <w:rsid w:val="004306A7"/>
    <w:rsid w:val="00430D08"/>
    <w:rsid w:val="00430E0D"/>
    <w:rsid w:val="00431158"/>
    <w:rsid w:val="00431418"/>
    <w:rsid w:val="00431D39"/>
    <w:rsid w:val="00431D8C"/>
    <w:rsid w:val="00431F28"/>
    <w:rsid w:val="00433DFF"/>
    <w:rsid w:val="004340F2"/>
    <w:rsid w:val="0043464C"/>
    <w:rsid w:val="00434653"/>
    <w:rsid w:val="00434665"/>
    <w:rsid w:val="0043486C"/>
    <w:rsid w:val="00434872"/>
    <w:rsid w:val="004349D5"/>
    <w:rsid w:val="004349FC"/>
    <w:rsid w:val="00434DE5"/>
    <w:rsid w:val="00434FAA"/>
    <w:rsid w:val="004351E6"/>
    <w:rsid w:val="00435449"/>
    <w:rsid w:val="004355D9"/>
    <w:rsid w:val="0043576E"/>
    <w:rsid w:val="00436490"/>
    <w:rsid w:val="00436617"/>
    <w:rsid w:val="0043699D"/>
    <w:rsid w:val="00436CCC"/>
    <w:rsid w:val="00436F26"/>
    <w:rsid w:val="00436FE1"/>
    <w:rsid w:val="00437045"/>
    <w:rsid w:val="004370A5"/>
    <w:rsid w:val="00437124"/>
    <w:rsid w:val="004371B9"/>
    <w:rsid w:val="00437272"/>
    <w:rsid w:val="004372D5"/>
    <w:rsid w:val="004373FD"/>
    <w:rsid w:val="00437424"/>
    <w:rsid w:val="0043773C"/>
    <w:rsid w:val="00437773"/>
    <w:rsid w:val="00437D0D"/>
    <w:rsid w:val="004401EB"/>
    <w:rsid w:val="00440243"/>
    <w:rsid w:val="00440C44"/>
    <w:rsid w:val="00440C78"/>
    <w:rsid w:val="00440D38"/>
    <w:rsid w:val="00440E07"/>
    <w:rsid w:val="00440F36"/>
    <w:rsid w:val="0044213C"/>
    <w:rsid w:val="00442917"/>
    <w:rsid w:val="00442B0E"/>
    <w:rsid w:val="00442EC5"/>
    <w:rsid w:val="00442F39"/>
    <w:rsid w:val="00443580"/>
    <w:rsid w:val="00443590"/>
    <w:rsid w:val="00443FD1"/>
    <w:rsid w:val="00444025"/>
    <w:rsid w:val="004442B3"/>
    <w:rsid w:val="00444700"/>
    <w:rsid w:val="00444D95"/>
    <w:rsid w:val="00444F01"/>
    <w:rsid w:val="00445171"/>
    <w:rsid w:val="0044557E"/>
    <w:rsid w:val="004457CA"/>
    <w:rsid w:val="0044626D"/>
    <w:rsid w:val="00447599"/>
    <w:rsid w:val="00447D33"/>
    <w:rsid w:val="004505D3"/>
    <w:rsid w:val="00450E45"/>
    <w:rsid w:val="00451130"/>
    <w:rsid w:val="00451772"/>
    <w:rsid w:val="004517C9"/>
    <w:rsid w:val="00451B10"/>
    <w:rsid w:val="00451EE0"/>
    <w:rsid w:val="00451F03"/>
    <w:rsid w:val="00451F35"/>
    <w:rsid w:val="004521E8"/>
    <w:rsid w:val="004522D2"/>
    <w:rsid w:val="00453011"/>
    <w:rsid w:val="004531B5"/>
    <w:rsid w:val="00453304"/>
    <w:rsid w:val="004533D7"/>
    <w:rsid w:val="004533FB"/>
    <w:rsid w:val="00453786"/>
    <w:rsid w:val="00453ACD"/>
    <w:rsid w:val="00453DF7"/>
    <w:rsid w:val="004548D6"/>
    <w:rsid w:val="00454C13"/>
    <w:rsid w:val="00454F8D"/>
    <w:rsid w:val="00455022"/>
    <w:rsid w:val="00455753"/>
    <w:rsid w:val="0045580E"/>
    <w:rsid w:val="004559A0"/>
    <w:rsid w:val="00455DA5"/>
    <w:rsid w:val="0045673D"/>
    <w:rsid w:val="00456A20"/>
    <w:rsid w:val="00456A2B"/>
    <w:rsid w:val="00457499"/>
    <w:rsid w:val="004575D8"/>
    <w:rsid w:val="00457974"/>
    <w:rsid w:val="00457AF7"/>
    <w:rsid w:val="00457D36"/>
    <w:rsid w:val="00460947"/>
    <w:rsid w:val="00460AA1"/>
    <w:rsid w:val="00460B29"/>
    <w:rsid w:val="00460C5C"/>
    <w:rsid w:val="00460CCD"/>
    <w:rsid w:val="004610A5"/>
    <w:rsid w:val="0046147A"/>
    <w:rsid w:val="0046184F"/>
    <w:rsid w:val="00461C11"/>
    <w:rsid w:val="00461E3E"/>
    <w:rsid w:val="00462757"/>
    <w:rsid w:val="00462A2F"/>
    <w:rsid w:val="004631C3"/>
    <w:rsid w:val="00463445"/>
    <w:rsid w:val="004634B0"/>
    <w:rsid w:val="00463727"/>
    <w:rsid w:val="004637D0"/>
    <w:rsid w:val="004639D8"/>
    <w:rsid w:val="00464074"/>
    <w:rsid w:val="0046427C"/>
    <w:rsid w:val="004643DB"/>
    <w:rsid w:val="00464675"/>
    <w:rsid w:val="00464AAF"/>
    <w:rsid w:val="00464C35"/>
    <w:rsid w:val="00464C90"/>
    <w:rsid w:val="00464C9A"/>
    <w:rsid w:val="00465263"/>
    <w:rsid w:val="0046534F"/>
    <w:rsid w:val="00465CD6"/>
    <w:rsid w:val="00465F43"/>
    <w:rsid w:val="004661BA"/>
    <w:rsid w:val="00467055"/>
    <w:rsid w:val="00467445"/>
    <w:rsid w:val="004675EC"/>
    <w:rsid w:val="004676C1"/>
    <w:rsid w:val="00467845"/>
    <w:rsid w:val="00467A8E"/>
    <w:rsid w:val="00467C6C"/>
    <w:rsid w:val="00467CA4"/>
    <w:rsid w:val="004705B6"/>
    <w:rsid w:val="00470688"/>
    <w:rsid w:val="004706EF"/>
    <w:rsid w:val="00470F65"/>
    <w:rsid w:val="004712DD"/>
    <w:rsid w:val="00471367"/>
    <w:rsid w:val="004716D1"/>
    <w:rsid w:val="0047176C"/>
    <w:rsid w:val="00471A1B"/>
    <w:rsid w:val="00471BF4"/>
    <w:rsid w:val="00471E3E"/>
    <w:rsid w:val="00471E8F"/>
    <w:rsid w:val="00472105"/>
    <w:rsid w:val="00472211"/>
    <w:rsid w:val="00472759"/>
    <w:rsid w:val="00472985"/>
    <w:rsid w:val="00473183"/>
    <w:rsid w:val="0047335C"/>
    <w:rsid w:val="00473370"/>
    <w:rsid w:val="004735AA"/>
    <w:rsid w:val="00473727"/>
    <w:rsid w:val="00473B6F"/>
    <w:rsid w:val="00473FE4"/>
    <w:rsid w:val="004749A2"/>
    <w:rsid w:val="00474E47"/>
    <w:rsid w:val="00475CC8"/>
    <w:rsid w:val="00475ED3"/>
    <w:rsid w:val="00475F38"/>
    <w:rsid w:val="00476355"/>
    <w:rsid w:val="00476615"/>
    <w:rsid w:val="00476E61"/>
    <w:rsid w:val="00477091"/>
    <w:rsid w:val="0047748F"/>
    <w:rsid w:val="00477AD8"/>
    <w:rsid w:val="00477BCE"/>
    <w:rsid w:val="0048035C"/>
    <w:rsid w:val="004805A9"/>
    <w:rsid w:val="004806B0"/>
    <w:rsid w:val="00480B8A"/>
    <w:rsid w:val="00480BD8"/>
    <w:rsid w:val="0048123D"/>
    <w:rsid w:val="004815C5"/>
    <w:rsid w:val="004817A3"/>
    <w:rsid w:val="004818F3"/>
    <w:rsid w:val="00481DD3"/>
    <w:rsid w:val="00482324"/>
    <w:rsid w:val="0048253A"/>
    <w:rsid w:val="004826D3"/>
    <w:rsid w:val="004826DC"/>
    <w:rsid w:val="004827E6"/>
    <w:rsid w:val="00483241"/>
    <w:rsid w:val="00483262"/>
    <w:rsid w:val="004837FF"/>
    <w:rsid w:val="00483C98"/>
    <w:rsid w:val="00483DAA"/>
    <w:rsid w:val="00483F10"/>
    <w:rsid w:val="00483F21"/>
    <w:rsid w:val="00484004"/>
    <w:rsid w:val="00484263"/>
    <w:rsid w:val="004842E4"/>
    <w:rsid w:val="00484402"/>
    <w:rsid w:val="0048499E"/>
    <w:rsid w:val="00484B63"/>
    <w:rsid w:val="0048505A"/>
    <w:rsid w:val="0048509E"/>
    <w:rsid w:val="00485232"/>
    <w:rsid w:val="004852AC"/>
    <w:rsid w:val="004854D8"/>
    <w:rsid w:val="004858A0"/>
    <w:rsid w:val="004859AF"/>
    <w:rsid w:val="00486281"/>
    <w:rsid w:val="004865F6"/>
    <w:rsid w:val="00486B0F"/>
    <w:rsid w:val="00486F00"/>
    <w:rsid w:val="00486FCA"/>
    <w:rsid w:val="00487071"/>
    <w:rsid w:val="004870F1"/>
    <w:rsid w:val="004870F3"/>
    <w:rsid w:val="00487192"/>
    <w:rsid w:val="00487415"/>
    <w:rsid w:val="00487BD9"/>
    <w:rsid w:val="00487EFC"/>
    <w:rsid w:val="00490413"/>
    <w:rsid w:val="00490FE4"/>
    <w:rsid w:val="00491872"/>
    <w:rsid w:val="00491EFC"/>
    <w:rsid w:val="00491FA9"/>
    <w:rsid w:val="00492871"/>
    <w:rsid w:val="00492A73"/>
    <w:rsid w:val="00492B74"/>
    <w:rsid w:val="00492C8E"/>
    <w:rsid w:val="00493205"/>
    <w:rsid w:val="0049324C"/>
    <w:rsid w:val="00493722"/>
    <w:rsid w:val="00493CFB"/>
    <w:rsid w:val="004942D5"/>
    <w:rsid w:val="004947AE"/>
    <w:rsid w:val="00494F6E"/>
    <w:rsid w:val="00495330"/>
    <w:rsid w:val="00495378"/>
    <w:rsid w:val="004957DA"/>
    <w:rsid w:val="00495C5E"/>
    <w:rsid w:val="00495F0A"/>
    <w:rsid w:val="0049609B"/>
    <w:rsid w:val="00496364"/>
    <w:rsid w:val="0049660F"/>
    <w:rsid w:val="00496854"/>
    <w:rsid w:val="004969C1"/>
    <w:rsid w:val="00496CC4"/>
    <w:rsid w:val="00496F07"/>
    <w:rsid w:val="00497115"/>
    <w:rsid w:val="0049734D"/>
    <w:rsid w:val="004978D8"/>
    <w:rsid w:val="00497B78"/>
    <w:rsid w:val="004A03B8"/>
    <w:rsid w:val="004A03C5"/>
    <w:rsid w:val="004A0DE4"/>
    <w:rsid w:val="004A1682"/>
    <w:rsid w:val="004A1D1B"/>
    <w:rsid w:val="004A1E02"/>
    <w:rsid w:val="004A2289"/>
    <w:rsid w:val="004A242C"/>
    <w:rsid w:val="004A2696"/>
    <w:rsid w:val="004A2A91"/>
    <w:rsid w:val="004A2D1C"/>
    <w:rsid w:val="004A3837"/>
    <w:rsid w:val="004A3AC7"/>
    <w:rsid w:val="004A3C3B"/>
    <w:rsid w:val="004A3F58"/>
    <w:rsid w:val="004A4530"/>
    <w:rsid w:val="004A47B9"/>
    <w:rsid w:val="004A4E64"/>
    <w:rsid w:val="004A5000"/>
    <w:rsid w:val="004A539D"/>
    <w:rsid w:val="004A5881"/>
    <w:rsid w:val="004A597F"/>
    <w:rsid w:val="004A5D1E"/>
    <w:rsid w:val="004A5F71"/>
    <w:rsid w:val="004A6298"/>
    <w:rsid w:val="004A64D6"/>
    <w:rsid w:val="004A65E1"/>
    <w:rsid w:val="004A697A"/>
    <w:rsid w:val="004A6A61"/>
    <w:rsid w:val="004A72D9"/>
    <w:rsid w:val="004A7DF0"/>
    <w:rsid w:val="004A7DFD"/>
    <w:rsid w:val="004A7F2B"/>
    <w:rsid w:val="004B027E"/>
    <w:rsid w:val="004B08E0"/>
    <w:rsid w:val="004B115C"/>
    <w:rsid w:val="004B12ED"/>
    <w:rsid w:val="004B1513"/>
    <w:rsid w:val="004B1818"/>
    <w:rsid w:val="004B1A72"/>
    <w:rsid w:val="004B20A4"/>
    <w:rsid w:val="004B2378"/>
    <w:rsid w:val="004B24B7"/>
    <w:rsid w:val="004B285A"/>
    <w:rsid w:val="004B352E"/>
    <w:rsid w:val="004B380E"/>
    <w:rsid w:val="004B3A49"/>
    <w:rsid w:val="004B3C6F"/>
    <w:rsid w:val="004B3CFC"/>
    <w:rsid w:val="004B3D0A"/>
    <w:rsid w:val="004B3DC7"/>
    <w:rsid w:val="004B4449"/>
    <w:rsid w:val="004B47CE"/>
    <w:rsid w:val="004B4A5F"/>
    <w:rsid w:val="004B4E56"/>
    <w:rsid w:val="004B4F52"/>
    <w:rsid w:val="004B56C8"/>
    <w:rsid w:val="004B5904"/>
    <w:rsid w:val="004B5ABF"/>
    <w:rsid w:val="004B5B22"/>
    <w:rsid w:val="004B6701"/>
    <w:rsid w:val="004B679A"/>
    <w:rsid w:val="004B67DE"/>
    <w:rsid w:val="004B6AE9"/>
    <w:rsid w:val="004B7194"/>
    <w:rsid w:val="004B74D4"/>
    <w:rsid w:val="004B7650"/>
    <w:rsid w:val="004B7700"/>
    <w:rsid w:val="004B77D5"/>
    <w:rsid w:val="004B795E"/>
    <w:rsid w:val="004B7B16"/>
    <w:rsid w:val="004B7B51"/>
    <w:rsid w:val="004B7CAA"/>
    <w:rsid w:val="004B7E63"/>
    <w:rsid w:val="004B7E66"/>
    <w:rsid w:val="004C0041"/>
    <w:rsid w:val="004C092F"/>
    <w:rsid w:val="004C095D"/>
    <w:rsid w:val="004C0B7D"/>
    <w:rsid w:val="004C0BDF"/>
    <w:rsid w:val="004C0FE9"/>
    <w:rsid w:val="004C144B"/>
    <w:rsid w:val="004C1456"/>
    <w:rsid w:val="004C1464"/>
    <w:rsid w:val="004C1482"/>
    <w:rsid w:val="004C1540"/>
    <w:rsid w:val="004C161B"/>
    <w:rsid w:val="004C1652"/>
    <w:rsid w:val="004C17C2"/>
    <w:rsid w:val="004C1B80"/>
    <w:rsid w:val="004C1C3B"/>
    <w:rsid w:val="004C1DB9"/>
    <w:rsid w:val="004C242C"/>
    <w:rsid w:val="004C29BD"/>
    <w:rsid w:val="004C2B0B"/>
    <w:rsid w:val="004C2B34"/>
    <w:rsid w:val="004C36CB"/>
    <w:rsid w:val="004C3B52"/>
    <w:rsid w:val="004C3BEA"/>
    <w:rsid w:val="004C4558"/>
    <w:rsid w:val="004C4802"/>
    <w:rsid w:val="004C4B5B"/>
    <w:rsid w:val="004C5126"/>
    <w:rsid w:val="004C5DC3"/>
    <w:rsid w:val="004C6131"/>
    <w:rsid w:val="004C6308"/>
    <w:rsid w:val="004C6310"/>
    <w:rsid w:val="004C6580"/>
    <w:rsid w:val="004C6596"/>
    <w:rsid w:val="004C65FB"/>
    <w:rsid w:val="004C6616"/>
    <w:rsid w:val="004C69D6"/>
    <w:rsid w:val="004C6A1C"/>
    <w:rsid w:val="004C6AA5"/>
    <w:rsid w:val="004C6E7E"/>
    <w:rsid w:val="004C7238"/>
    <w:rsid w:val="004C7277"/>
    <w:rsid w:val="004C7BA7"/>
    <w:rsid w:val="004C7BC8"/>
    <w:rsid w:val="004C7E18"/>
    <w:rsid w:val="004D020F"/>
    <w:rsid w:val="004D0B10"/>
    <w:rsid w:val="004D0E3C"/>
    <w:rsid w:val="004D0E8A"/>
    <w:rsid w:val="004D1131"/>
    <w:rsid w:val="004D13EE"/>
    <w:rsid w:val="004D198D"/>
    <w:rsid w:val="004D1E4D"/>
    <w:rsid w:val="004D1E69"/>
    <w:rsid w:val="004D1EEC"/>
    <w:rsid w:val="004D23CB"/>
    <w:rsid w:val="004D2459"/>
    <w:rsid w:val="004D2776"/>
    <w:rsid w:val="004D2AE2"/>
    <w:rsid w:val="004D2B34"/>
    <w:rsid w:val="004D36CB"/>
    <w:rsid w:val="004D39CB"/>
    <w:rsid w:val="004D3BFA"/>
    <w:rsid w:val="004D3D7C"/>
    <w:rsid w:val="004D3F72"/>
    <w:rsid w:val="004D405C"/>
    <w:rsid w:val="004D4453"/>
    <w:rsid w:val="004D44ED"/>
    <w:rsid w:val="004D4725"/>
    <w:rsid w:val="004D482F"/>
    <w:rsid w:val="004D48E7"/>
    <w:rsid w:val="004D4B1B"/>
    <w:rsid w:val="004D5008"/>
    <w:rsid w:val="004D50D0"/>
    <w:rsid w:val="004D5251"/>
    <w:rsid w:val="004D5A5F"/>
    <w:rsid w:val="004D5AE7"/>
    <w:rsid w:val="004D5FF3"/>
    <w:rsid w:val="004D64D6"/>
    <w:rsid w:val="004D695C"/>
    <w:rsid w:val="004D6CDD"/>
    <w:rsid w:val="004D6D40"/>
    <w:rsid w:val="004D6FC5"/>
    <w:rsid w:val="004D7AD0"/>
    <w:rsid w:val="004E078E"/>
    <w:rsid w:val="004E07DE"/>
    <w:rsid w:val="004E09F0"/>
    <w:rsid w:val="004E1303"/>
    <w:rsid w:val="004E1946"/>
    <w:rsid w:val="004E1958"/>
    <w:rsid w:val="004E19F1"/>
    <w:rsid w:val="004E1F5A"/>
    <w:rsid w:val="004E1FF7"/>
    <w:rsid w:val="004E2315"/>
    <w:rsid w:val="004E268A"/>
    <w:rsid w:val="004E27D1"/>
    <w:rsid w:val="004E2A35"/>
    <w:rsid w:val="004E2AEC"/>
    <w:rsid w:val="004E31CF"/>
    <w:rsid w:val="004E3280"/>
    <w:rsid w:val="004E3576"/>
    <w:rsid w:val="004E36FF"/>
    <w:rsid w:val="004E3873"/>
    <w:rsid w:val="004E38AA"/>
    <w:rsid w:val="004E3AB6"/>
    <w:rsid w:val="004E3BDF"/>
    <w:rsid w:val="004E3ED6"/>
    <w:rsid w:val="004E4075"/>
    <w:rsid w:val="004E4750"/>
    <w:rsid w:val="004E4A8B"/>
    <w:rsid w:val="004E4A8E"/>
    <w:rsid w:val="004E4AF8"/>
    <w:rsid w:val="004E4F04"/>
    <w:rsid w:val="004E5079"/>
    <w:rsid w:val="004E56C4"/>
    <w:rsid w:val="004E5CE2"/>
    <w:rsid w:val="004E5DD9"/>
    <w:rsid w:val="004E6166"/>
    <w:rsid w:val="004E6333"/>
    <w:rsid w:val="004E6678"/>
    <w:rsid w:val="004E6FAB"/>
    <w:rsid w:val="004E70EF"/>
    <w:rsid w:val="004E7499"/>
    <w:rsid w:val="004E77C3"/>
    <w:rsid w:val="004E77CA"/>
    <w:rsid w:val="004E7BCC"/>
    <w:rsid w:val="004E7CB3"/>
    <w:rsid w:val="004F0130"/>
    <w:rsid w:val="004F099A"/>
    <w:rsid w:val="004F0A32"/>
    <w:rsid w:val="004F10C1"/>
    <w:rsid w:val="004F1299"/>
    <w:rsid w:val="004F14AC"/>
    <w:rsid w:val="004F15A1"/>
    <w:rsid w:val="004F15D3"/>
    <w:rsid w:val="004F1A45"/>
    <w:rsid w:val="004F1B6B"/>
    <w:rsid w:val="004F21D4"/>
    <w:rsid w:val="004F22B3"/>
    <w:rsid w:val="004F2445"/>
    <w:rsid w:val="004F254F"/>
    <w:rsid w:val="004F280C"/>
    <w:rsid w:val="004F2A88"/>
    <w:rsid w:val="004F2EBF"/>
    <w:rsid w:val="004F2FD0"/>
    <w:rsid w:val="004F3307"/>
    <w:rsid w:val="004F3C15"/>
    <w:rsid w:val="004F450F"/>
    <w:rsid w:val="004F458E"/>
    <w:rsid w:val="004F45C7"/>
    <w:rsid w:val="004F4EA2"/>
    <w:rsid w:val="004F501A"/>
    <w:rsid w:val="004F5249"/>
    <w:rsid w:val="004F533F"/>
    <w:rsid w:val="004F5496"/>
    <w:rsid w:val="004F5D7C"/>
    <w:rsid w:val="004F5D9D"/>
    <w:rsid w:val="004F60DB"/>
    <w:rsid w:val="004F6481"/>
    <w:rsid w:val="004F64CD"/>
    <w:rsid w:val="004F6633"/>
    <w:rsid w:val="004F66FC"/>
    <w:rsid w:val="004F6797"/>
    <w:rsid w:val="004F6994"/>
    <w:rsid w:val="004F6A04"/>
    <w:rsid w:val="004F6BCB"/>
    <w:rsid w:val="004F6BE0"/>
    <w:rsid w:val="004F706D"/>
    <w:rsid w:val="004F71FE"/>
    <w:rsid w:val="004F7209"/>
    <w:rsid w:val="004F7A33"/>
    <w:rsid w:val="004F7C10"/>
    <w:rsid w:val="0050000F"/>
    <w:rsid w:val="0050026B"/>
    <w:rsid w:val="00500E95"/>
    <w:rsid w:val="005015CB"/>
    <w:rsid w:val="00502353"/>
    <w:rsid w:val="00502559"/>
    <w:rsid w:val="00502D73"/>
    <w:rsid w:val="00503372"/>
    <w:rsid w:val="0050338B"/>
    <w:rsid w:val="00503421"/>
    <w:rsid w:val="00503879"/>
    <w:rsid w:val="00503939"/>
    <w:rsid w:val="00503AE4"/>
    <w:rsid w:val="00503E77"/>
    <w:rsid w:val="005042CF"/>
    <w:rsid w:val="00504348"/>
    <w:rsid w:val="00504547"/>
    <w:rsid w:val="005047F7"/>
    <w:rsid w:val="00504979"/>
    <w:rsid w:val="005049E2"/>
    <w:rsid w:val="00504CDF"/>
    <w:rsid w:val="005051E2"/>
    <w:rsid w:val="005056EA"/>
    <w:rsid w:val="00505E62"/>
    <w:rsid w:val="00505EB2"/>
    <w:rsid w:val="00505FFC"/>
    <w:rsid w:val="0050600B"/>
    <w:rsid w:val="0050630D"/>
    <w:rsid w:val="00506357"/>
    <w:rsid w:val="00506706"/>
    <w:rsid w:val="00506A9D"/>
    <w:rsid w:val="00506B6D"/>
    <w:rsid w:val="00506D0E"/>
    <w:rsid w:val="0050725D"/>
    <w:rsid w:val="005075A8"/>
    <w:rsid w:val="00510040"/>
    <w:rsid w:val="005102AC"/>
    <w:rsid w:val="005102C4"/>
    <w:rsid w:val="0051046D"/>
    <w:rsid w:val="00510563"/>
    <w:rsid w:val="00510980"/>
    <w:rsid w:val="005116C6"/>
    <w:rsid w:val="0051175D"/>
    <w:rsid w:val="005119BE"/>
    <w:rsid w:val="00512091"/>
    <w:rsid w:val="0051209D"/>
    <w:rsid w:val="0051210C"/>
    <w:rsid w:val="0051231A"/>
    <w:rsid w:val="005123A8"/>
    <w:rsid w:val="00512D09"/>
    <w:rsid w:val="00513218"/>
    <w:rsid w:val="005136BF"/>
    <w:rsid w:val="005139D7"/>
    <w:rsid w:val="00513B25"/>
    <w:rsid w:val="005143B0"/>
    <w:rsid w:val="0051446C"/>
    <w:rsid w:val="0051450C"/>
    <w:rsid w:val="005145E8"/>
    <w:rsid w:val="00514640"/>
    <w:rsid w:val="005147F6"/>
    <w:rsid w:val="00514A6C"/>
    <w:rsid w:val="00514CDB"/>
    <w:rsid w:val="00514E18"/>
    <w:rsid w:val="00514F55"/>
    <w:rsid w:val="0051513E"/>
    <w:rsid w:val="00515141"/>
    <w:rsid w:val="005152E0"/>
    <w:rsid w:val="00515554"/>
    <w:rsid w:val="00515875"/>
    <w:rsid w:val="005159DF"/>
    <w:rsid w:val="00516385"/>
    <w:rsid w:val="0051680C"/>
    <w:rsid w:val="00516B4A"/>
    <w:rsid w:val="00516FF2"/>
    <w:rsid w:val="00517701"/>
    <w:rsid w:val="00517863"/>
    <w:rsid w:val="0052003C"/>
    <w:rsid w:val="0052035A"/>
    <w:rsid w:val="0052045B"/>
    <w:rsid w:val="0052067C"/>
    <w:rsid w:val="00520AB9"/>
    <w:rsid w:val="005211B2"/>
    <w:rsid w:val="005211B9"/>
    <w:rsid w:val="005211DF"/>
    <w:rsid w:val="00521525"/>
    <w:rsid w:val="00521679"/>
    <w:rsid w:val="005218BC"/>
    <w:rsid w:val="00521AEC"/>
    <w:rsid w:val="005220EB"/>
    <w:rsid w:val="005222BC"/>
    <w:rsid w:val="00522455"/>
    <w:rsid w:val="00522636"/>
    <w:rsid w:val="00522E3A"/>
    <w:rsid w:val="00522EB1"/>
    <w:rsid w:val="005230ED"/>
    <w:rsid w:val="00523258"/>
    <w:rsid w:val="0052335D"/>
    <w:rsid w:val="005233AA"/>
    <w:rsid w:val="00523B2E"/>
    <w:rsid w:val="00523D43"/>
    <w:rsid w:val="005245ED"/>
    <w:rsid w:val="0052477C"/>
    <w:rsid w:val="0052484B"/>
    <w:rsid w:val="00524A2B"/>
    <w:rsid w:val="00524D91"/>
    <w:rsid w:val="00525160"/>
    <w:rsid w:val="0052536C"/>
    <w:rsid w:val="005256A4"/>
    <w:rsid w:val="0052588C"/>
    <w:rsid w:val="00525BFE"/>
    <w:rsid w:val="00525DF9"/>
    <w:rsid w:val="00525F80"/>
    <w:rsid w:val="00525FC1"/>
    <w:rsid w:val="0052619D"/>
    <w:rsid w:val="00526D33"/>
    <w:rsid w:val="00527168"/>
    <w:rsid w:val="00527178"/>
    <w:rsid w:val="00527773"/>
    <w:rsid w:val="00527BEB"/>
    <w:rsid w:val="00530242"/>
    <w:rsid w:val="005303A3"/>
    <w:rsid w:val="00530612"/>
    <w:rsid w:val="005314A5"/>
    <w:rsid w:val="005315A7"/>
    <w:rsid w:val="00531AA6"/>
    <w:rsid w:val="00531B26"/>
    <w:rsid w:val="00531D2B"/>
    <w:rsid w:val="00531E80"/>
    <w:rsid w:val="00531F14"/>
    <w:rsid w:val="00533171"/>
    <w:rsid w:val="00533180"/>
    <w:rsid w:val="00533E26"/>
    <w:rsid w:val="0053407E"/>
    <w:rsid w:val="005342F0"/>
    <w:rsid w:val="0053463E"/>
    <w:rsid w:val="005348CB"/>
    <w:rsid w:val="00534C2B"/>
    <w:rsid w:val="00534E55"/>
    <w:rsid w:val="0053543C"/>
    <w:rsid w:val="005354D8"/>
    <w:rsid w:val="0053568F"/>
    <w:rsid w:val="005357FB"/>
    <w:rsid w:val="0053594B"/>
    <w:rsid w:val="00535B49"/>
    <w:rsid w:val="00535BBD"/>
    <w:rsid w:val="00535C4D"/>
    <w:rsid w:val="005364A6"/>
    <w:rsid w:val="00536588"/>
    <w:rsid w:val="005369A1"/>
    <w:rsid w:val="00536EBC"/>
    <w:rsid w:val="00536F4D"/>
    <w:rsid w:val="005372D3"/>
    <w:rsid w:val="00537375"/>
    <w:rsid w:val="005374FD"/>
    <w:rsid w:val="00537658"/>
    <w:rsid w:val="00537A2A"/>
    <w:rsid w:val="00537D54"/>
    <w:rsid w:val="00540243"/>
    <w:rsid w:val="00540501"/>
    <w:rsid w:val="005407B6"/>
    <w:rsid w:val="00541360"/>
    <w:rsid w:val="00541D57"/>
    <w:rsid w:val="00541F9A"/>
    <w:rsid w:val="00542003"/>
    <w:rsid w:val="0054200E"/>
    <w:rsid w:val="00542203"/>
    <w:rsid w:val="0054226E"/>
    <w:rsid w:val="00542602"/>
    <w:rsid w:val="0054271C"/>
    <w:rsid w:val="00543102"/>
    <w:rsid w:val="0054312D"/>
    <w:rsid w:val="00543132"/>
    <w:rsid w:val="005431AC"/>
    <w:rsid w:val="00543AF0"/>
    <w:rsid w:val="00543F3B"/>
    <w:rsid w:val="0054495D"/>
    <w:rsid w:val="00545547"/>
    <w:rsid w:val="00545677"/>
    <w:rsid w:val="005457BC"/>
    <w:rsid w:val="005457FC"/>
    <w:rsid w:val="0054652D"/>
    <w:rsid w:val="00546576"/>
    <w:rsid w:val="005466B3"/>
    <w:rsid w:val="00547021"/>
    <w:rsid w:val="00547B1E"/>
    <w:rsid w:val="00547C12"/>
    <w:rsid w:val="00550606"/>
    <w:rsid w:val="00550ED0"/>
    <w:rsid w:val="00550FB0"/>
    <w:rsid w:val="005510E3"/>
    <w:rsid w:val="0055120F"/>
    <w:rsid w:val="00551803"/>
    <w:rsid w:val="0055199C"/>
    <w:rsid w:val="00551DB8"/>
    <w:rsid w:val="00551EA2"/>
    <w:rsid w:val="005527B1"/>
    <w:rsid w:val="005531A4"/>
    <w:rsid w:val="0055323C"/>
    <w:rsid w:val="00553307"/>
    <w:rsid w:val="00553310"/>
    <w:rsid w:val="0055354E"/>
    <w:rsid w:val="00553592"/>
    <w:rsid w:val="00553628"/>
    <w:rsid w:val="005539F8"/>
    <w:rsid w:val="00553B52"/>
    <w:rsid w:val="00553E71"/>
    <w:rsid w:val="00554596"/>
    <w:rsid w:val="005549A2"/>
    <w:rsid w:val="00554DB5"/>
    <w:rsid w:val="00555777"/>
    <w:rsid w:val="00555B00"/>
    <w:rsid w:val="00555F7B"/>
    <w:rsid w:val="00555FA7"/>
    <w:rsid w:val="00556499"/>
    <w:rsid w:val="0055671F"/>
    <w:rsid w:val="00556816"/>
    <w:rsid w:val="005568FB"/>
    <w:rsid w:val="005569FB"/>
    <w:rsid w:val="00556A19"/>
    <w:rsid w:val="00556F95"/>
    <w:rsid w:val="005573CE"/>
    <w:rsid w:val="0055746F"/>
    <w:rsid w:val="0055754B"/>
    <w:rsid w:val="00557DD9"/>
    <w:rsid w:val="0056014D"/>
    <w:rsid w:val="005603DE"/>
    <w:rsid w:val="00560665"/>
    <w:rsid w:val="005606F7"/>
    <w:rsid w:val="00560F59"/>
    <w:rsid w:val="00561837"/>
    <w:rsid w:val="00561E61"/>
    <w:rsid w:val="00561EF5"/>
    <w:rsid w:val="00561F4A"/>
    <w:rsid w:val="005621D0"/>
    <w:rsid w:val="00562247"/>
    <w:rsid w:val="00562676"/>
    <w:rsid w:val="00562C85"/>
    <w:rsid w:val="00563539"/>
    <w:rsid w:val="00563600"/>
    <w:rsid w:val="0056388C"/>
    <w:rsid w:val="005643D9"/>
    <w:rsid w:val="0056574E"/>
    <w:rsid w:val="0056598F"/>
    <w:rsid w:val="00565AEA"/>
    <w:rsid w:val="00565BF7"/>
    <w:rsid w:val="00565DCE"/>
    <w:rsid w:val="0056629E"/>
    <w:rsid w:val="00566688"/>
    <w:rsid w:val="00566B5E"/>
    <w:rsid w:val="00566D35"/>
    <w:rsid w:val="005670EF"/>
    <w:rsid w:val="005673F1"/>
    <w:rsid w:val="00567412"/>
    <w:rsid w:val="005675E8"/>
    <w:rsid w:val="00567690"/>
    <w:rsid w:val="00567861"/>
    <w:rsid w:val="00567A27"/>
    <w:rsid w:val="00567B5F"/>
    <w:rsid w:val="00567BE5"/>
    <w:rsid w:val="00567FE8"/>
    <w:rsid w:val="00570196"/>
    <w:rsid w:val="00570807"/>
    <w:rsid w:val="00570866"/>
    <w:rsid w:val="00570946"/>
    <w:rsid w:val="00570A24"/>
    <w:rsid w:val="00570A86"/>
    <w:rsid w:val="00570AD3"/>
    <w:rsid w:val="00571276"/>
    <w:rsid w:val="005714B4"/>
    <w:rsid w:val="005718F7"/>
    <w:rsid w:val="00571AFD"/>
    <w:rsid w:val="00571BC5"/>
    <w:rsid w:val="00571CD5"/>
    <w:rsid w:val="00571E9D"/>
    <w:rsid w:val="00572280"/>
    <w:rsid w:val="005722F8"/>
    <w:rsid w:val="0057296C"/>
    <w:rsid w:val="00572D73"/>
    <w:rsid w:val="00572EE4"/>
    <w:rsid w:val="0057307F"/>
    <w:rsid w:val="0057332C"/>
    <w:rsid w:val="005738B7"/>
    <w:rsid w:val="00573D98"/>
    <w:rsid w:val="00574560"/>
    <w:rsid w:val="00574732"/>
    <w:rsid w:val="005748C7"/>
    <w:rsid w:val="00574BC4"/>
    <w:rsid w:val="00574F22"/>
    <w:rsid w:val="00575342"/>
    <w:rsid w:val="005753EA"/>
    <w:rsid w:val="0057567F"/>
    <w:rsid w:val="005757CB"/>
    <w:rsid w:val="0057586F"/>
    <w:rsid w:val="00575B47"/>
    <w:rsid w:val="00575FBF"/>
    <w:rsid w:val="005763A4"/>
    <w:rsid w:val="00576623"/>
    <w:rsid w:val="005767D9"/>
    <w:rsid w:val="00576D38"/>
    <w:rsid w:val="00576FAD"/>
    <w:rsid w:val="0057702C"/>
    <w:rsid w:val="005770ED"/>
    <w:rsid w:val="005773BC"/>
    <w:rsid w:val="00577463"/>
    <w:rsid w:val="0057750C"/>
    <w:rsid w:val="00577B89"/>
    <w:rsid w:val="00577BEB"/>
    <w:rsid w:val="00577F1B"/>
    <w:rsid w:val="00577F25"/>
    <w:rsid w:val="00580186"/>
    <w:rsid w:val="0058024F"/>
    <w:rsid w:val="005805FA"/>
    <w:rsid w:val="005807CE"/>
    <w:rsid w:val="00580896"/>
    <w:rsid w:val="00580933"/>
    <w:rsid w:val="00580C18"/>
    <w:rsid w:val="00580E96"/>
    <w:rsid w:val="005811C3"/>
    <w:rsid w:val="0058135F"/>
    <w:rsid w:val="00581411"/>
    <w:rsid w:val="00582011"/>
    <w:rsid w:val="00582463"/>
    <w:rsid w:val="00582610"/>
    <w:rsid w:val="00582B8B"/>
    <w:rsid w:val="005831C3"/>
    <w:rsid w:val="005833B6"/>
    <w:rsid w:val="00584013"/>
    <w:rsid w:val="00584415"/>
    <w:rsid w:val="0058446E"/>
    <w:rsid w:val="005849E4"/>
    <w:rsid w:val="00584D19"/>
    <w:rsid w:val="00585348"/>
    <w:rsid w:val="005856F3"/>
    <w:rsid w:val="0058583B"/>
    <w:rsid w:val="00585AFD"/>
    <w:rsid w:val="0058608E"/>
    <w:rsid w:val="00586247"/>
    <w:rsid w:val="00586313"/>
    <w:rsid w:val="005866ED"/>
    <w:rsid w:val="0058688E"/>
    <w:rsid w:val="00586ABB"/>
    <w:rsid w:val="00586DA7"/>
    <w:rsid w:val="005875C7"/>
    <w:rsid w:val="00587947"/>
    <w:rsid w:val="005879A4"/>
    <w:rsid w:val="00587AC8"/>
    <w:rsid w:val="00587AF6"/>
    <w:rsid w:val="00587B52"/>
    <w:rsid w:val="00587D7E"/>
    <w:rsid w:val="00587DD1"/>
    <w:rsid w:val="0059078F"/>
    <w:rsid w:val="00590BEE"/>
    <w:rsid w:val="00590CE1"/>
    <w:rsid w:val="0059114D"/>
    <w:rsid w:val="005912EB"/>
    <w:rsid w:val="0059147C"/>
    <w:rsid w:val="00591791"/>
    <w:rsid w:val="00591A41"/>
    <w:rsid w:val="00591D3D"/>
    <w:rsid w:val="005922F0"/>
    <w:rsid w:val="00592564"/>
    <w:rsid w:val="005927D1"/>
    <w:rsid w:val="00592B79"/>
    <w:rsid w:val="00592D6E"/>
    <w:rsid w:val="00592EC5"/>
    <w:rsid w:val="00593010"/>
    <w:rsid w:val="00593292"/>
    <w:rsid w:val="00593B75"/>
    <w:rsid w:val="00593C1F"/>
    <w:rsid w:val="005947B9"/>
    <w:rsid w:val="00594990"/>
    <w:rsid w:val="00594DC5"/>
    <w:rsid w:val="005955F5"/>
    <w:rsid w:val="0059566D"/>
    <w:rsid w:val="00595762"/>
    <w:rsid w:val="005957D5"/>
    <w:rsid w:val="00595AA0"/>
    <w:rsid w:val="00595AE7"/>
    <w:rsid w:val="00595C2D"/>
    <w:rsid w:val="00595DB7"/>
    <w:rsid w:val="005961FD"/>
    <w:rsid w:val="005962F0"/>
    <w:rsid w:val="0059635B"/>
    <w:rsid w:val="005966DE"/>
    <w:rsid w:val="005968C9"/>
    <w:rsid w:val="00596C72"/>
    <w:rsid w:val="00596EBA"/>
    <w:rsid w:val="005971AB"/>
    <w:rsid w:val="005973B4"/>
    <w:rsid w:val="00597464"/>
    <w:rsid w:val="0059749E"/>
    <w:rsid w:val="005974E8"/>
    <w:rsid w:val="005975D2"/>
    <w:rsid w:val="0059769F"/>
    <w:rsid w:val="00597875"/>
    <w:rsid w:val="00597905"/>
    <w:rsid w:val="00597A88"/>
    <w:rsid w:val="00597CBD"/>
    <w:rsid w:val="00597D13"/>
    <w:rsid w:val="00597D18"/>
    <w:rsid w:val="005A0200"/>
    <w:rsid w:val="005A0444"/>
    <w:rsid w:val="005A04A2"/>
    <w:rsid w:val="005A04AE"/>
    <w:rsid w:val="005A04EE"/>
    <w:rsid w:val="005A057A"/>
    <w:rsid w:val="005A0643"/>
    <w:rsid w:val="005A0B75"/>
    <w:rsid w:val="005A0BEA"/>
    <w:rsid w:val="005A118E"/>
    <w:rsid w:val="005A11A5"/>
    <w:rsid w:val="005A12D7"/>
    <w:rsid w:val="005A12EA"/>
    <w:rsid w:val="005A18CE"/>
    <w:rsid w:val="005A19D0"/>
    <w:rsid w:val="005A1B3C"/>
    <w:rsid w:val="005A1B4D"/>
    <w:rsid w:val="005A1C1A"/>
    <w:rsid w:val="005A1CAA"/>
    <w:rsid w:val="005A1E2B"/>
    <w:rsid w:val="005A1E7F"/>
    <w:rsid w:val="005A2287"/>
    <w:rsid w:val="005A239E"/>
    <w:rsid w:val="005A2409"/>
    <w:rsid w:val="005A2634"/>
    <w:rsid w:val="005A2B6D"/>
    <w:rsid w:val="005A2C84"/>
    <w:rsid w:val="005A2EA4"/>
    <w:rsid w:val="005A3025"/>
    <w:rsid w:val="005A35B9"/>
    <w:rsid w:val="005A3938"/>
    <w:rsid w:val="005A3B68"/>
    <w:rsid w:val="005A3D8E"/>
    <w:rsid w:val="005A40F4"/>
    <w:rsid w:val="005A4973"/>
    <w:rsid w:val="005A4DCA"/>
    <w:rsid w:val="005A4E6A"/>
    <w:rsid w:val="005A51B3"/>
    <w:rsid w:val="005A521D"/>
    <w:rsid w:val="005A53F2"/>
    <w:rsid w:val="005A548E"/>
    <w:rsid w:val="005A55D4"/>
    <w:rsid w:val="005A5B44"/>
    <w:rsid w:val="005A5E27"/>
    <w:rsid w:val="005A6377"/>
    <w:rsid w:val="005A63B3"/>
    <w:rsid w:val="005A6502"/>
    <w:rsid w:val="005A66F2"/>
    <w:rsid w:val="005A6996"/>
    <w:rsid w:val="005A773B"/>
    <w:rsid w:val="005A78DC"/>
    <w:rsid w:val="005B038C"/>
    <w:rsid w:val="005B0F12"/>
    <w:rsid w:val="005B10AA"/>
    <w:rsid w:val="005B10D0"/>
    <w:rsid w:val="005B1172"/>
    <w:rsid w:val="005B144E"/>
    <w:rsid w:val="005B1599"/>
    <w:rsid w:val="005B1E8B"/>
    <w:rsid w:val="005B1F76"/>
    <w:rsid w:val="005B202D"/>
    <w:rsid w:val="005B2237"/>
    <w:rsid w:val="005B22F9"/>
    <w:rsid w:val="005B2410"/>
    <w:rsid w:val="005B2BB5"/>
    <w:rsid w:val="005B2F7A"/>
    <w:rsid w:val="005B317E"/>
    <w:rsid w:val="005B3267"/>
    <w:rsid w:val="005B35F3"/>
    <w:rsid w:val="005B3931"/>
    <w:rsid w:val="005B39AB"/>
    <w:rsid w:val="005B42C3"/>
    <w:rsid w:val="005B438A"/>
    <w:rsid w:val="005B4856"/>
    <w:rsid w:val="005B4BD5"/>
    <w:rsid w:val="005B4DF0"/>
    <w:rsid w:val="005B4EAD"/>
    <w:rsid w:val="005B5107"/>
    <w:rsid w:val="005B5669"/>
    <w:rsid w:val="005B5804"/>
    <w:rsid w:val="005B5B79"/>
    <w:rsid w:val="005B600F"/>
    <w:rsid w:val="005B6208"/>
    <w:rsid w:val="005B64EA"/>
    <w:rsid w:val="005B6A6C"/>
    <w:rsid w:val="005B6B89"/>
    <w:rsid w:val="005B753A"/>
    <w:rsid w:val="005B79BD"/>
    <w:rsid w:val="005B7AAF"/>
    <w:rsid w:val="005B7E58"/>
    <w:rsid w:val="005C087C"/>
    <w:rsid w:val="005C089A"/>
    <w:rsid w:val="005C14D2"/>
    <w:rsid w:val="005C1620"/>
    <w:rsid w:val="005C17C2"/>
    <w:rsid w:val="005C1822"/>
    <w:rsid w:val="005C19AE"/>
    <w:rsid w:val="005C19AF"/>
    <w:rsid w:val="005C1D20"/>
    <w:rsid w:val="005C1FE3"/>
    <w:rsid w:val="005C2397"/>
    <w:rsid w:val="005C2581"/>
    <w:rsid w:val="005C2A94"/>
    <w:rsid w:val="005C2C9D"/>
    <w:rsid w:val="005C3205"/>
    <w:rsid w:val="005C3A1A"/>
    <w:rsid w:val="005C3A9D"/>
    <w:rsid w:val="005C3AF1"/>
    <w:rsid w:val="005C3D8E"/>
    <w:rsid w:val="005C3E22"/>
    <w:rsid w:val="005C4A42"/>
    <w:rsid w:val="005C4A93"/>
    <w:rsid w:val="005C4BB3"/>
    <w:rsid w:val="005C4EA3"/>
    <w:rsid w:val="005C4F1E"/>
    <w:rsid w:val="005C5573"/>
    <w:rsid w:val="005C56DF"/>
    <w:rsid w:val="005C5B4E"/>
    <w:rsid w:val="005C663A"/>
    <w:rsid w:val="005C6D7F"/>
    <w:rsid w:val="005C6E63"/>
    <w:rsid w:val="005C7624"/>
    <w:rsid w:val="005C7AA1"/>
    <w:rsid w:val="005C7DAE"/>
    <w:rsid w:val="005D00D3"/>
    <w:rsid w:val="005D022C"/>
    <w:rsid w:val="005D0709"/>
    <w:rsid w:val="005D0767"/>
    <w:rsid w:val="005D0884"/>
    <w:rsid w:val="005D08CF"/>
    <w:rsid w:val="005D0CB2"/>
    <w:rsid w:val="005D0F27"/>
    <w:rsid w:val="005D12E6"/>
    <w:rsid w:val="005D157B"/>
    <w:rsid w:val="005D17FF"/>
    <w:rsid w:val="005D1CB0"/>
    <w:rsid w:val="005D1F3E"/>
    <w:rsid w:val="005D2013"/>
    <w:rsid w:val="005D2651"/>
    <w:rsid w:val="005D27A3"/>
    <w:rsid w:val="005D27ED"/>
    <w:rsid w:val="005D2875"/>
    <w:rsid w:val="005D2ECD"/>
    <w:rsid w:val="005D30BB"/>
    <w:rsid w:val="005D30D5"/>
    <w:rsid w:val="005D333F"/>
    <w:rsid w:val="005D3556"/>
    <w:rsid w:val="005D3840"/>
    <w:rsid w:val="005D3A31"/>
    <w:rsid w:val="005D3BFE"/>
    <w:rsid w:val="005D3C33"/>
    <w:rsid w:val="005D3D0E"/>
    <w:rsid w:val="005D3E6B"/>
    <w:rsid w:val="005D3F1A"/>
    <w:rsid w:val="005D3FD0"/>
    <w:rsid w:val="005D4225"/>
    <w:rsid w:val="005D4237"/>
    <w:rsid w:val="005D485F"/>
    <w:rsid w:val="005D4AA8"/>
    <w:rsid w:val="005D4BE5"/>
    <w:rsid w:val="005D510D"/>
    <w:rsid w:val="005D532A"/>
    <w:rsid w:val="005D53C7"/>
    <w:rsid w:val="005D5A5E"/>
    <w:rsid w:val="005D5BDA"/>
    <w:rsid w:val="005D5D77"/>
    <w:rsid w:val="005D5ECD"/>
    <w:rsid w:val="005D627B"/>
    <w:rsid w:val="005D6608"/>
    <w:rsid w:val="005D70AC"/>
    <w:rsid w:val="005D7163"/>
    <w:rsid w:val="005D73CD"/>
    <w:rsid w:val="005D7838"/>
    <w:rsid w:val="005D7F3B"/>
    <w:rsid w:val="005D7F64"/>
    <w:rsid w:val="005E000F"/>
    <w:rsid w:val="005E033D"/>
    <w:rsid w:val="005E04C3"/>
    <w:rsid w:val="005E04F6"/>
    <w:rsid w:val="005E0CCC"/>
    <w:rsid w:val="005E0D86"/>
    <w:rsid w:val="005E1030"/>
    <w:rsid w:val="005E1033"/>
    <w:rsid w:val="005E1A6C"/>
    <w:rsid w:val="005E1BE9"/>
    <w:rsid w:val="005E1E07"/>
    <w:rsid w:val="005E1FCC"/>
    <w:rsid w:val="005E2219"/>
    <w:rsid w:val="005E2795"/>
    <w:rsid w:val="005E2902"/>
    <w:rsid w:val="005E2BDD"/>
    <w:rsid w:val="005E2E4A"/>
    <w:rsid w:val="005E3B98"/>
    <w:rsid w:val="005E3D5A"/>
    <w:rsid w:val="005E3F44"/>
    <w:rsid w:val="005E40F8"/>
    <w:rsid w:val="005E410B"/>
    <w:rsid w:val="005E4263"/>
    <w:rsid w:val="005E449F"/>
    <w:rsid w:val="005E4547"/>
    <w:rsid w:val="005E4EAD"/>
    <w:rsid w:val="005E50BC"/>
    <w:rsid w:val="005E5155"/>
    <w:rsid w:val="005E55FD"/>
    <w:rsid w:val="005E5670"/>
    <w:rsid w:val="005E58EA"/>
    <w:rsid w:val="005E590B"/>
    <w:rsid w:val="005E5B40"/>
    <w:rsid w:val="005E5B7D"/>
    <w:rsid w:val="005E5BC5"/>
    <w:rsid w:val="005E614E"/>
    <w:rsid w:val="005E63C1"/>
    <w:rsid w:val="005E65CC"/>
    <w:rsid w:val="005E6920"/>
    <w:rsid w:val="005E69AA"/>
    <w:rsid w:val="005E6C10"/>
    <w:rsid w:val="005E71DA"/>
    <w:rsid w:val="005E7202"/>
    <w:rsid w:val="005E7382"/>
    <w:rsid w:val="005E7727"/>
    <w:rsid w:val="005E7C15"/>
    <w:rsid w:val="005E7C50"/>
    <w:rsid w:val="005F005C"/>
    <w:rsid w:val="005F1011"/>
    <w:rsid w:val="005F108E"/>
    <w:rsid w:val="005F1258"/>
    <w:rsid w:val="005F14D0"/>
    <w:rsid w:val="005F14F0"/>
    <w:rsid w:val="005F1A9D"/>
    <w:rsid w:val="005F1D0E"/>
    <w:rsid w:val="005F20A2"/>
    <w:rsid w:val="005F21E2"/>
    <w:rsid w:val="005F22F5"/>
    <w:rsid w:val="005F2465"/>
    <w:rsid w:val="005F2666"/>
    <w:rsid w:val="005F2683"/>
    <w:rsid w:val="005F3569"/>
    <w:rsid w:val="005F3710"/>
    <w:rsid w:val="005F3C60"/>
    <w:rsid w:val="005F3F00"/>
    <w:rsid w:val="005F3F67"/>
    <w:rsid w:val="005F4D5C"/>
    <w:rsid w:val="005F5274"/>
    <w:rsid w:val="005F547D"/>
    <w:rsid w:val="005F5494"/>
    <w:rsid w:val="005F58DC"/>
    <w:rsid w:val="005F621A"/>
    <w:rsid w:val="005F6725"/>
    <w:rsid w:val="005F672E"/>
    <w:rsid w:val="005F6A73"/>
    <w:rsid w:val="005F6C2D"/>
    <w:rsid w:val="005F6C74"/>
    <w:rsid w:val="005F6CD3"/>
    <w:rsid w:val="005F6EBD"/>
    <w:rsid w:val="005F7307"/>
    <w:rsid w:val="005F7706"/>
    <w:rsid w:val="005F770D"/>
    <w:rsid w:val="005F796D"/>
    <w:rsid w:val="005F799D"/>
    <w:rsid w:val="005F7B05"/>
    <w:rsid w:val="005F7FAB"/>
    <w:rsid w:val="00600145"/>
    <w:rsid w:val="00600252"/>
    <w:rsid w:val="00600772"/>
    <w:rsid w:val="00600925"/>
    <w:rsid w:val="00600B29"/>
    <w:rsid w:val="006013F7"/>
    <w:rsid w:val="006013FD"/>
    <w:rsid w:val="00601455"/>
    <w:rsid w:val="006017CB"/>
    <w:rsid w:val="006018B7"/>
    <w:rsid w:val="00601A07"/>
    <w:rsid w:val="00601C18"/>
    <w:rsid w:val="00601E3C"/>
    <w:rsid w:val="006023CC"/>
    <w:rsid w:val="00602AFE"/>
    <w:rsid w:val="00602BCF"/>
    <w:rsid w:val="006032C3"/>
    <w:rsid w:val="006032D9"/>
    <w:rsid w:val="00603495"/>
    <w:rsid w:val="0060376B"/>
    <w:rsid w:val="00603EAF"/>
    <w:rsid w:val="0060425A"/>
    <w:rsid w:val="00604470"/>
    <w:rsid w:val="006044C3"/>
    <w:rsid w:val="006045CD"/>
    <w:rsid w:val="00604855"/>
    <w:rsid w:val="00604B44"/>
    <w:rsid w:val="00604CB5"/>
    <w:rsid w:val="00604F3F"/>
    <w:rsid w:val="006051C5"/>
    <w:rsid w:val="00605929"/>
    <w:rsid w:val="00605DC5"/>
    <w:rsid w:val="006060B0"/>
    <w:rsid w:val="00606414"/>
    <w:rsid w:val="006066AA"/>
    <w:rsid w:val="006067C1"/>
    <w:rsid w:val="006068A3"/>
    <w:rsid w:val="006068A7"/>
    <w:rsid w:val="00606B46"/>
    <w:rsid w:val="00607237"/>
    <w:rsid w:val="00607578"/>
    <w:rsid w:val="00607637"/>
    <w:rsid w:val="006078CB"/>
    <w:rsid w:val="00607D87"/>
    <w:rsid w:val="006100F3"/>
    <w:rsid w:val="00610129"/>
    <w:rsid w:val="00610391"/>
    <w:rsid w:val="00610A15"/>
    <w:rsid w:val="00610DA2"/>
    <w:rsid w:val="00610F2F"/>
    <w:rsid w:val="00611232"/>
    <w:rsid w:val="00611651"/>
    <w:rsid w:val="0061177F"/>
    <w:rsid w:val="00611810"/>
    <w:rsid w:val="00611E0C"/>
    <w:rsid w:val="00611EAE"/>
    <w:rsid w:val="00612111"/>
    <w:rsid w:val="006122C6"/>
    <w:rsid w:val="0061294B"/>
    <w:rsid w:val="00612E02"/>
    <w:rsid w:val="00612F99"/>
    <w:rsid w:val="0061304A"/>
    <w:rsid w:val="00613368"/>
    <w:rsid w:val="0061340C"/>
    <w:rsid w:val="0061389E"/>
    <w:rsid w:val="00613BC6"/>
    <w:rsid w:val="006140E0"/>
    <w:rsid w:val="00614449"/>
    <w:rsid w:val="0061487C"/>
    <w:rsid w:val="00614996"/>
    <w:rsid w:val="00614B61"/>
    <w:rsid w:val="006150FA"/>
    <w:rsid w:val="0061523D"/>
    <w:rsid w:val="00615428"/>
    <w:rsid w:val="0061562F"/>
    <w:rsid w:val="00615B7E"/>
    <w:rsid w:val="00615D22"/>
    <w:rsid w:val="006164B4"/>
    <w:rsid w:val="00616912"/>
    <w:rsid w:val="00616F9B"/>
    <w:rsid w:val="00617092"/>
    <w:rsid w:val="006170AD"/>
    <w:rsid w:val="006172A9"/>
    <w:rsid w:val="0061737B"/>
    <w:rsid w:val="00617B93"/>
    <w:rsid w:val="00620C48"/>
    <w:rsid w:val="00620FB9"/>
    <w:rsid w:val="00621598"/>
    <w:rsid w:val="006218AA"/>
    <w:rsid w:val="00621CD9"/>
    <w:rsid w:val="00621E44"/>
    <w:rsid w:val="00621E58"/>
    <w:rsid w:val="00621E5B"/>
    <w:rsid w:val="00622089"/>
    <w:rsid w:val="00622C65"/>
    <w:rsid w:val="00622EAC"/>
    <w:rsid w:val="00622F77"/>
    <w:rsid w:val="006231A8"/>
    <w:rsid w:val="006233D5"/>
    <w:rsid w:val="006247CD"/>
    <w:rsid w:val="006251B3"/>
    <w:rsid w:val="006251F2"/>
    <w:rsid w:val="00625B6F"/>
    <w:rsid w:val="0062618F"/>
    <w:rsid w:val="006264BD"/>
    <w:rsid w:val="00626876"/>
    <w:rsid w:val="00626ACB"/>
    <w:rsid w:val="006275A2"/>
    <w:rsid w:val="00627740"/>
    <w:rsid w:val="00627A23"/>
    <w:rsid w:val="00627DF4"/>
    <w:rsid w:val="00627FCE"/>
    <w:rsid w:val="006305B2"/>
    <w:rsid w:val="00630615"/>
    <w:rsid w:val="00630938"/>
    <w:rsid w:val="00630C94"/>
    <w:rsid w:val="00630F6F"/>
    <w:rsid w:val="006311C3"/>
    <w:rsid w:val="00631221"/>
    <w:rsid w:val="006318CF"/>
    <w:rsid w:val="00631A0C"/>
    <w:rsid w:val="00631C70"/>
    <w:rsid w:val="00631DEA"/>
    <w:rsid w:val="00632020"/>
    <w:rsid w:val="0063266C"/>
    <w:rsid w:val="006328D0"/>
    <w:rsid w:val="00632B31"/>
    <w:rsid w:val="00632D50"/>
    <w:rsid w:val="0063331D"/>
    <w:rsid w:val="0063332B"/>
    <w:rsid w:val="006333BE"/>
    <w:rsid w:val="006339A8"/>
    <w:rsid w:val="006340EF"/>
    <w:rsid w:val="00634372"/>
    <w:rsid w:val="0063458A"/>
    <w:rsid w:val="006345A2"/>
    <w:rsid w:val="006347D4"/>
    <w:rsid w:val="00634AB1"/>
    <w:rsid w:val="00634C33"/>
    <w:rsid w:val="00635298"/>
    <w:rsid w:val="006356BE"/>
    <w:rsid w:val="00635809"/>
    <w:rsid w:val="00635B29"/>
    <w:rsid w:val="006360C6"/>
    <w:rsid w:val="00636188"/>
    <w:rsid w:val="006361EE"/>
    <w:rsid w:val="006369F6"/>
    <w:rsid w:val="00636DFE"/>
    <w:rsid w:val="00636FD4"/>
    <w:rsid w:val="00637462"/>
    <w:rsid w:val="006374AC"/>
    <w:rsid w:val="006379C9"/>
    <w:rsid w:val="0064046D"/>
    <w:rsid w:val="00640573"/>
    <w:rsid w:val="00640805"/>
    <w:rsid w:val="00640978"/>
    <w:rsid w:val="006409C3"/>
    <w:rsid w:val="00640C82"/>
    <w:rsid w:val="00640CC0"/>
    <w:rsid w:val="006411C4"/>
    <w:rsid w:val="006413D4"/>
    <w:rsid w:val="006414DF"/>
    <w:rsid w:val="00641607"/>
    <w:rsid w:val="00641AFB"/>
    <w:rsid w:val="00641B16"/>
    <w:rsid w:val="00643740"/>
    <w:rsid w:val="00643786"/>
    <w:rsid w:val="00643950"/>
    <w:rsid w:val="00643AD4"/>
    <w:rsid w:val="00643EAB"/>
    <w:rsid w:val="00643F5C"/>
    <w:rsid w:val="006440D5"/>
    <w:rsid w:val="0064438C"/>
    <w:rsid w:val="00644614"/>
    <w:rsid w:val="00644747"/>
    <w:rsid w:val="006447DD"/>
    <w:rsid w:val="0064497A"/>
    <w:rsid w:val="00644DC6"/>
    <w:rsid w:val="00644E47"/>
    <w:rsid w:val="00645632"/>
    <w:rsid w:val="00645639"/>
    <w:rsid w:val="006459F3"/>
    <w:rsid w:val="006460B1"/>
    <w:rsid w:val="00646101"/>
    <w:rsid w:val="00646359"/>
    <w:rsid w:val="006465E3"/>
    <w:rsid w:val="00646954"/>
    <w:rsid w:val="006469C1"/>
    <w:rsid w:val="00646D57"/>
    <w:rsid w:val="00647925"/>
    <w:rsid w:val="00650558"/>
    <w:rsid w:val="006506F2"/>
    <w:rsid w:val="00650CA3"/>
    <w:rsid w:val="00650CBD"/>
    <w:rsid w:val="00650FF8"/>
    <w:rsid w:val="00651589"/>
    <w:rsid w:val="006515C8"/>
    <w:rsid w:val="00652148"/>
    <w:rsid w:val="006527F5"/>
    <w:rsid w:val="00652CCF"/>
    <w:rsid w:val="00652D42"/>
    <w:rsid w:val="00652EA2"/>
    <w:rsid w:val="00653009"/>
    <w:rsid w:val="0065341D"/>
    <w:rsid w:val="00653A25"/>
    <w:rsid w:val="00653E7A"/>
    <w:rsid w:val="006540CB"/>
    <w:rsid w:val="00654170"/>
    <w:rsid w:val="00654236"/>
    <w:rsid w:val="0065461B"/>
    <w:rsid w:val="00655225"/>
    <w:rsid w:val="00655227"/>
    <w:rsid w:val="00655229"/>
    <w:rsid w:val="00655360"/>
    <w:rsid w:val="00655AD2"/>
    <w:rsid w:val="00655F11"/>
    <w:rsid w:val="00656560"/>
    <w:rsid w:val="006566F2"/>
    <w:rsid w:val="00656DC9"/>
    <w:rsid w:val="00656F0B"/>
    <w:rsid w:val="00657184"/>
    <w:rsid w:val="006572B8"/>
    <w:rsid w:val="0065732C"/>
    <w:rsid w:val="0065753D"/>
    <w:rsid w:val="00657AC3"/>
    <w:rsid w:val="00657B1F"/>
    <w:rsid w:val="00657F7F"/>
    <w:rsid w:val="00660197"/>
    <w:rsid w:val="00660294"/>
    <w:rsid w:val="00660CA9"/>
    <w:rsid w:val="00660CC4"/>
    <w:rsid w:val="00660D3A"/>
    <w:rsid w:val="00660F31"/>
    <w:rsid w:val="006613CA"/>
    <w:rsid w:val="006614D4"/>
    <w:rsid w:val="00661DC4"/>
    <w:rsid w:val="00662080"/>
    <w:rsid w:val="0066209D"/>
    <w:rsid w:val="00662A91"/>
    <w:rsid w:val="00662ACA"/>
    <w:rsid w:val="00662D0B"/>
    <w:rsid w:val="00663180"/>
    <w:rsid w:val="006633E2"/>
    <w:rsid w:val="00663481"/>
    <w:rsid w:val="0066391F"/>
    <w:rsid w:val="00663988"/>
    <w:rsid w:val="006639F0"/>
    <w:rsid w:val="00663B0F"/>
    <w:rsid w:val="00663CBE"/>
    <w:rsid w:val="00663CF0"/>
    <w:rsid w:val="00663DB7"/>
    <w:rsid w:val="0066402A"/>
    <w:rsid w:val="00664105"/>
    <w:rsid w:val="00664988"/>
    <w:rsid w:val="00664FB2"/>
    <w:rsid w:val="0066544E"/>
    <w:rsid w:val="00665599"/>
    <w:rsid w:val="006657EC"/>
    <w:rsid w:val="00665C57"/>
    <w:rsid w:val="00665DE0"/>
    <w:rsid w:val="00665FF5"/>
    <w:rsid w:val="0066623C"/>
    <w:rsid w:val="00666686"/>
    <w:rsid w:val="006666C0"/>
    <w:rsid w:val="00666739"/>
    <w:rsid w:val="00666817"/>
    <w:rsid w:val="00666829"/>
    <w:rsid w:val="0066689C"/>
    <w:rsid w:val="00666BA3"/>
    <w:rsid w:val="00666DAB"/>
    <w:rsid w:val="00666E87"/>
    <w:rsid w:val="006670F7"/>
    <w:rsid w:val="006671AC"/>
    <w:rsid w:val="00667659"/>
    <w:rsid w:val="006679F3"/>
    <w:rsid w:val="00667FF8"/>
    <w:rsid w:val="0067003A"/>
    <w:rsid w:val="006703E7"/>
    <w:rsid w:val="006708B4"/>
    <w:rsid w:val="00671660"/>
    <w:rsid w:val="00671C1F"/>
    <w:rsid w:val="00671D36"/>
    <w:rsid w:val="00671E1D"/>
    <w:rsid w:val="00671FBD"/>
    <w:rsid w:val="0067210A"/>
    <w:rsid w:val="00672206"/>
    <w:rsid w:val="00672412"/>
    <w:rsid w:val="006724F8"/>
    <w:rsid w:val="00672AAF"/>
    <w:rsid w:val="00672CBF"/>
    <w:rsid w:val="00673055"/>
    <w:rsid w:val="00673205"/>
    <w:rsid w:val="006732B8"/>
    <w:rsid w:val="0067353A"/>
    <w:rsid w:val="00673634"/>
    <w:rsid w:val="00673644"/>
    <w:rsid w:val="00674332"/>
    <w:rsid w:val="00674822"/>
    <w:rsid w:val="0067539B"/>
    <w:rsid w:val="006757D0"/>
    <w:rsid w:val="00675BD0"/>
    <w:rsid w:val="00675E89"/>
    <w:rsid w:val="00675F5C"/>
    <w:rsid w:val="00676914"/>
    <w:rsid w:val="006769C5"/>
    <w:rsid w:val="00676C93"/>
    <w:rsid w:val="00677167"/>
    <w:rsid w:val="006771D8"/>
    <w:rsid w:val="006772F6"/>
    <w:rsid w:val="006776F5"/>
    <w:rsid w:val="00677CF2"/>
    <w:rsid w:val="00677E16"/>
    <w:rsid w:val="00677FD0"/>
    <w:rsid w:val="006806DB"/>
    <w:rsid w:val="0068075E"/>
    <w:rsid w:val="00680E56"/>
    <w:rsid w:val="006810C3"/>
    <w:rsid w:val="0068151F"/>
    <w:rsid w:val="00681B84"/>
    <w:rsid w:val="00681CE3"/>
    <w:rsid w:val="006820B8"/>
    <w:rsid w:val="006822C8"/>
    <w:rsid w:val="0068247E"/>
    <w:rsid w:val="00682537"/>
    <w:rsid w:val="00682551"/>
    <w:rsid w:val="0068259D"/>
    <w:rsid w:val="0068291D"/>
    <w:rsid w:val="00682CBF"/>
    <w:rsid w:val="00682D69"/>
    <w:rsid w:val="0068332E"/>
    <w:rsid w:val="006835B4"/>
    <w:rsid w:val="0068384E"/>
    <w:rsid w:val="0068429C"/>
    <w:rsid w:val="00684520"/>
    <w:rsid w:val="00684527"/>
    <w:rsid w:val="006848DD"/>
    <w:rsid w:val="0068490B"/>
    <w:rsid w:val="00684A04"/>
    <w:rsid w:val="00684B6F"/>
    <w:rsid w:val="00684E01"/>
    <w:rsid w:val="00684FF2"/>
    <w:rsid w:val="006851AF"/>
    <w:rsid w:val="0068561E"/>
    <w:rsid w:val="00685760"/>
    <w:rsid w:val="00685A0B"/>
    <w:rsid w:val="00685A61"/>
    <w:rsid w:val="00685A6B"/>
    <w:rsid w:val="00685B71"/>
    <w:rsid w:val="00685CBE"/>
    <w:rsid w:val="00685DE2"/>
    <w:rsid w:val="00685F40"/>
    <w:rsid w:val="0068639F"/>
    <w:rsid w:val="006863F0"/>
    <w:rsid w:val="00686E60"/>
    <w:rsid w:val="00686EEA"/>
    <w:rsid w:val="006872E1"/>
    <w:rsid w:val="00687D30"/>
    <w:rsid w:val="006900CB"/>
    <w:rsid w:val="0069012E"/>
    <w:rsid w:val="00690241"/>
    <w:rsid w:val="006903DC"/>
    <w:rsid w:val="0069050A"/>
    <w:rsid w:val="0069050F"/>
    <w:rsid w:val="00690689"/>
    <w:rsid w:val="00690775"/>
    <w:rsid w:val="006909C6"/>
    <w:rsid w:val="006912A1"/>
    <w:rsid w:val="00691338"/>
    <w:rsid w:val="0069162E"/>
    <w:rsid w:val="00691A1B"/>
    <w:rsid w:val="00691DBB"/>
    <w:rsid w:val="00692A31"/>
    <w:rsid w:val="00692A75"/>
    <w:rsid w:val="00692D74"/>
    <w:rsid w:val="00693501"/>
    <w:rsid w:val="00693967"/>
    <w:rsid w:val="00694757"/>
    <w:rsid w:val="00694777"/>
    <w:rsid w:val="006948E6"/>
    <w:rsid w:val="00695016"/>
    <w:rsid w:val="00695057"/>
    <w:rsid w:val="0069509F"/>
    <w:rsid w:val="0069513E"/>
    <w:rsid w:val="00695467"/>
    <w:rsid w:val="00695552"/>
    <w:rsid w:val="00695DC8"/>
    <w:rsid w:val="006960E4"/>
    <w:rsid w:val="0069643A"/>
    <w:rsid w:val="00696530"/>
    <w:rsid w:val="00696629"/>
    <w:rsid w:val="0069673F"/>
    <w:rsid w:val="00696E20"/>
    <w:rsid w:val="00696E88"/>
    <w:rsid w:val="00696F2B"/>
    <w:rsid w:val="006970DD"/>
    <w:rsid w:val="00697123"/>
    <w:rsid w:val="006A0059"/>
    <w:rsid w:val="006A0418"/>
    <w:rsid w:val="006A0BCF"/>
    <w:rsid w:val="006A1138"/>
    <w:rsid w:val="006A150D"/>
    <w:rsid w:val="006A1B52"/>
    <w:rsid w:val="006A250C"/>
    <w:rsid w:val="006A2576"/>
    <w:rsid w:val="006A263F"/>
    <w:rsid w:val="006A2AF0"/>
    <w:rsid w:val="006A2BE7"/>
    <w:rsid w:val="006A2E40"/>
    <w:rsid w:val="006A31B5"/>
    <w:rsid w:val="006A3323"/>
    <w:rsid w:val="006A341C"/>
    <w:rsid w:val="006A4039"/>
    <w:rsid w:val="006A43E3"/>
    <w:rsid w:val="006A47A5"/>
    <w:rsid w:val="006A47F7"/>
    <w:rsid w:val="006A4AF6"/>
    <w:rsid w:val="006A4D06"/>
    <w:rsid w:val="006A4D18"/>
    <w:rsid w:val="006A5133"/>
    <w:rsid w:val="006A522C"/>
    <w:rsid w:val="006A53FB"/>
    <w:rsid w:val="006A557E"/>
    <w:rsid w:val="006A5AE3"/>
    <w:rsid w:val="006A5C63"/>
    <w:rsid w:val="006A5DBC"/>
    <w:rsid w:val="006A632B"/>
    <w:rsid w:val="006A6A70"/>
    <w:rsid w:val="006A6AFD"/>
    <w:rsid w:val="006A6BB0"/>
    <w:rsid w:val="006A701B"/>
    <w:rsid w:val="006A728E"/>
    <w:rsid w:val="006A741B"/>
    <w:rsid w:val="006A75D0"/>
    <w:rsid w:val="006A797B"/>
    <w:rsid w:val="006A7AB9"/>
    <w:rsid w:val="006A7B4E"/>
    <w:rsid w:val="006A7C68"/>
    <w:rsid w:val="006A7C84"/>
    <w:rsid w:val="006A7FB5"/>
    <w:rsid w:val="006B0246"/>
    <w:rsid w:val="006B02BD"/>
    <w:rsid w:val="006B0447"/>
    <w:rsid w:val="006B0C4F"/>
    <w:rsid w:val="006B0E9A"/>
    <w:rsid w:val="006B0F7F"/>
    <w:rsid w:val="006B102E"/>
    <w:rsid w:val="006B135B"/>
    <w:rsid w:val="006B16AB"/>
    <w:rsid w:val="006B1AC4"/>
    <w:rsid w:val="006B1D87"/>
    <w:rsid w:val="006B1FC3"/>
    <w:rsid w:val="006B2A81"/>
    <w:rsid w:val="006B2CC6"/>
    <w:rsid w:val="006B3211"/>
    <w:rsid w:val="006B3817"/>
    <w:rsid w:val="006B38EB"/>
    <w:rsid w:val="006B39A5"/>
    <w:rsid w:val="006B3B24"/>
    <w:rsid w:val="006B415D"/>
    <w:rsid w:val="006B49DD"/>
    <w:rsid w:val="006B540E"/>
    <w:rsid w:val="006B5544"/>
    <w:rsid w:val="006B56B4"/>
    <w:rsid w:val="006B6094"/>
    <w:rsid w:val="006B61C3"/>
    <w:rsid w:val="006B62DE"/>
    <w:rsid w:val="006B65BB"/>
    <w:rsid w:val="006B680D"/>
    <w:rsid w:val="006B68CC"/>
    <w:rsid w:val="006B7076"/>
    <w:rsid w:val="006B7653"/>
    <w:rsid w:val="006B782A"/>
    <w:rsid w:val="006B7A04"/>
    <w:rsid w:val="006B7CD3"/>
    <w:rsid w:val="006B7E3D"/>
    <w:rsid w:val="006B7E72"/>
    <w:rsid w:val="006B7F37"/>
    <w:rsid w:val="006C0010"/>
    <w:rsid w:val="006C056B"/>
    <w:rsid w:val="006C0585"/>
    <w:rsid w:val="006C1010"/>
    <w:rsid w:val="006C1190"/>
    <w:rsid w:val="006C19EC"/>
    <w:rsid w:val="006C1BC8"/>
    <w:rsid w:val="006C2221"/>
    <w:rsid w:val="006C222B"/>
    <w:rsid w:val="006C2472"/>
    <w:rsid w:val="006C24A0"/>
    <w:rsid w:val="006C275C"/>
    <w:rsid w:val="006C2998"/>
    <w:rsid w:val="006C2E76"/>
    <w:rsid w:val="006C2FFB"/>
    <w:rsid w:val="006C33D8"/>
    <w:rsid w:val="006C341A"/>
    <w:rsid w:val="006C3838"/>
    <w:rsid w:val="006C3AA8"/>
    <w:rsid w:val="006C3CB6"/>
    <w:rsid w:val="006C3CC5"/>
    <w:rsid w:val="006C3E90"/>
    <w:rsid w:val="006C402C"/>
    <w:rsid w:val="006C432D"/>
    <w:rsid w:val="006C515B"/>
    <w:rsid w:val="006C5270"/>
    <w:rsid w:val="006C5A2D"/>
    <w:rsid w:val="006C5C03"/>
    <w:rsid w:val="006C5C90"/>
    <w:rsid w:val="006C5EB5"/>
    <w:rsid w:val="006C5EEC"/>
    <w:rsid w:val="006C5F3F"/>
    <w:rsid w:val="006C62E7"/>
    <w:rsid w:val="006C63C5"/>
    <w:rsid w:val="006C662E"/>
    <w:rsid w:val="006C6882"/>
    <w:rsid w:val="006C6C04"/>
    <w:rsid w:val="006C6CC1"/>
    <w:rsid w:val="006C6DC7"/>
    <w:rsid w:val="006C74B4"/>
    <w:rsid w:val="006C77D5"/>
    <w:rsid w:val="006C7894"/>
    <w:rsid w:val="006C7FDE"/>
    <w:rsid w:val="006D0333"/>
    <w:rsid w:val="006D0552"/>
    <w:rsid w:val="006D0693"/>
    <w:rsid w:val="006D06AB"/>
    <w:rsid w:val="006D0B95"/>
    <w:rsid w:val="006D0E38"/>
    <w:rsid w:val="006D1034"/>
    <w:rsid w:val="006D14C5"/>
    <w:rsid w:val="006D16F8"/>
    <w:rsid w:val="006D177E"/>
    <w:rsid w:val="006D1A7E"/>
    <w:rsid w:val="006D1A97"/>
    <w:rsid w:val="006D1B67"/>
    <w:rsid w:val="006D1F04"/>
    <w:rsid w:val="006D224B"/>
    <w:rsid w:val="006D247F"/>
    <w:rsid w:val="006D2E57"/>
    <w:rsid w:val="006D31CF"/>
    <w:rsid w:val="006D3249"/>
    <w:rsid w:val="006D3821"/>
    <w:rsid w:val="006D3B8B"/>
    <w:rsid w:val="006D43E2"/>
    <w:rsid w:val="006D49E1"/>
    <w:rsid w:val="006D4AC6"/>
    <w:rsid w:val="006D4B14"/>
    <w:rsid w:val="006D5216"/>
    <w:rsid w:val="006D542E"/>
    <w:rsid w:val="006D5721"/>
    <w:rsid w:val="006D5BA7"/>
    <w:rsid w:val="006D5FBF"/>
    <w:rsid w:val="006D6890"/>
    <w:rsid w:val="006D6BF8"/>
    <w:rsid w:val="006D719E"/>
    <w:rsid w:val="006D73EB"/>
    <w:rsid w:val="006D75AD"/>
    <w:rsid w:val="006D7960"/>
    <w:rsid w:val="006D7B49"/>
    <w:rsid w:val="006E0255"/>
    <w:rsid w:val="006E03C2"/>
    <w:rsid w:val="006E0A68"/>
    <w:rsid w:val="006E0BA1"/>
    <w:rsid w:val="006E0D3C"/>
    <w:rsid w:val="006E0DD6"/>
    <w:rsid w:val="006E12DA"/>
    <w:rsid w:val="006E1391"/>
    <w:rsid w:val="006E1821"/>
    <w:rsid w:val="006E1A46"/>
    <w:rsid w:val="006E1AA9"/>
    <w:rsid w:val="006E1C3D"/>
    <w:rsid w:val="006E1DDD"/>
    <w:rsid w:val="006E24A7"/>
    <w:rsid w:val="006E2C0B"/>
    <w:rsid w:val="006E2E31"/>
    <w:rsid w:val="006E3584"/>
    <w:rsid w:val="006E35E1"/>
    <w:rsid w:val="006E394D"/>
    <w:rsid w:val="006E3B50"/>
    <w:rsid w:val="006E3D50"/>
    <w:rsid w:val="006E3E57"/>
    <w:rsid w:val="006E42D1"/>
    <w:rsid w:val="006E4D9F"/>
    <w:rsid w:val="006E5196"/>
    <w:rsid w:val="006E610B"/>
    <w:rsid w:val="006E6308"/>
    <w:rsid w:val="006E6370"/>
    <w:rsid w:val="006E6439"/>
    <w:rsid w:val="006E64D2"/>
    <w:rsid w:val="006E6663"/>
    <w:rsid w:val="006E68D0"/>
    <w:rsid w:val="006E6917"/>
    <w:rsid w:val="006E6C74"/>
    <w:rsid w:val="006E6FF4"/>
    <w:rsid w:val="006E716A"/>
    <w:rsid w:val="006E7550"/>
    <w:rsid w:val="006E7AB3"/>
    <w:rsid w:val="006E7C5C"/>
    <w:rsid w:val="006E7D6E"/>
    <w:rsid w:val="006E7E71"/>
    <w:rsid w:val="006F0132"/>
    <w:rsid w:val="006F01C9"/>
    <w:rsid w:val="006F0B36"/>
    <w:rsid w:val="006F0C0B"/>
    <w:rsid w:val="006F0D6E"/>
    <w:rsid w:val="006F0D83"/>
    <w:rsid w:val="006F1147"/>
    <w:rsid w:val="006F11DC"/>
    <w:rsid w:val="006F162F"/>
    <w:rsid w:val="006F215B"/>
    <w:rsid w:val="006F217C"/>
    <w:rsid w:val="006F2A38"/>
    <w:rsid w:val="006F2F9D"/>
    <w:rsid w:val="006F308E"/>
    <w:rsid w:val="006F31C3"/>
    <w:rsid w:val="006F352D"/>
    <w:rsid w:val="006F3674"/>
    <w:rsid w:val="006F3675"/>
    <w:rsid w:val="006F3960"/>
    <w:rsid w:val="006F39FE"/>
    <w:rsid w:val="006F3AA1"/>
    <w:rsid w:val="006F3EA5"/>
    <w:rsid w:val="006F3FAA"/>
    <w:rsid w:val="006F435A"/>
    <w:rsid w:val="006F4623"/>
    <w:rsid w:val="006F4C00"/>
    <w:rsid w:val="006F4CFE"/>
    <w:rsid w:val="006F501E"/>
    <w:rsid w:val="006F53CC"/>
    <w:rsid w:val="006F5527"/>
    <w:rsid w:val="006F5F1C"/>
    <w:rsid w:val="006F60E8"/>
    <w:rsid w:val="006F62C6"/>
    <w:rsid w:val="006F66C3"/>
    <w:rsid w:val="006F6842"/>
    <w:rsid w:val="006F6994"/>
    <w:rsid w:val="006F6A02"/>
    <w:rsid w:val="006F7054"/>
    <w:rsid w:val="006F7228"/>
    <w:rsid w:val="006F7B8D"/>
    <w:rsid w:val="007004DB"/>
    <w:rsid w:val="007006E3"/>
    <w:rsid w:val="007008A2"/>
    <w:rsid w:val="00700F72"/>
    <w:rsid w:val="00701483"/>
    <w:rsid w:val="00701695"/>
    <w:rsid w:val="0070238F"/>
    <w:rsid w:val="007023C4"/>
    <w:rsid w:val="007028BF"/>
    <w:rsid w:val="00702AFC"/>
    <w:rsid w:val="00703228"/>
    <w:rsid w:val="0070344F"/>
    <w:rsid w:val="00704309"/>
    <w:rsid w:val="00704A32"/>
    <w:rsid w:val="00704A3B"/>
    <w:rsid w:val="00704C86"/>
    <w:rsid w:val="00704D6C"/>
    <w:rsid w:val="00704FFF"/>
    <w:rsid w:val="00705008"/>
    <w:rsid w:val="0070547A"/>
    <w:rsid w:val="00705586"/>
    <w:rsid w:val="007057FE"/>
    <w:rsid w:val="00705828"/>
    <w:rsid w:val="007068D3"/>
    <w:rsid w:val="00706B1E"/>
    <w:rsid w:val="00706B63"/>
    <w:rsid w:val="00706F07"/>
    <w:rsid w:val="00707176"/>
    <w:rsid w:val="007071E6"/>
    <w:rsid w:val="00707548"/>
    <w:rsid w:val="007077E6"/>
    <w:rsid w:val="00707B4B"/>
    <w:rsid w:val="00707C83"/>
    <w:rsid w:val="0071045D"/>
    <w:rsid w:val="007108A0"/>
    <w:rsid w:val="00710973"/>
    <w:rsid w:val="00710AAB"/>
    <w:rsid w:val="00710AD0"/>
    <w:rsid w:val="00710D0B"/>
    <w:rsid w:val="00710D19"/>
    <w:rsid w:val="007113B2"/>
    <w:rsid w:val="00711510"/>
    <w:rsid w:val="007119E3"/>
    <w:rsid w:val="00711A5E"/>
    <w:rsid w:val="00711A8C"/>
    <w:rsid w:val="00711BD6"/>
    <w:rsid w:val="00711C1B"/>
    <w:rsid w:val="00711D07"/>
    <w:rsid w:val="00712345"/>
    <w:rsid w:val="00712796"/>
    <w:rsid w:val="00712A76"/>
    <w:rsid w:val="00712B63"/>
    <w:rsid w:val="00712DBF"/>
    <w:rsid w:val="007131E7"/>
    <w:rsid w:val="007133CD"/>
    <w:rsid w:val="00713565"/>
    <w:rsid w:val="007137B4"/>
    <w:rsid w:val="00713EBB"/>
    <w:rsid w:val="00713EE2"/>
    <w:rsid w:val="00713F4F"/>
    <w:rsid w:val="00713FA4"/>
    <w:rsid w:val="007143DC"/>
    <w:rsid w:val="0071469F"/>
    <w:rsid w:val="00714B7C"/>
    <w:rsid w:val="00714FC9"/>
    <w:rsid w:val="007155AC"/>
    <w:rsid w:val="007156E3"/>
    <w:rsid w:val="0071573F"/>
    <w:rsid w:val="00715A2F"/>
    <w:rsid w:val="00715CE6"/>
    <w:rsid w:val="00715CED"/>
    <w:rsid w:val="00715EE3"/>
    <w:rsid w:val="007160E9"/>
    <w:rsid w:val="007163F0"/>
    <w:rsid w:val="00716455"/>
    <w:rsid w:val="00716979"/>
    <w:rsid w:val="00716BDD"/>
    <w:rsid w:val="00716C5E"/>
    <w:rsid w:val="00716F9A"/>
    <w:rsid w:val="00716FDB"/>
    <w:rsid w:val="00717414"/>
    <w:rsid w:val="00717518"/>
    <w:rsid w:val="00717E38"/>
    <w:rsid w:val="007202E3"/>
    <w:rsid w:val="007206F4"/>
    <w:rsid w:val="007206FC"/>
    <w:rsid w:val="00720A55"/>
    <w:rsid w:val="00720B1F"/>
    <w:rsid w:val="0072166E"/>
    <w:rsid w:val="00721754"/>
    <w:rsid w:val="007217D8"/>
    <w:rsid w:val="00721A25"/>
    <w:rsid w:val="00721D20"/>
    <w:rsid w:val="00721FF0"/>
    <w:rsid w:val="007221F1"/>
    <w:rsid w:val="007221FF"/>
    <w:rsid w:val="0072271D"/>
    <w:rsid w:val="00722766"/>
    <w:rsid w:val="0072336E"/>
    <w:rsid w:val="007233E8"/>
    <w:rsid w:val="007235F7"/>
    <w:rsid w:val="0072362C"/>
    <w:rsid w:val="007237FA"/>
    <w:rsid w:val="007239DC"/>
    <w:rsid w:val="00723D27"/>
    <w:rsid w:val="00724151"/>
    <w:rsid w:val="0072499B"/>
    <w:rsid w:val="00724AE1"/>
    <w:rsid w:val="00724E2D"/>
    <w:rsid w:val="00725170"/>
    <w:rsid w:val="007257E4"/>
    <w:rsid w:val="007258B0"/>
    <w:rsid w:val="00725ABF"/>
    <w:rsid w:val="00726333"/>
    <w:rsid w:val="00726607"/>
    <w:rsid w:val="00726685"/>
    <w:rsid w:val="0072683A"/>
    <w:rsid w:val="00726A79"/>
    <w:rsid w:val="00726AA2"/>
    <w:rsid w:val="00726B29"/>
    <w:rsid w:val="007271EB"/>
    <w:rsid w:val="00727427"/>
    <w:rsid w:val="00727B8C"/>
    <w:rsid w:val="00727BE6"/>
    <w:rsid w:val="00727C2B"/>
    <w:rsid w:val="00730112"/>
    <w:rsid w:val="00730E49"/>
    <w:rsid w:val="00731595"/>
    <w:rsid w:val="00731826"/>
    <w:rsid w:val="00731FD6"/>
    <w:rsid w:val="00732090"/>
    <w:rsid w:val="00732399"/>
    <w:rsid w:val="00732700"/>
    <w:rsid w:val="0073325A"/>
    <w:rsid w:val="007332C5"/>
    <w:rsid w:val="0073353D"/>
    <w:rsid w:val="007335E6"/>
    <w:rsid w:val="00733B5B"/>
    <w:rsid w:val="00733CC8"/>
    <w:rsid w:val="00733DCE"/>
    <w:rsid w:val="0073400B"/>
    <w:rsid w:val="00734308"/>
    <w:rsid w:val="00734471"/>
    <w:rsid w:val="007344BE"/>
    <w:rsid w:val="0073453E"/>
    <w:rsid w:val="007346AA"/>
    <w:rsid w:val="00734939"/>
    <w:rsid w:val="007349CE"/>
    <w:rsid w:val="00734FC7"/>
    <w:rsid w:val="0073500B"/>
    <w:rsid w:val="007351CC"/>
    <w:rsid w:val="00735557"/>
    <w:rsid w:val="00735931"/>
    <w:rsid w:val="00735AA1"/>
    <w:rsid w:val="00735B18"/>
    <w:rsid w:val="00735C68"/>
    <w:rsid w:val="00736790"/>
    <w:rsid w:val="00736C1A"/>
    <w:rsid w:val="00736CF7"/>
    <w:rsid w:val="007373F0"/>
    <w:rsid w:val="0073758A"/>
    <w:rsid w:val="00737662"/>
    <w:rsid w:val="007376F7"/>
    <w:rsid w:val="007403C6"/>
    <w:rsid w:val="0074045D"/>
    <w:rsid w:val="00740E29"/>
    <w:rsid w:val="00740F2E"/>
    <w:rsid w:val="00741113"/>
    <w:rsid w:val="007413C8"/>
    <w:rsid w:val="007414B4"/>
    <w:rsid w:val="00741718"/>
    <w:rsid w:val="00741AC9"/>
    <w:rsid w:val="00741AD8"/>
    <w:rsid w:val="007421AF"/>
    <w:rsid w:val="0074263F"/>
    <w:rsid w:val="00742846"/>
    <w:rsid w:val="0074289F"/>
    <w:rsid w:val="007431E6"/>
    <w:rsid w:val="0074335D"/>
    <w:rsid w:val="00743640"/>
    <w:rsid w:val="007449EB"/>
    <w:rsid w:val="00744E75"/>
    <w:rsid w:val="00744F64"/>
    <w:rsid w:val="0074506B"/>
    <w:rsid w:val="0074579B"/>
    <w:rsid w:val="00745F6F"/>
    <w:rsid w:val="00746021"/>
    <w:rsid w:val="007463D3"/>
    <w:rsid w:val="00746D4D"/>
    <w:rsid w:val="00746FD2"/>
    <w:rsid w:val="00746FDB"/>
    <w:rsid w:val="007470ED"/>
    <w:rsid w:val="007472CD"/>
    <w:rsid w:val="007473DA"/>
    <w:rsid w:val="007477CB"/>
    <w:rsid w:val="00747B3A"/>
    <w:rsid w:val="00747F43"/>
    <w:rsid w:val="00747FA9"/>
    <w:rsid w:val="0075043E"/>
    <w:rsid w:val="00750934"/>
    <w:rsid w:val="00751374"/>
    <w:rsid w:val="0075141A"/>
    <w:rsid w:val="00751556"/>
    <w:rsid w:val="00751735"/>
    <w:rsid w:val="0075181E"/>
    <w:rsid w:val="007518DD"/>
    <w:rsid w:val="00751BCB"/>
    <w:rsid w:val="00751BCF"/>
    <w:rsid w:val="00751C55"/>
    <w:rsid w:val="00751E3C"/>
    <w:rsid w:val="00752493"/>
    <w:rsid w:val="007525F6"/>
    <w:rsid w:val="007531A1"/>
    <w:rsid w:val="00753782"/>
    <w:rsid w:val="0075388D"/>
    <w:rsid w:val="00753AA5"/>
    <w:rsid w:val="00753C27"/>
    <w:rsid w:val="00753C4B"/>
    <w:rsid w:val="00753E8D"/>
    <w:rsid w:val="00754071"/>
    <w:rsid w:val="00754108"/>
    <w:rsid w:val="007542C0"/>
    <w:rsid w:val="00754CAA"/>
    <w:rsid w:val="00754F9A"/>
    <w:rsid w:val="0075509E"/>
    <w:rsid w:val="007552F0"/>
    <w:rsid w:val="00755428"/>
    <w:rsid w:val="007558E0"/>
    <w:rsid w:val="00755CAA"/>
    <w:rsid w:val="0075605F"/>
    <w:rsid w:val="00756263"/>
    <w:rsid w:val="007562BE"/>
    <w:rsid w:val="00756B67"/>
    <w:rsid w:val="00756BA1"/>
    <w:rsid w:val="00756C5D"/>
    <w:rsid w:val="007573CB"/>
    <w:rsid w:val="007574AC"/>
    <w:rsid w:val="0075766B"/>
    <w:rsid w:val="00757DA0"/>
    <w:rsid w:val="0076001A"/>
    <w:rsid w:val="007603D3"/>
    <w:rsid w:val="007607BE"/>
    <w:rsid w:val="00760B14"/>
    <w:rsid w:val="00760B53"/>
    <w:rsid w:val="00760C58"/>
    <w:rsid w:val="007612B8"/>
    <w:rsid w:val="00761366"/>
    <w:rsid w:val="007613DC"/>
    <w:rsid w:val="007616DD"/>
    <w:rsid w:val="007618B5"/>
    <w:rsid w:val="007620B8"/>
    <w:rsid w:val="007624ED"/>
    <w:rsid w:val="007629FD"/>
    <w:rsid w:val="00762B99"/>
    <w:rsid w:val="00762D92"/>
    <w:rsid w:val="0076316E"/>
    <w:rsid w:val="00763ED5"/>
    <w:rsid w:val="00763EFA"/>
    <w:rsid w:val="00763F8B"/>
    <w:rsid w:val="00764396"/>
    <w:rsid w:val="00764544"/>
    <w:rsid w:val="00764545"/>
    <w:rsid w:val="0076459D"/>
    <w:rsid w:val="00764A61"/>
    <w:rsid w:val="00764D35"/>
    <w:rsid w:val="00764DE7"/>
    <w:rsid w:val="00765049"/>
    <w:rsid w:val="00765F2B"/>
    <w:rsid w:val="00766435"/>
    <w:rsid w:val="00766787"/>
    <w:rsid w:val="00766ECE"/>
    <w:rsid w:val="00766EE2"/>
    <w:rsid w:val="00766F18"/>
    <w:rsid w:val="00766FA9"/>
    <w:rsid w:val="0076763F"/>
    <w:rsid w:val="007676B1"/>
    <w:rsid w:val="007677EB"/>
    <w:rsid w:val="00767D0A"/>
    <w:rsid w:val="00767FC7"/>
    <w:rsid w:val="007702A4"/>
    <w:rsid w:val="00770D41"/>
    <w:rsid w:val="00771555"/>
    <w:rsid w:val="00771F48"/>
    <w:rsid w:val="0077224F"/>
    <w:rsid w:val="0077230A"/>
    <w:rsid w:val="00772411"/>
    <w:rsid w:val="00772488"/>
    <w:rsid w:val="007729C7"/>
    <w:rsid w:val="00772BFC"/>
    <w:rsid w:val="00772EDE"/>
    <w:rsid w:val="007731B8"/>
    <w:rsid w:val="007734B4"/>
    <w:rsid w:val="007737DA"/>
    <w:rsid w:val="00773874"/>
    <w:rsid w:val="00773CA5"/>
    <w:rsid w:val="00774012"/>
    <w:rsid w:val="007749A1"/>
    <w:rsid w:val="007749DD"/>
    <w:rsid w:val="00774B8A"/>
    <w:rsid w:val="00774BF8"/>
    <w:rsid w:val="00774CC3"/>
    <w:rsid w:val="00774DDC"/>
    <w:rsid w:val="00774EB4"/>
    <w:rsid w:val="007750A5"/>
    <w:rsid w:val="007757FA"/>
    <w:rsid w:val="00775C1E"/>
    <w:rsid w:val="00775C2F"/>
    <w:rsid w:val="00775DAA"/>
    <w:rsid w:val="00775F30"/>
    <w:rsid w:val="00775FF2"/>
    <w:rsid w:val="00776593"/>
    <w:rsid w:val="007765AD"/>
    <w:rsid w:val="00776D88"/>
    <w:rsid w:val="00777CAF"/>
    <w:rsid w:val="00777CC2"/>
    <w:rsid w:val="00777D72"/>
    <w:rsid w:val="00777FF5"/>
    <w:rsid w:val="00780082"/>
    <w:rsid w:val="007806E2"/>
    <w:rsid w:val="00780815"/>
    <w:rsid w:val="00780C18"/>
    <w:rsid w:val="00781025"/>
    <w:rsid w:val="00781206"/>
    <w:rsid w:val="0078142F"/>
    <w:rsid w:val="00781445"/>
    <w:rsid w:val="00781AAB"/>
    <w:rsid w:val="00781FC1"/>
    <w:rsid w:val="007821A6"/>
    <w:rsid w:val="00782298"/>
    <w:rsid w:val="00782488"/>
    <w:rsid w:val="007824CF"/>
    <w:rsid w:val="007827E6"/>
    <w:rsid w:val="007837ED"/>
    <w:rsid w:val="00783ABA"/>
    <w:rsid w:val="00783B63"/>
    <w:rsid w:val="00783C4D"/>
    <w:rsid w:val="00783ED2"/>
    <w:rsid w:val="007842CB"/>
    <w:rsid w:val="007842EA"/>
    <w:rsid w:val="00784419"/>
    <w:rsid w:val="00784762"/>
    <w:rsid w:val="00784AB4"/>
    <w:rsid w:val="00784BE0"/>
    <w:rsid w:val="00784E9F"/>
    <w:rsid w:val="007856CC"/>
    <w:rsid w:val="00785717"/>
    <w:rsid w:val="00785C74"/>
    <w:rsid w:val="00785E22"/>
    <w:rsid w:val="00785E7E"/>
    <w:rsid w:val="00785E82"/>
    <w:rsid w:val="00785EAA"/>
    <w:rsid w:val="00785F58"/>
    <w:rsid w:val="00786064"/>
    <w:rsid w:val="0078633E"/>
    <w:rsid w:val="0078661E"/>
    <w:rsid w:val="00786B8D"/>
    <w:rsid w:val="00786F6D"/>
    <w:rsid w:val="00787548"/>
    <w:rsid w:val="0078769F"/>
    <w:rsid w:val="00787707"/>
    <w:rsid w:val="00787BE7"/>
    <w:rsid w:val="00787CBD"/>
    <w:rsid w:val="00787D77"/>
    <w:rsid w:val="00790045"/>
    <w:rsid w:val="007904D2"/>
    <w:rsid w:val="00790690"/>
    <w:rsid w:val="007906DF"/>
    <w:rsid w:val="00790A11"/>
    <w:rsid w:val="00791D17"/>
    <w:rsid w:val="00792256"/>
    <w:rsid w:val="00792979"/>
    <w:rsid w:val="00792EB1"/>
    <w:rsid w:val="00792FB3"/>
    <w:rsid w:val="007931E5"/>
    <w:rsid w:val="007932B5"/>
    <w:rsid w:val="007934C6"/>
    <w:rsid w:val="007935A3"/>
    <w:rsid w:val="00793882"/>
    <w:rsid w:val="00793972"/>
    <w:rsid w:val="00793CD6"/>
    <w:rsid w:val="0079492B"/>
    <w:rsid w:val="0079498E"/>
    <w:rsid w:val="00794A3D"/>
    <w:rsid w:val="00794A76"/>
    <w:rsid w:val="00794CEA"/>
    <w:rsid w:val="00794E22"/>
    <w:rsid w:val="00794F4D"/>
    <w:rsid w:val="00795085"/>
    <w:rsid w:val="00795231"/>
    <w:rsid w:val="007952DB"/>
    <w:rsid w:val="00795CA9"/>
    <w:rsid w:val="00795E2A"/>
    <w:rsid w:val="00795ED6"/>
    <w:rsid w:val="00795FCA"/>
    <w:rsid w:val="00796580"/>
    <w:rsid w:val="0079685A"/>
    <w:rsid w:val="00796ADE"/>
    <w:rsid w:val="00796D06"/>
    <w:rsid w:val="00796F16"/>
    <w:rsid w:val="0079734B"/>
    <w:rsid w:val="0079754D"/>
    <w:rsid w:val="00797585"/>
    <w:rsid w:val="007978E6"/>
    <w:rsid w:val="00797FD2"/>
    <w:rsid w:val="007A0135"/>
    <w:rsid w:val="007A03A8"/>
    <w:rsid w:val="007A051E"/>
    <w:rsid w:val="007A0675"/>
    <w:rsid w:val="007A06BE"/>
    <w:rsid w:val="007A0802"/>
    <w:rsid w:val="007A0D00"/>
    <w:rsid w:val="007A0E29"/>
    <w:rsid w:val="007A1084"/>
    <w:rsid w:val="007A13B7"/>
    <w:rsid w:val="007A19C0"/>
    <w:rsid w:val="007A1DAE"/>
    <w:rsid w:val="007A1E91"/>
    <w:rsid w:val="007A233F"/>
    <w:rsid w:val="007A240F"/>
    <w:rsid w:val="007A2682"/>
    <w:rsid w:val="007A271A"/>
    <w:rsid w:val="007A2DC4"/>
    <w:rsid w:val="007A304C"/>
    <w:rsid w:val="007A30F9"/>
    <w:rsid w:val="007A313F"/>
    <w:rsid w:val="007A3259"/>
    <w:rsid w:val="007A34A8"/>
    <w:rsid w:val="007A3A44"/>
    <w:rsid w:val="007A3A46"/>
    <w:rsid w:val="007A3DAB"/>
    <w:rsid w:val="007A4775"/>
    <w:rsid w:val="007A4B90"/>
    <w:rsid w:val="007A4C75"/>
    <w:rsid w:val="007A513B"/>
    <w:rsid w:val="007A59CA"/>
    <w:rsid w:val="007A618A"/>
    <w:rsid w:val="007A6D9D"/>
    <w:rsid w:val="007A6E1C"/>
    <w:rsid w:val="007A7149"/>
    <w:rsid w:val="007A769E"/>
    <w:rsid w:val="007A7D5D"/>
    <w:rsid w:val="007B0617"/>
    <w:rsid w:val="007B1204"/>
    <w:rsid w:val="007B161C"/>
    <w:rsid w:val="007B1AED"/>
    <w:rsid w:val="007B1CC2"/>
    <w:rsid w:val="007B1E81"/>
    <w:rsid w:val="007B1FC0"/>
    <w:rsid w:val="007B2BEB"/>
    <w:rsid w:val="007B2F47"/>
    <w:rsid w:val="007B2F6A"/>
    <w:rsid w:val="007B36F5"/>
    <w:rsid w:val="007B3767"/>
    <w:rsid w:val="007B37BA"/>
    <w:rsid w:val="007B39F4"/>
    <w:rsid w:val="007B3C58"/>
    <w:rsid w:val="007B3C9D"/>
    <w:rsid w:val="007B3E4B"/>
    <w:rsid w:val="007B44B2"/>
    <w:rsid w:val="007B478F"/>
    <w:rsid w:val="007B47EF"/>
    <w:rsid w:val="007B4821"/>
    <w:rsid w:val="007B4E95"/>
    <w:rsid w:val="007B52A9"/>
    <w:rsid w:val="007B5BA0"/>
    <w:rsid w:val="007B5EFB"/>
    <w:rsid w:val="007B612B"/>
    <w:rsid w:val="007B64AB"/>
    <w:rsid w:val="007B664F"/>
    <w:rsid w:val="007B66DF"/>
    <w:rsid w:val="007B6DA3"/>
    <w:rsid w:val="007B6E99"/>
    <w:rsid w:val="007B71A7"/>
    <w:rsid w:val="007B7347"/>
    <w:rsid w:val="007B73B3"/>
    <w:rsid w:val="007B759F"/>
    <w:rsid w:val="007B7642"/>
    <w:rsid w:val="007B7652"/>
    <w:rsid w:val="007B78C2"/>
    <w:rsid w:val="007C01B9"/>
    <w:rsid w:val="007C0418"/>
    <w:rsid w:val="007C0D66"/>
    <w:rsid w:val="007C1962"/>
    <w:rsid w:val="007C204E"/>
    <w:rsid w:val="007C20A2"/>
    <w:rsid w:val="007C20CE"/>
    <w:rsid w:val="007C2889"/>
    <w:rsid w:val="007C295A"/>
    <w:rsid w:val="007C2BE0"/>
    <w:rsid w:val="007C2C20"/>
    <w:rsid w:val="007C2FBA"/>
    <w:rsid w:val="007C305B"/>
    <w:rsid w:val="007C343C"/>
    <w:rsid w:val="007C35C5"/>
    <w:rsid w:val="007C38BF"/>
    <w:rsid w:val="007C3BCA"/>
    <w:rsid w:val="007C3E4A"/>
    <w:rsid w:val="007C4673"/>
    <w:rsid w:val="007C468D"/>
    <w:rsid w:val="007C486F"/>
    <w:rsid w:val="007C4892"/>
    <w:rsid w:val="007C49F7"/>
    <w:rsid w:val="007C4A84"/>
    <w:rsid w:val="007C4E21"/>
    <w:rsid w:val="007C4F25"/>
    <w:rsid w:val="007C51D8"/>
    <w:rsid w:val="007C5668"/>
    <w:rsid w:val="007C56F1"/>
    <w:rsid w:val="007C5721"/>
    <w:rsid w:val="007C5F6C"/>
    <w:rsid w:val="007C61FB"/>
    <w:rsid w:val="007C6E93"/>
    <w:rsid w:val="007C740B"/>
    <w:rsid w:val="007D0007"/>
    <w:rsid w:val="007D0614"/>
    <w:rsid w:val="007D0633"/>
    <w:rsid w:val="007D1388"/>
    <w:rsid w:val="007D1CD8"/>
    <w:rsid w:val="007D1EBB"/>
    <w:rsid w:val="007D2231"/>
    <w:rsid w:val="007D3219"/>
    <w:rsid w:val="007D32CB"/>
    <w:rsid w:val="007D3A9A"/>
    <w:rsid w:val="007D3C1C"/>
    <w:rsid w:val="007D3CF8"/>
    <w:rsid w:val="007D3EC7"/>
    <w:rsid w:val="007D415B"/>
    <w:rsid w:val="007D4515"/>
    <w:rsid w:val="007D463A"/>
    <w:rsid w:val="007D46B2"/>
    <w:rsid w:val="007D4B06"/>
    <w:rsid w:val="007D4D06"/>
    <w:rsid w:val="007D5A0B"/>
    <w:rsid w:val="007D61AA"/>
    <w:rsid w:val="007D643A"/>
    <w:rsid w:val="007D6607"/>
    <w:rsid w:val="007D67C7"/>
    <w:rsid w:val="007D70F2"/>
    <w:rsid w:val="007D7134"/>
    <w:rsid w:val="007D73E8"/>
    <w:rsid w:val="007D7D47"/>
    <w:rsid w:val="007D7D4E"/>
    <w:rsid w:val="007D7FFB"/>
    <w:rsid w:val="007E03E8"/>
    <w:rsid w:val="007E0889"/>
    <w:rsid w:val="007E092A"/>
    <w:rsid w:val="007E0E39"/>
    <w:rsid w:val="007E0E4B"/>
    <w:rsid w:val="007E18AC"/>
    <w:rsid w:val="007E21E0"/>
    <w:rsid w:val="007E2297"/>
    <w:rsid w:val="007E235C"/>
    <w:rsid w:val="007E253C"/>
    <w:rsid w:val="007E27C7"/>
    <w:rsid w:val="007E2C7F"/>
    <w:rsid w:val="007E2F45"/>
    <w:rsid w:val="007E35FE"/>
    <w:rsid w:val="007E382D"/>
    <w:rsid w:val="007E3E42"/>
    <w:rsid w:val="007E4014"/>
    <w:rsid w:val="007E4231"/>
    <w:rsid w:val="007E4248"/>
    <w:rsid w:val="007E4481"/>
    <w:rsid w:val="007E4D75"/>
    <w:rsid w:val="007E5010"/>
    <w:rsid w:val="007E5097"/>
    <w:rsid w:val="007E514D"/>
    <w:rsid w:val="007E6274"/>
    <w:rsid w:val="007E698C"/>
    <w:rsid w:val="007E6AB0"/>
    <w:rsid w:val="007E6D3B"/>
    <w:rsid w:val="007E7354"/>
    <w:rsid w:val="007E7A6B"/>
    <w:rsid w:val="007E7D9D"/>
    <w:rsid w:val="007F036C"/>
    <w:rsid w:val="007F05D2"/>
    <w:rsid w:val="007F06DE"/>
    <w:rsid w:val="007F0768"/>
    <w:rsid w:val="007F0ED3"/>
    <w:rsid w:val="007F10F8"/>
    <w:rsid w:val="007F1255"/>
    <w:rsid w:val="007F158F"/>
    <w:rsid w:val="007F1FA9"/>
    <w:rsid w:val="007F2484"/>
    <w:rsid w:val="007F249A"/>
    <w:rsid w:val="007F255C"/>
    <w:rsid w:val="007F26CA"/>
    <w:rsid w:val="007F2C23"/>
    <w:rsid w:val="007F302D"/>
    <w:rsid w:val="007F308F"/>
    <w:rsid w:val="007F3298"/>
    <w:rsid w:val="007F361A"/>
    <w:rsid w:val="007F3863"/>
    <w:rsid w:val="007F3CD1"/>
    <w:rsid w:val="007F3DDA"/>
    <w:rsid w:val="007F3F3D"/>
    <w:rsid w:val="007F4246"/>
    <w:rsid w:val="007F4499"/>
    <w:rsid w:val="007F497D"/>
    <w:rsid w:val="007F4B82"/>
    <w:rsid w:val="007F4CD3"/>
    <w:rsid w:val="007F4EFE"/>
    <w:rsid w:val="007F5469"/>
    <w:rsid w:val="007F57AF"/>
    <w:rsid w:val="007F582E"/>
    <w:rsid w:val="007F58DD"/>
    <w:rsid w:val="007F5B3D"/>
    <w:rsid w:val="007F5D13"/>
    <w:rsid w:val="007F63B0"/>
    <w:rsid w:val="007F7085"/>
    <w:rsid w:val="007F7333"/>
    <w:rsid w:val="007F745F"/>
    <w:rsid w:val="007F74FA"/>
    <w:rsid w:val="007F7815"/>
    <w:rsid w:val="007F7B57"/>
    <w:rsid w:val="008000E9"/>
    <w:rsid w:val="00800848"/>
    <w:rsid w:val="00800A98"/>
    <w:rsid w:val="00800E84"/>
    <w:rsid w:val="0080110F"/>
    <w:rsid w:val="00801387"/>
    <w:rsid w:val="00801651"/>
    <w:rsid w:val="00801B63"/>
    <w:rsid w:val="00801BB6"/>
    <w:rsid w:val="0080220C"/>
    <w:rsid w:val="00802648"/>
    <w:rsid w:val="00802D44"/>
    <w:rsid w:val="00802E72"/>
    <w:rsid w:val="00803A0F"/>
    <w:rsid w:val="00803B7C"/>
    <w:rsid w:val="00803C06"/>
    <w:rsid w:val="00803E35"/>
    <w:rsid w:val="008048AF"/>
    <w:rsid w:val="00804D65"/>
    <w:rsid w:val="008050D1"/>
    <w:rsid w:val="0080511F"/>
    <w:rsid w:val="008058A7"/>
    <w:rsid w:val="00805D7B"/>
    <w:rsid w:val="00805E5B"/>
    <w:rsid w:val="00805F5C"/>
    <w:rsid w:val="008061BF"/>
    <w:rsid w:val="0080635A"/>
    <w:rsid w:val="008064AF"/>
    <w:rsid w:val="008069DE"/>
    <w:rsid w:val="00806EF4"/>
    <w:rsid w:val="008071B2"/>
    <w:rsid w:val="008075E9"/>
    <w:rsid w:val="00807606"/>
    <w:rsid w:val="00807A79"/>
    <w:rsid w:val="00807CA5"/>
    <w:rsid w:val="00807E42"/>
    <w:rsid w:val="0081091F"/>
    <w:rsid w:val="00810D50"/>
    <w:rsid w:val="00810E58"/>
    <w:rsid w:val="00811431"/>
    <w:rsid w:val="0081166B"/>
    <w:rsid w:val="008117EA"/>
    <w:rsid w:val="0081195A"/>
    <w:rsid w:val="00811A28"/>
    <w:rsid w:val="00811B89"/>
    <w:rsid w:val="0081205F"/>
    <w:rsid w:val="008126DA"/>
    <w:rsid w:val="008126EC"/>
    <w:rsid w:val="008129FA"/>
    <w:rsid w:val="00812A93"/>
    <w:rsid w:val="00813991"/>
    <w:rsid w:val="00813B5E"/>
    <w:rsid w:val="00813B93"/>
    <w:rsid w:val="00813BAC"/>
    <w:rsid w:val="00814251"/>
    <w:rsid w:val="008144DD"/>
    <w:rsid w:val="00814578"/>
    <w:rsid w:val="008146BE"/>
    <w:rsid w:val="00814E6F"/>
    <w:rsid w:val="00815279"/>
    <w:rsid w:val="008153E4"/>
    <w:rsid w:val="008154A4"/>
    <w:rsid w:val="00815C3D"/>
    <w:rsid w:val="00815D90"/>
    <w:rsid w:val="00815EB7"/>
    <w:rsid w:val="008165E7"/>
    <w:rsid w:val="008167AA"/>
    <w:rsid w:val="00816E61"/>
    <w:rsid w:val="00816EF8"/>
    <w:rsid w:val="00817927"/>
    <w:rsid w:val="00817BA8"/>
    <w:rsid w:val="00817CF1"/>
    <w:rsid w:val="00817E33"/>
    <w:rsid w:val="00817EB4"/>
    <w:rsid w:val="0082026A"/>
    <w:rsid w:val="00820396"/>
    <w:rsid w:val="00821397"/>
    <w:rsid w:val="00821504"/>
    <w:rsid w:val="00821554"/>
    <w:rsid w:val="008219F4"/>
    <w:rsid w:val="008219FF"/>
    <w:rsid w:val="00821E44"/>
    <w:rsid w:val="00821EAB"/>
    <w:rsid w:val="00822005"/>
    <w:rsid w:val="008228A1"/>
    <w:rsid w:val="00822946"/>
    <w:rsid w:val="00822D38"/>
    <w:rsid w:val="008233FB"/>
    <w:rsid w:val="0082367A"/>
    <w:rsid w:val="008237A9"/>
    <w:rsid w:val="008237D1"/>
    <w:rsid w:val="00823D37"/>
    <w:rsid w:val="0082411A"/>
    <w:rsid w:val="00824233"/>
    <w:rsid w:val="00824341"/>
    <w:rsid w:val="0082479B"/>
    <w:rsid w:val="00824C93"/>
    <w:rsid w:val="00825233"/>
    <w:rsid w:val="00825347"/>
    <w:rsid w:val="0082557A"/>
    <w:rsid w:val="008255D3"/>
    <w:rsid w:val="00825701"/>
    <w:rsid w:val="00825BC1"/>
    <w:rsid w:val="00826080"/>
    <w:rsid w:val="0082640A"/>
    <w:rsid w:val="0082645F"/>
    <w:rsid w:val="00826829"/>
    <w:rsid w:val="00826A5F"/>
    <w:rsid w:val="00826BA0"/>
    <w:rsid w:val="00826D2F"/>
    <w:rsid w:val="00826E4D"/>
    <w:rsid w:val="0082754E"/>
    <w:rsid w:val="008277ED"/>
    <w:rsid w:val="00827CDB"/>
    <w:rsid w:val="00827DBF"/>
    <w:rsid w:val="00827FB9"/>
    <w:rsid w:val="008300AD"/>
    <w:rsid w:val="008301AE"/>
    <w:rsid w:val="008301CB"/>
    <w:rsid w:val="00830433"/>
    <w:rsid w:val="008307E8"/>
    <w:rsid w:val="0083095E"/>
    <w:rsid w:val="00830AE8"/>
    <w:rsid w:val="00830AF6"/>
    <w:rsid w:val="00830C5E"/>
    <w:rsid w:val="00830CBC"/>
    <w:rsid w:val="00830E90"/>
    <w:rsid w:val="00830F39"/>
    <w:rsid w:val="0083115A"/>
    <w:rsid w:val="00831350"/>
    <w:rsid w:val="008315EB"/>
    <w:rsid w:val="00832289"/>
    <w:rsid w:val="00832A1B"/>
    <w:rsid w:val="00832AA0"/>
    <w:rsid w:val="0083341F"/>
    <w:rsid w:val="0083358A"/>
    <w:rsid w:val="00833641"/>
    <w:rsid w:val="008338A3"/>
    <w:rsid w:val="008338D7"/>
    <w:rsid w:val="00833953"/>
    <w:rsid w:val="00833CAF"/>
    <w:rsid w:val="0083402B"/>
    <w:rsid w:val="0083527D"/>
    <w:rsid w:val="008356A0"/>
    <w:rsid w:val="00835F75"/>
    <w:rsid w:val="00836012"/>
    <w:rsid w:val="0083625A"/>
    <w:rsid w:val="008363ED"/>
    <w:rsid w:val="0083656E"/>
    <w:rsid w:val="008368AF"/>
    <w:rsid w:val="00836C26"/>
    <w:rsid w:val="00837246"/>
    <w:rsid w:val="00837A1C"/>
    <w:rsid w:val="00837E92"/>
    <w:rsid w:val="00837F56"/>
    <w:rsid w:val="00840013"/>
    <w:rsid w:val="008402B9"/>
    <w:rsid w:val="00840349"/>
    <w:rsid w:val="00840434"/>
    <w:rsid w:val="00840665"/>
    <w:rsid w:val="00840745"/>
    <w:rsid w:val="008416BC"/>
    <w:rsid w:val="0084194F"/>
    <w:rsid w:val="00841957"/>
    <w:rsid w:val="00841A0E"/>
    <w:rsid w:val="00841D43"/>
    <w:rsid w:val="00841F3A"/>
    <w:rsid w:val="00842DE1"/>
    <w:rsid w:val="00843330"/>
    <w:rsid w:val="008434E0"/>
    <w:rsid w:val="008437C3"/>
    <w:rsid w:val="008443C3"/>
    <w:rsid w:val="008444F7"/>
    <w:rsid w:val="008447AA"/>
    <w:rsid w:val="00844939"/>
    <w:rsid w:val="00844945"/>
    <w:rsid w:val="00844BF1"/>
    <w:rsid w:val="00844C18"/>
    <w:rsid w:val="00844DA8"/>
    <w:rsid w:val="00844FBB"/>
    <w:rsid w:val="008454DE"/>
    <w:rsid w:val="00845591"/>
    <w:rsid w:val="00845832"/>
    <w:rsid w:val="008459D6"/>
    <w:rsid w:val="00845B08"/>
    <w:rsid w:val="008468D9"/>
    <w:rsid w:val="00846A69"/>
    <w:rsid w:val="00846B16"/>
    <w:rsid w:val="00846C33"/>
    <w:rsid w:val="00846DFC"/>
    <w:rsid w:val="00846EDA"/>
    <w:rsid w:val="008473DA"/>
    <w:rsid w:val="00847653"/>
    <w:rsid w:val="00847840"/>
    <w:rsid w:val="00847B0E"/>
    <w:rsid w:val="00847D09"/>
    <w:rsid w:val="00850276"/>
    <w:rsid w:val="0085028A"/>
    <w:rsid w:val="0085063B"/>
    <w:rsid w:val="00850677"/>
    <w:rsid w:val="008506F7"/>
    <w:rsid w:val="0085074A"/>
    <w:rsid w:val="008508D1"/>
    <w:rsid w:val="00850A33"/>
    <w:rsid w:val="00850CD9"/>
    <w:rsid w:val="00850F0E"/>
    <w:rsid w:val="008510D7"/>
    <w:rsid w:val="00851141"/>
    <w:rsid w:val="0085176D"/>
    <w:rsid w:val="00852168"/>
    <w:rsid w:val="0085295D"/>
    <w:rsid w:val="00852A4A"/>
    <w:rsid w:val="00852C47"/>
    <w:rsid w:val="00852D6B"/>
    <w:rsid w:val="0085318B"/>
    <w:rsid w:val="00853231"/>
    <w:rsid w:val="00853315"/>
    <w:rsid w:val="00853436"/>
    <w:rsid w:val="008535AD"/>
    <w:rsid w:val="008537AD"/>
    <w:rsid w:val="008537C7"/>
    <w:rsid w:val="00853816"/>
    <w:rsid w:val="00853844"/>
    <w:rsid w:val="00853A6B"/>
    <w:rsid w:val="00853D30"/>
    <w:rsid w:val="00853D46"/>
    <w:rsid w:val="0085421D"/>
    <w:rsid w:val="00854332"/>
    <w:rsid w:val="00854365"/>
    <w:rsid w:val="00854670"/>
    <w:rsid w:val="008546B6"/>
    <w:rsid w:val="00854AA8"/>
    <w:rsid w:val="00854BCE"/>
    <w:rsid w:val="00854D2C"/>
    <w:rsid w:val="0085505C"/>
    <w:rsid w:val="00855416"/>
    <w:rsid w:val="00855480"/>
    <w:rsid w:val="00855678"/>
    <w:rsid w:val="00855BB7"/>
    <w:rsid w:val="00855CC2"/>
    <w:rsid w:val="00855E24"/>
    <w:rsid w:val="0085648C"/>
    <w:rsid w:val="0085739C"/>
    <w:rsid w:val="0085755C"/>
    <w:rsid w:val="008578E9"/>
    <w:rsid w:val="00857A9E"/>
    <w:rsid w:val="00857C53"/>
    <w:rsid w:val="00860329"/>
    <w:rsid w:val="00860388"/>
    <w:rsid w:val="00860500"/>
    <w:rsid w:val="0086076C"/>
    <w:rsid w:val="008608A0"/>
    <w:rsid w:val="00860B37"/>
    <w:rsid w:val="00861224"/>
    <w:rsid w:val="0086158F"/>
    <w:rsid w:val="00861B98"/>
    <w:rsid w:val="00861CD3"/>
    <w:rsid w:val="0086210D"/>
    <w:rsid w:val="00862252"/>
    <w:rsid w:val="008622A5"/>
    <w:rsid w:val="00863860"/>
    <w:rsid w:val="00863BB4"/>
    <w:rsid w:val="00863BE8"/>
    <w:rsid w:val="00863D0F"/>
    <w:rsid w:val="00863FAD"/>
    <w:rsid w:val="008640DD"/>
    <w:rsid w:val="00864164"/>
    <w:rsid w:val="008644AD"/>
    <w:rsid w:val="00864A79"/>
    <w:rsid w:val="00864D75"/>
    <w:rsid w:val="00864F8F"/>
    <w:rsid w:val="00865139"/>
    <w:rsid w:val="00865173"/>
    <w:rsid w:val="00865B21"/>
    <w:rsid w:val="00865D3F"/>
    <w:rsid w:val="00865D56"/>
    <w:rsid w:val="008660C8"/>
    <w:rsid w:val="008660D0"/>
    <w:rsid w:val="00866290"/>
    <w:rsid w:val="008666FB"/>
    <w:rsid w:val="0086698D"/>
    <w:rsid w:val="008676E0"/>
    <w:rsid w:val="008678D1"/>
    <w:rsid w:val="00867B2A"/>
    <w:rsid w:val="00867B72"/>
    <w:rsid w:val="00867FDA"/>
    <w:rsid w:val="008704AB"/>
    <w:rsid w:val="0087054A"/>
    <w:rsid w:val="008706BB"/>
    <w:rsid w:val="00870C7C"/>
    <w:rsid w:val="00870E88"/>
    <w:rsid w:val="00870FE6"/>
    <w:rsid w:val="008720AA"/>
    <w:rsid w:val="00872128"/>
    <w:rsid w:val="0087279F"/>
    <w:rsid w:val="00872E8E"/>
    <w:rsid w:val="00872EB4"/>
    <w:rsid w:val="00873215"/>
    <w:rsid w:val="008735E9"/>
    <w:rsid w:val="008737B9"/>
    <w:rsid w:val="008742E0"/>
    <w:rsid w:val="00874339"/>
    <w:rsid w:val="00874759"/>
    <w:rsid w:val="00874BE1"/>
    <w:rsid w:val="0087555E"/>
    <w:rsid w:val="00875977"/>
    <w:rsid w:val="00875C79"/>
    <w:rsid w:val="0087600A"/>
    <w:rsid w:val="0087640F"/>
    <w:rsid w:val="0087661A"/>
    <w:rsid w:val="00876762"/>
    <w:rsid w:val="0087679A"/>
    <w:rsid w:val="00876BAF"/>
    <w:rsid w:val="00876E35"/>
    <w:rsid w:val="00876E75"/>
    <w:rsid w:val="00876ECD"/>
    <w:rsid w:val="008771FA"/>
    <w:rsid w:val="00877387"/>
    <w:rsid w:val="008777CC"/>
    <w:rsid w:val="0087780B"/>
    <w:rsid w:val="00877D79"/>
    <w:rsid w:val="00880190"/>
    <w:rsid w:val="008803B6"/>
    <w:rsid w:val="00880619"/>
    <w:rsid w:val="008807E1"/>
    <w:rsid w:val="00880B64"/>
    <w:rsid w:val="008813D3"/>
    <w:rsid w:val="0088184C"/>
    <w:rsid w:val="00881F8E"/>
    <w:rsid w:val="00882D3F"/>
    <w:rsid w:val="008830C9"/>
    <w:rsid w:val="008831C4"/>
    <w:rsid w:val="0088336F"/>
    <w:rsid w:val="00883EAD"/>
    <w:rsid w:val="00884369"/>
    <w:rsid w:val="00884652"/>
    <w:rsid w:val="008847F6"/>
    <w:rsid w:val="00884B44"/>
    <w:rsid w:val="00885AC8"/>
    <w:rsid w:val="00885BFF"/>
    <w:rsid w:val="00885C5A"/>
    <w:rsid w:val="00886424"/>
    <w:rsid w:val="008868A4"/>
    <w:rsid w:val="00886BF2"/>
    <w:rsid w:val="00886E7B"/>
    <w:rsid w:val="00886F39"/>
    <w:rsid w:val="00887149"/>
    <w:rsid w:val="00887391"/>
    <w:rsid w:val="008874D4"/>
    <w:rsid w:val="008876CA"/>
    <w:rsid w:val="00887BD3"/>
    <w:rsid w:val="00887E57"/>
    <w:rsid w:val="00887E7E"/>
    <w:rsid w:val="00887F9D"/>
    <w:rsid w:val="008901F5"/>
    <w:rsid w:val="00890EBE"/>
    <w:rsid w:val="008913C6"/>
    <w:rsid w:val="0089146A"/>
    <w:rsid w:val="008914A7"/>
    <w:rsid w:val="008914C8"/>
    <w:rsid w:val="00891534"/>
    <w:rsid w:val="00891932"/>
    <w:rsid w:val="00891CCD"/>
    <w:rsid w:val="00891E42"/>
    <w:rsid w:val="00891FED"/>
    <w:rsid w:val="00892004"/>
    <w:rsid w:val="008920F3"/>
    <w:rsid w:val="008924C2"/>
    <w:rsid w:val="0089268C"/>
    <w:rsid w:val="00892A0E"/>
    <w:rsid w:val="00892B27"/>
    <w:rsid w:val="00892B43"/>
    <w:rsid w:val="00892C54"/>
    <w:rsid w:val="00892DEA"/>
    <w:rsid w:val="00893133"/>
    <w:rsid w:val="0089341F"/>
    <w:rsid w:val="008939BD"/>
    <w:rsid w:val="00893BBA"/>
    <w:rsid w:val="008940C8"/>
    <w:rsid w:val="008944C3"/>
    <w:rsid w:val="00894A7F"/>
    <w:rsid w:val="00894C58"/>
    <w:rsid w:val="00894FAA"/>
    <w:rsid w:val="00895627"/>
    <w:rsid w:val="00895B0B"/>
    <w:rsid w:val="00895C07"/>
    <w:rsid w:val="0089649D"/>
    <w:rsid w:val="008966B5"/>
    <w:rsid w:val="00896971"/>
    <w:rsid w:val="00896A77"/>
    <w:rsid w:val="00896EF3"/>
    <w:rsid w:val="0089731F"/>
    <w:rsid w:val="00897968"/>
    <w:rsid w:val="00897EE1"/>
    <w:rsid w:val="008A1056"/>
    <w:rsid w:val="008A110A"/>
    <w:rsid w:val="008A1330"/>
    <w:rsid w:val="008A184E"/>
    <w:rsid w:val="008A1D1C"/>
    <w:rsid w:val="008A1F84"/>
    <w:rsid w:val="008A214E"/>
    <w:rsid w:val="008A2623"/>
    <w:rsid w:val="008A2762"/>
    <w:rsid w:val="008A2C32"/>
    <w:rsid w:val="008A30B0"/>
    <w:rsid w:val="008A30D9"/>
    <w:rsid w:val="008A34C7"/>
    <w:rsid w:val="008A36BD"/>
    <w:rsid w:val="008A3930"/>
    <w:rsid w:val="008A3ED0"/>
    <w:rsid w:val="008A3F2B"/>
    <w:rsid w:val="008A47C6"/>
    <w:rsid w:val="008A497A"/>
    <w:rsid w:val="008A4A84"/>
    <w:rsid w:val="008A4CA7"/>
    <w:rsid w:val="008A4CB4"/>
    <w:rsid w:val="008A514E"/>
    <w:rsid w:val="008A55B8"/>
    <w:rsid w:val="008A5977"/>
    <w:rsid w:val="008A5A06"/>
    <w:rsid w:val="008A5E86"/>
    <w:rsid w:val="008A5F21"/>
    <w:rsid w:val="008A6461"/>
    <w:rsid w:val="008A655F"/>
    <w:rsid w:val="008A671E"/>
    <w:rsid w:val="008A6787"/>
    <w:rsid w:val="008A6D13"/>
    <w:rsid w:val="008A6E1A"/>
    <w:rsid w:val="008A6F81"/>
    <w:rsid w:val="008A70C9"/>
    <w:rsid w:val="008A72B8"/>
    <w:rsid w:val="008A757C"/>
    <w:rsid w:val="008A772B"/>
    <w:rsid w:val="008A7763"/>
    <w:rsid w:val="008A7915"/>
    <w:rsid w:val="008A7C91"/>
    <w:rsid w:val="008B018C"/>
    <w:rsid w:val="008B0247"/>
    <w:rsid w:val="008B035C"/>
    <w:rsid w:val="008B0819"/>
    <w:rsid w:val="008B0E8B"/>
    <w:rsid w:val="008B0FB8"/>
    <w:rsid w:val="008B0FD5"/>
    <w:rsid w:val="008B103E"/>
    <w:rsid w:val="008B1194"/>
    <w:rsid w:val="008B12C3"/>
    <w:rsid w:val="008B132A"/>
    <w:rsid w:val="008B1B62"/>
    <w:rsid w:val="008B1BC1"/>
    <w:rsid w:val="008B1F76"/>
    <w:rsid w:val="008B26E0"/>
    <w:rsid w:val="008B2B70"/>
    <w:rsid w:val="008B2BEC"/>
    <w:rsid w:val="008B2C0A"/>
    <w:rsid w:val="008B2E6A"/>
    <w:rsid w:val="008B32B0"/>
    <w:rsid w:val="008B3765"/>
    <w:rsid w:val="008B39B4"/>
    <w:rsid w:val="008B40FF"/>
    <w:rsid w:val="008B4157"/>
    <w:rsid w:val="008B49BD"/>
    <w:rsid w:val="008B4F38"/>
    <w:rsid w:val="008B53BA"/>
    <w:rsid w:val="008B53F1"/>
    <w:rsid w:val="008B5632"/>
    <w:rsid w:val="008B5730"/>
    <w:rsid w:val="008B5B4F"/>
    <w:rsid w:val="008B5EBA"/>
    <w:rsid w:val="008B5ED0"/>
    <w:rsid w:val="008B5FF4"/>
    <w:rsid w:val="008B6206"/>
    <w:rsid w:val="008B6743"/>
    <w:rsid w:val="008B6831"/>
    <w:rsid w:val="008B72D5"/>
    <w:rsid w:val="008B7720"/>
    <w:rsid w:val="008B78DF"/>
    <w:rsid w:val="008B7901"/>
    <w:rsid w:val="008B7B37"/>
    <w:rsid w:val="008B7B81"/>
    <w:rsid w:val="008C003D"/>
    <w:rsid w:val="008C018F"/>
    <w:rsid w:val="008C0480"/>
    <w:rsid w:val="008C09B6"/>
    <w:rsid w:val="008C0D4A"/>
    <w:rsid w:val="008C0E1E"/>
    <w:rsid w:val="008C0E5C"/>
    <w:rsid w:val="008C109C"/>
    <w:rsid w:val="008C14B8"/>
    <w:rsid w:val="008C15A7"/>
    <w:rsid w:val="008C168A"/>
    <w:rsid w:val="008C1CF6"/>
    <w:rsid w:val="008C1E8B"/>
    <w:rsid w:val="008C2136"/>
    <w:rsid w:val="008C26FF"/>
    <w:rsid w:val="008C2F0A"/>
    <w:rsid w:val="008C406F"/>
    <w:rsid w:val="008C4255"/>
    <w:rsid w:val="008C4616"/>
    <w:rsid w:val="008C4777"/>
    <w:rsid w:val="008C497D"/>
    <w:rsid w:val="008C4AAB"/>
    <w:rsid w:val="008C4B1C"/>
    <w:rsid w:val="008C54D3"/>
    <w:rsid w:val="008C5876"/>
    <w:rsid w:val="008C5D89"/>
    <w:rsid w:val="008C629A"/>
    <w:rsid w:val="008C6757"/>
    <w:rsid w:val="008C6807"/>
    <w:rsid w:val="008C75D0"/>
    <w:rsid w:val="008C771A"/>
    <w:rsid w:val="008C7787"/>
    <w:rsid w:val="008C7969"/>
    <w:rsid w:val="008C7C0B"/>
    <w:rsid w:val="008C7D55"/>
    <w:rsid w:val="008D037B"/>
    <w:rsid w:val="008D0428"/>
    <w:rsid w:val="008D0B0D"/>
    <w:rsid w:val="008D0B50"/>
    <w:rsid w:val="008D0C43"/>
    <w:rsid w:val="008D13E0"/>
    <w:rsid w:val="008D13EC"/>
    <w:rsid w:val="008D16C8"/>
    <w:rsid w:val="008D18BD"/>
    <w:rsid w:val="008D1938"/>
    <w:rsid w:val="008D1F7B"/>
    <w:rsid w:val="008D2170"/>
    <w:rsid w:val="008D251F"/>
    <w:rsid w:val="008D2859"/>
    <w:rsid w:val="008D2AB9"/>
    <w:rsid w:val="008D2E59"/>
    <w:rsid w:val="008D3000"/>
    <w:rsid w:val="008D3202"/>
    <w:rsid w:val="008D32A5"/>
    <w:rsid w:val="008D358C"/>
    <w:rsid w:val="008D3929"/>
    <w:rsid w:val="008D3992"/>
    <w:rsid w:val="008D418E"/>
    <w:rsid w:val="008D488C"/>
    <w:rsid w:val="008D4CEC"/>
    <w:rsid w:val="008D4D8D"/>
    <w:rsid w:val="008D4F26"/>
    <w:rsid w:val="008D510E"/>
    <w:rsid w:val="008D53B5"/>
    <w:rsid w:val="008D5551"/>
    <w:rsid w:val="008D5746"/>
    <w:rsid w:val="008D5AC6"/>
    <w:rsid w:val="008D5B28"/>
    <w:rsid w:val="008D5DC0"/>
    <w:rsid w:val="008D5E41"/>
    <w:rsid w:val="008D5EE7"/>
    <w:rsid w:val="008D6181"/>
    <w:rsid w:val="008D657F"/>
    <w:rsid w:val="008D6D8B"/>
    <w:rsid w:val="008D7C57"/>
    <w:rsid w:val="008E007C"/>
    <w:rsid w:val="008E05C6"/>
    <w:rsid w:val="008E0BA0"/>
    <w:rsid w:val="008E0BB3"/>
    <w:rsid w:val="008E0C6D"/>
    <w:rsid w:val="008E0F64"/>
    <w:rsid w:val="008E0FBC"/>
    <w:rsid w:val="008E14C9"/>
    <w:rsid w:val="008E16FB"/>
    <w:rsid w:val="008E18D6"/>
    <w:rsid w:val="008E1A32"/>
    <w:rsid w:val="008E1A99"/>
    <w:rsid w:val="008E1D1F"/>
    <w:rsid w:val="008E20BD"/>
    <w:rsid w:val="008E2250"/>
    <w:rsid w:val="008E2479"/>
    <w:rsid w:val="008E24EE"/>
    <w:rsid w:val="008E2597"/>
    <w:rsid w:val="008E25D7"/>
    <w:rsid w:val="008E2614"/>
    <w:rsid w:val="008E26E7"/>
    <w:rsid w:val="008E2FED"/>
    <w:rsid w:val="008E30C3"/>
    <w:rsid w:val="008E30DC"/>
    <w:rsid w:val="008E36F1"/>
    <w:rsid w:val="008E375B"/>
    <w:rsid w:val="008E3811"/>
    <w:rsid w:val="008E391A"/>
    <w:rsid w:val="008E3A39"/>
    <w:rsid w:val="008E3FE3"/>
    <w:rsid w:val="008E4416"/>
    <w:rsid w:val="008E45EB"/>
    <w:rsid w:val="008E4ED8"/>
    <w:rsid w:val="008E5273"/>
    <w:rsid w:val="008E55CB"/>
    <w:rsid w:val="008E57CD"/>
    <w:rsid w:val="008E5A1D"/>
    <w:rsid w:val="008E61EE"/>
    <w:rsid w:val="008E647E"/>
    <w:rsid w:val="008E6661"/>
    <w:rsid w:val="008E6671"/>
    <w:rsid w:val="008E68A8"/>
    <w:rsid w:val="008E69E3"/>
    <w:rsid w:val="008E7D83"/>
    <w:rsid w:val="008F01AA"/>
    <w:rsid w:val="008F01FC"/>
    <w:rsid w:val="008F0204"/>
    <w:rsid w:val="008F03BC"/>
    <w:rsid w:val="008F04C8"/>
    <w:rsid w:val="008F057E"/>
    <w:rsid w:val="008F0D03"/>
    <w:rsid w:val="008F0D96"/>
    <w:rsid w:val="008F1013"/>
    <w:rsid w:val="008F10DE"/>
    <w:rsid w:val="008F124C"/>
    <w:rsid w:val="008F13E3"/>
    <w:rsid w:val="008F13FE"/>
    <w:rsid w:val="008F1428"/>
    <w:rsid w:val="008F1485"/>
    <w:rsid w:val="008F1D85"/>
    <w:rsid w:val="008F224C"/>
    <w:rsid w:val="008F2F1C"/>
    <w:rsid w:val="008F2F8E"/>
    <w:rsid w:val="008F307E"/>
    <w:rsid w:val="008F31AC"/>
    <w:rsid w:val="008F355D"/>
    <w:rsid w:val="008F376A"/>
    <w:rsid w:val="008F377F"/>
    <w:rsid w:val="008F381B"/>
    <w:rsid w:val="008F3C4C"/>
    <w:rsid w:val="008F4098"/>
    <w:rsid w:val="008F42FA"/>
    <w:rsid w:val="008F46BF"/>
    <w:rsid w:val="008F5260"/>
    <w:rsid w:val="008F5390"/>
    <w:rsid w:val="008F5B10"/>
    <w:rsid w:val="008F5B63"/>
    <w:rsid w:val="008F664D"/>
    <w:rsid w:val="008F6915"/>
    <w:rsid w:val="008F763A"/>
    <w:rsid w:val="008F76C4"/>
    <w:rsid w:val="008F7825"/>
    <w:rsid w:val="008F7840"/>
    <w:rsid w:val="008F7BBB"/>
    <w:rsid w:val="008F7BC9"/>
    <w:rsid w:val="0090030B"/>
    <w:rsid w:val="00900FF2"/>
    <w:rsid w:val="009015D4"/>
    <w:rsid w:val="00901EFA"/>
    <w:rsid w:val="009021E6"/>
    <w:rsid w:val="009023F0"/>
    <w:rsid w:val="009024AE"/>
    <w:rsid w:val="00902997"/>
    <w:rsid w:val="00902B46"/>
    <w:rsid w:val="00902BE8"/>
    <w:rsid w:val="00902D40"/>
    <w:rsid w:val="009032D1"/>
    <w:rsid w:val="009033B7"/>
    <w:rsid w:val="0090351B"/>
    <w:rsid w:val="0090355F"/>
    <w:rsid w:val="00903878"/>
    <w:rsid w:val="00903D05"/>
    <w:rsid w:val="00904905"/>
    <w:rsid w:val="00905159"/>
    <w:rsid w:val="0090537E"/>
    <w:rsid w:val="00905628"/>
    <w:rsid w:val="009057BA"/>
    <w:rsid w:val="0090591F"/>
    <w:rsid w:val="00905D47"/>
    <w:rsid w:val="0090652C"/>
    <w:rsid w:val="00906CC3"/>
    <w:rsid w:val="00906CD7"/>
    <w:rsid w:val="00907020"/>
    <w:rsid w:val="00907302"/>
    <w:rsid w:val="00907386"/>
    <w:rsid w:val="009073BE"/>
    <w:rsid w:val="0090747B"/>
    <w:rsid w:val="0090762C"/>
    <w:rsid w:val="0090787B"/>
    <w:rsid w:val="00907DAD"/>
    <w:rsid w:val="00907EF0"/>
    <w:rsid w:val="0091004F"/>
    <w:rsid w:val="0091027D"/>
    <w:rsid w:val="00910379"/>
    <w:rsid w:val="00910417"/>
    <w:rsid w:val="00910BB2"/>
    <w:rsid w:val="00910D16"/>
    <w:rsid w:val="00910DBA"/>
    <w:rsid w:val="00911B7C"/>
    <w:rsid w:val="00911CC4"/>
    <w:rsid w:val="00912154"/>
    <w:rsid w:val="009122A6"/>
    <w:rsid w:val="00912468"/>
    <w:rsid w:val="00912772"/>
    <w:rsid w:val="009128E6"/>
    <w:rsid w:val="00912A15"/>
    <w:rsid w:val="00912B8D"/>
    <w:rsid w:val="00912F27"/>
    <w:rsid w:val="009133E0"/>
    <w:rsid w:val="00913405"/>
    <w:rsid w:val="0091350C"/>
    <w:rsid w:val="00913571"/>
    <w:rsid w:val="00913D35"/>
    <w:rsid w:val="009147B3"/>
    <w:rsid w:val="009148C3"/>
    <w:rsid w:val="00914AA3"/>
    <w:rsid w:val="009151D6"/>
    <w:rsid w:val="009152EB"/>
    <w:rsid w:val="009153FE"/>
    <w:rsid w:val="00915A1A"/>
    <w:rsid w:val="00915A49"/>
    <w:rsid w:val="009163C8"/>
    <w:rsid w:val="00916541"/>
    <w:rsid w:val="00916639"/>
    <w:rsid w:val="00916671"/>
    <w:rsid w:val="00916A20"/>
    <w:rsid w:val="009171E7"/>
    <w:rsid w:val="009174D6"/>
    <w:rsid w:val="00917577"/>
    <w:rsid w:val="009176E0"/>
    <w:rsid w:val="00917745"/>
    <w:rsid w:val="00917959"/>
    <w:rsid w:val="00920006"/>
    <w:rsid w:val="009209D0"/>
    <w:rsid w:val="00920B97"/>
    <w:rsid w:val="00920FB8"/>
    <w:rsid w:val="0092109F"/>
    <w:rsid w:val="009210CB"/>
    <w:rsid w:val="00921361"/>
    <w:rsid w:val="00921588"/>
    <w:rsid w:val="00921AB0"/>
    <w:rsid w:val="00921C3C"/>
    <w:rsid w:val="0092227D"/>
    <w:rsid w:val="009222C5"/>
    <w:rsid w:val="00922633"/>
    <w:rsid w:val="009227AF"/>
    <w:rsid w:val="00922B80"/>
    <w:rsid w:val="00922F22"/>
    <w:rsid w:val="009232D4"/>
    <w:rsid w:val="00923447"/>
    <w:rsid w:val="00923827"/>
    <w:rsid w:val="00923F19"/>
    <w:rsid w:val="009240CD"/>
    <w:rsid w:val="00924368"/>
    <w:rsid w:val="009246E5"/>
    <w:rsid w:val="00924900"/>
    <w:rsid w:val="0092497A"/>
    <w:rsid w:val="0092500C"/>
    <w:rsid w:val="009254E8"/>
    <w:rsid w:val="00925BE7"/>
    <w:rsid w:val="00925D92"/>
    <w:rsid w:val="00925F4B"/>
    <w:rsid w:val="00926486"/>
    <w:rsid w:val="009264CF"/>
    <w:rsid w:val="009266C1"/>
    <w:rsid w:val="00926C11"/>
    <w:rsid w:val="00927E56"/>
    <w:rsid w:val="00930136"/>
    <w:rsid w:val="009302AB"/>
    <w:rsid w:val="009302DF"/>
    <w:rsid w:val="00930331"/>
    <w:rsid w:val="00930B9D"/>
    <w:rsid w:val="00930BAA"/>
    <w:rsid w:val="00930DE5"/>
    <w:rsid w:val="00930E8C"/>
    <w:rsid w:val="00931265"/>
    <w:rsid w:val="00931297"/>
    <w:rsid w:val="009314DE"/>
    <w:rsid w:val="0093194A"/>
    <w:rsid w:val="009321A7"/>
    <w:rsid w:val="009322D0"/>
    <w:rsid w:val="0093251F"/>
    <w:rsid w:val="009326C2"/>
    <w:rsid w:val="00932873"/>
    <w:rsid w:val="009329EC"/>
    <w:rsid w:val="009329FF"/>
    <w:rsid w:val="00932ABC"/>
    <w:rsid w:val="009330FB"/>
    <w:rsid w:val="0093331E"/>
    <w:rsid w:val="009335F5"/>
    <w:rsid w:val="009335FA"/>
    <w:rsid w:val="00934367"/>
    <w:rsid w:val="009343FF"/>
    <w:rsid w:val="00935056"/>
    <w:rsid w:val="009350FD"/>
    <w:rsid w:val="009352B7"/>
    <w:rsid w:val="00935ACF"/>
    <w:rsid w:val="00935B7A"/>
    <w:rsid w:val="00935D9E"/>
    <w:rsid w:val="00935DF0"/>
    <w:rsid w:val="00935F37"/>
    <w:rsid w:val="00936061"/>
    <w:rsid w:val="00936113"/>
    <w:rsid w:val="00936373"/>
    <w:rsid w:val="00936664"/>
    <w:rsid w:val="009367EA"/>
    <w:rsid w:val="00936A53"/>
    <w:rsid w:val="00936BEC"/>
    <w:rsid w:val="00936C96"/>
    <w:rsid w:val="00936D82"/>
    <w:rsid w:val="009371AA"/>
    <w:rsid w:val="00937449"/>
    <w:rsid w:val="00937AC6"/>
    <w:rsid w:val="009400EC"/>
    <w:rsid w:val="00940219"/>
    <w:rsid w:val="00940838"/>
    <w:rsid w:val="00940EAE"/>
    <w:rsid w:val="00941DB4"/>
    <w:rsid w:val="00941FF9"/>
    <w:rsid w:val="00942256"/>
    <w:rsid w:val="0094268D"/>
    <w:rsid w:val="00942E21"/>
    <w:rsid w:val="00943173"/>
    <w:rsid w:val="00943503"/>
    <w:rsid w:val="0094361C"/>
    <w:rsid w:val="00943763"/>
    <w:rsid w:val="00943A14"/>
    <w:rsid w:val="00943A90"/>
    <w:rsid w:val="00943AE0"/>
    <w:rsid w:val="0094413C"/>
    <w:rsid w:val="00944412"/>
    <w:rsid w:val="009444C4"/>
    <w:rsid w:val="00944650"/>
    <w:rsid w:val="00944C08"/>
    <w:rsid w:val="00944CF7"/>
    <w:rsid w:val="00944D85"/>
    <w:rsid w:val="00944EA6"/>
    <w:rsid w:val="00945766"/>
    <w:rsid w:val="00945D42"/>
    <w:rsid w:val="00945F70"/>
    <w:rsid w:val="0094610E"/>
    <w:rsid w:val="009468D9"/>
    <w:rsid w:val="009471AB"/>
    <w:rsid w:val="009472E7"/>
    <w:rsid w:val="0094742A"/>
    <w:rsid w:val="009475AB"/>
    <w:rsid w:val="0095000F"/>
    <w:rsid w:val="009505E2"/>
    <w:rsid w:val="00950754"/>
    <w:rsid w:val="009509CC"/>
    <w:rsid w:val="00950AE8"/>
    <w:rsid w:val="009510FA"/>
    <w:rsid w:val="00951524"/>
    <w:rsid w:val="0095167D"/>
    <w:rsid w:val="00951F4D"/>
    <w:rsid w:val="00952039"/>
    <w:rsid w:val="0095295D"/>
    <w:rsid w:val="0095298E"/>
    <w:rsid w:val="00952B73"/>
    <w:rsid w:val="009531A9"/>
    <w:rsid w:val="00953554"/>
    <w:rsid w:val="009537EB"/>
    <w:rsid w:val="00953A07"/>
    <w:rsid w:val="00953E8F"/>
    <w:rsid w:val="00953FB9"/>
    <w:rsid w:val="009556FB"/>
    <w:rsid w:val="0095596A"/>
    <w:rsid w:val="0095611C"/>
    <w:rsid w:val="009561CE"/>
    <w:rsid w:val="009566CD"/>
    <w:rsid w:val="009566F7"/>
    <w:rsid w:val="009567F1"/>
    <w:rsid w:val="0095718F"/>
    <w:rsid w:val="009571A7"/>
    <w:rsid w:val="0095753C"/>
    <w:rsid w:val="009576A2"/>
    <w:rsid w:val="00957845"/>
    <w:rsid w:val="00957A22"/>
    <w:rsid w:val="00957A2B"/>
    <w:rsid w:val="00957F31"/>
    <w:rsid w:val="009601D8"/>
    <w:rsid w:val="00960717"/>
    <w:rsid w:val="00960DDD"/>
    <w:rsid w:val="0096140C"/>
    <w:rsid w:val="009616AA"/>
    <w:rsid w:val="00961701"/>
    <w:rsid w:val="00961B36"/>
    <w:rsid w:val="00961BB8"/>
    <w:rsid w:val="00961C3E"/>
    <w:rsid w:val="00961C45"/>
    <w:rsid w:val="00961C67"/>
    <w:rsid w:val="00961D6B"/>
    <w:rsid w:val="00961F3B"/>
    <w:rsid w:val="00961FBC"/>
    <w:rsid w:val="00962287"/>
    <w:rsid w:val="009628C0"/>
    <w:rsid w:val="009628DD"/>
    <w:rsid w:val="00962A81"/>
    <w:rsid w:val="00962BAC"/>
    <w:rsid w:val="00962C51"/>
    <w:rsid w:val="00963963"/>
    <w:rsid w:val="00963B4E"/>
    <w:rsid w:val="00963FA6"/>
    <w:rsid w:val="0096429C"/>
    <w:rsid w:val="00964949"/>
    <w:rsid w:val="00964E81"/>
    <w:rsid w:val="00964EDF"/>
    <w:rsid w:val="00965028"/>
    <w:rsid w:val="00965735"/>
    <w:rsid w:val="00965B57"/>
    <w:rsid w:val="00965D30"/>
    <w:rsid w:val="009664B2"/>
    <w:rsid w:val="00966D76"/>
    <w:rsid w:val="00966D96"/>
    <w:rsid w:val="00966DFA"/>
    <w:rsid w:val="00967118"/>
    <w:rsid w:val="009673A0"/>
    <w:rsid w:val="0096764E"/>
    <w:rsid w:val="00967CB2"/>
    <w:rsid w:val="00970750"/>
    <w:rsid w:val="00971926"/>
    <w:rsid w:val="00971A56"/>
    <w:rsid w:val="00971AA9"/>
    <w:rsid w:val="00971BF4"/>
    <w:rsid w:val="00971CBB"/>
    <w:rsid w:val="00971D4C"/>
    <w:rsid w:val="00971EF7"/>
    <w:rsid w:val="009722FE"/>
    <w:rsid w:val="00972445"/>
    <w:rsid w:val="0097265B"/>
    <w:rsid w:val="00972667"/>
    <w:rsid w:val="00972DD4"/>
    <w:rsid w:val="00972E6E"/>
    <w:rsid w:val="009732FE"/>
    <w:rsid w:val="0097346D"/>
    <w:rsid w:val="00973C1A"/>
    <w:rsid w:val="00973F5E"/>
    <w:rsid w:val="00974053"/>
    <w:rsid w:val="00974247"/>
    <w:rsid w:val="00974CA4"/>
    <w:rsid w:val="00975411"/>
    <w:rsid w:val="009757F7"/>
    <w:rsid w:val="00975AD1"/>
    <w:rsid w:val="00975B6A"/>
    <w:rsid w:val="0097606C"/>
    <w:rsid w:val="00976566"/>
    <w:rsid w:val="009766FE"/>
    <w:rsid w:val="009768F7"/>
    <w:rsid w:val="00976E49"/>
    <w:rsid w:val="009773A5"/>
    <w:rsid w:val="0097763E"/>
    <w:rsid w:val="00980234"/>
    <w:rsid w:val="0098047F"/>
    <w:rsid w:val="009807B9"/>
    <w:rsid w:val="00980CB8"/>
    <w:rsid w:val="00980E51"/>
    <w:rsid w:val="00981079"/>
    <w:rsid w:val="00981B15"/>
    <w:rsid w:val="009820EA"/>
    <w:rsid w:val="00982672"/>
    <w:rsid w:val="009829E4"/>
    <w:rsid w:val="00982D47"/>
    <w:rsid w:val="00982E54"/>
    <w:rsid w:val="00982F28"/>
    <w:rsid w:val="00983252"/>
    <w:rsid w:val="00983DED"/>
    <w:rsid w:val="00984667"/>
    <w:rsid w:val="0098534E"/>
    <w:rsid w:val="0098548C"/>
    <w:rsid w:val="009858B9"/>
    <w:rsid w:val="00985A9A"/>
    <w:rsid w:val="00985BB9"/>
    <w:rsid w:val="00985F0C"/>
    <w:rsid w:val="00986CA0"/>
    <w:rsid w:val="00986CC9"/>
    <w:rsid w:val="009870F2"/>
    <w:rsid w:val="0098771A"/>
    <w:rsid w:val="009878E7"/>
    <w:rsid w:val="00987B87"/>
    <w:rsid w:val="00987CB8"/>
    <w:rsid w:val="009903F7"/>
    <w:rsid w:val="00990408"/>
    <w:rsid w:val="0099063B"/>
    <w:rsid w:val="00990D19"/>
    <w:rsid w:val="00990F1B"/>
    <w:rsid w:val="009912F7"/>
    <w:rsid w:val="00992660"/>
    <w:rsid w:val="00992762"/>
    <w:rsid w:val="0099284A"/>
    <w:rsid w:val="00992A44"/>
    <w:rsid w:val="00992B2A"/>
    <w:rsid w:val="00993073"/>
    <w:rsid w:val="0099389E"/>
    <w:rsid w:val="00993A34"/>
    <w:rsid w:val="00993B6B"/>
    <w:rsid w:val="00993F12"/>
    <w:rsid w:val="009941CD"/>
    <w:rsid w:val="00994391"/>
    <w:rsid w:val="0099450D"/>
    <w:rsid w:val="009945BF"/>
    <w:rsid w:val="00994685"/>
    <w:rsid w:val="009947F0"/>
    <w:rsid w:val="00994EC7"/>
    <w:rsid w:val="009952EF"/>
    <w:rsid w:val="00995330"/>
    <w:rsid w:val="009956F9"/>
    <w:rsid w:val="00995AFF"/>
    <w:rsid w:val="00995C5C"/>
    <w:rsid w:val="00995CC3"/>
    <w:rsid w:val="009960CD"/>
    <w:rsid w:val="009963F8"/>
    <w:rsid w:val="0099663D"/>
    <w:rsid w:val="0099687F"/>
    <w:rsid w:val="00996BAA"/>
    <w:rsid w:val="00996E08"/>
    <w:rsid w:val="00996E47"/>
    <w:rsid w:val="00996EB9"/>
    <w:rsid w:val="009A0140"/>
    <w:rsid w:val="009A032A"/>
    <w:rsid w:val="009A0390"/>
    <w:rsid w:val="009A0492"/>
    <w:rsid w:val="009A06CA"/>
    <w:rsid w:val="009A097F"/>
    <w:rsid w:val="009A0B6C"/>
    <w:rsid w:val="009A0CAA"/>
    <w:rsid w:val="009A0FDD"/>
    <w:rsid w:val="009A11F0"/>
    <w:rsid w:val="009A1599"/>
    <w:rsid w:val="009A2548"/>
    <w:rsid w:val="009A2974"/>
    <w:rsid w:val="009A299D"/>
    <w:rsid w:val="009A2FB6"/>
    <w:rsid w:val="009A31CD"/>
    <w:rsid w:val="009A334B"/>
    <w:rsid w:val="009A34E3"/>
    <w:rsid w:val="009A355D"/>
    <w:rsid w:val="009A38BD"/>
    <w:rsid w:val="009A4131"/>
    <w:rsid w:val="009A44C1"/>
    <w:rsid w:val="009A44E1"/>
    <w:rsid w:val="009A45C4"/>
    <w:rsid w:val="009A4956"/>
    <w:rsid w:val="009A4C28"/>
    <w:rsid w:val="009A5142"/>
    <w:rsid w:val="009A5F60"/>
    <w:rsid w:val="009A6139"/>
    <w:rsid w:val="009A6438"/>
    <w:rsid w:val="009A66B8"/>
    <w:rsid w:val="009A671B"/>
    <w:rsid w:val="009A6ACF"/>
    <w:rsid w:val="009A6B1C"/>
    <w:rsid w:val="009A6F39"/>
    <w:rsid w:val="009A71F3"/>
    <w:rsid w:val="009A763A"/>
    <w:rsid w:val="009A78F1"/>
    <w:rsid w:val="009A7DBC"/>
    <w:rsid w:val="009A7EDB"/>
    <w:rsid w:val="009B001A"/>
    <w:rsid w:val="009B0112"/>
    <w:rsid w:val="009B0231"/>
    <w:rsid w:val="009B026F"/>
    <w:rsid w:val="009B03BF"/>
    <w:rsid w:val="009B03E2"/>
    <w:rsid w:val="009B04EB"/>
    <w:rsid w:val="009B05B4"/>
    <w:rsid w:val="009B0923"/>
    <w:rsid w:val="009B0957"/>
    <w:rsid w:val="009B0C2F"/>
    <w:rsid w:val="009B0C6E"/>
    <w:rsid w:val="009B113B"/>
    <w:rsid w:val="009B11B8"/>
    <w:rsid w:val="009B2054"/>
    <w:rsid w:val="009B2133"/>
    <w:rsid w:val="009B2241"/>
    <w:rsid w:val="009B277F"/>
    <w:rsid w:val="009B2791"/>
    <w:rsid w:val="009B29BF"/>
    <w:rsid w:val="009B2A51"/>
    <w:rsid w:val="009B2BD5"/>
    <w:rsid w:val="009B2D4D"/>
    <w:rsid w:val="009B2E6C"/>
    <w:rsid w:val="009B33A6"/>
    <w:rsid w:val="009B35DC"/>
    <w:rsid w:val="009B3795"/>
    <w:rsid w:val="009B3B5D"/>
    <w:rsid w:val="009B3DAD"/>
    <w:rsid w:val="009B3EF2"/>
    <w:rsid w:val="009B3F5D"/>
    <w:rsid w:val="009B470D"/>
    <w:rsid w:val="009B497B"/>
    <w:rsid w:val="009B4F43"/>
    <w:rsid w:val="009B5047"/>
    <w:rsid w:val="009B52D7"/>
    <w:rsid w:val="009B544A"/>
    <w:rsid w:val="009B5583"/>
    <w:rsid w:val="009B5A5B"/>
    <w:rsid w:val="009B5AD3"/>
    <w:rsid w:val="009B5B90"/>
    <w:rsid w:val="009B5D70"/>
    <w:rsid w:val="009B6330"/>
    <w:rsid w:val="009B6372"/>
    <w:rsid w:val="009B64AB"/>
    <w:rsid w:val="009B6751"/>
    <w:rsid w:val="009B69A8"/>
    <w:rsid w:val="009B6CCF"/>
    <w:rsid w:val="009B71B5"/>
    <w:rsid w:val="009B71E6"/>
    <w:rsid w:val="009B729E"/>
    <w:rsid w:val="009B74AB"/>
    <w:rsid w:val="009C0784"/>
    <w:rsid w:val="009C0B24"/>
    <w:rsid w:val="009C0CA3"/>
    <w:rsid w:val="009C1080"/>
    <w:rsid w:val="009C18A4"/>
    <w:rsid w:val="009C1EA9"/>
    <w:rsid w:val="009C21E2"/>
    <w:rsid w:val="009C2E49"/>
    <w:rsid w:val="009C3109"/>
    <w:rsid w:val="009C34D1"/>
    <w:rsid w:val="009C34FD"/>
    <w:rsid w:val="009C353C"/>
    <w:rsid w:val="009C3E4C"/>
    <w:rsid w:val="009C3F2A"/>
    <w:rsid w:val="009C404E"/>
    <w:rsid w:val="009C442E"/>
    <w:rsid w:val="009C4B63"/>
    <w:rsid w:val="009C4CA5"/>
    <w:rsid w:val="009C5295"/>
    <w:rsid w:val="009C53CA"/>
    <w:rsid w:val="009C64CA"/>
    <w:rsid w:val="009C6B00"/>
    <w:rsid w:val="009C6F05"/>
    <w:rsid w:val="009C71C9"/>
    <w:rsid w:val="009C73B3"/>
    <w:rsid w:val="009C74FB"/>
    <w:rsid w:val="009C763F"/>
    <w:rsid w:val="009C7D2E"/>
    <w:rsid w:val="009C7DDE"/>
    <w:rsid w:val="009D03C2"/>
    <w:rsid w:val="009D041F"/>
    <w:rsid w:val="009D0B92"/>
    <w:rsid w:val="009D0EFB"/>
    <w:rsid w:val="009D1341"/>
    <w:rsid w:val="009D1581"/>
    <w:rsid w:val="009D1E6F"/>
    <w:rsid w:val="009D2313"/>
    <w:rsid w:val="009D2425"/>
    <w:rsid w:val="009D248E"/>
    <w:rsid w:val="009D2FDE"/>
    <w:rsid w:val="009D36B5"/>
    <w:rsid w:val="009D3701"/>
    <w:rsid w:val="009D3732"/>
    <w:rsid w:val="009D4D69"/>
    <w:rsid w:val="009D4E21"/>
    <w:rsid w:val="009D4E80"/>
    <w:rsid w:val="009D5E44"/>
    <w:rsid w:val="009D6531"/>
    <w:rsid w:val="009D685D"/>
    <w:rsid w:val="009D6CA5"/>
    <w:rsid w:val="009D6D45"/>
    <w:rsid w:val="009D6E02"/>
    <w:rsid w:val="009D6E7B"/>
    <w:rsid w:val="009D6E83"/>
    <w:rsid w:val="009D712C"/>
    <w:rsid w:val="009D72C3"/>
    <w:rsid w:val="009D77B2"/>
    <w:rsid w:val="009D7993"/>
    <w:rsid w:val="009D7AA5"/>
    <w:rsid w:val="009E00BF"/>
    <w:rsid w:val="009E0480"/>
    <w:rsid w:val="009E0D48"/>
    <w:rsid w:val="009E0D8B"/>
    <w:rsid w:val="009E1731"/>
    <w:rsid w:val="009E18FA"/>
    <w:rsid w:val="009E1D66"/>
    <w:rsid w:val="009E1D74"/>
    <w:rsid w:val="009E2122"/>
    <w:rsid w:val="009E220D"/>
    <w:rsid w:val="009E2368"/>
    <w:rsid w:val="009E23D4"/>
    <w:rsid w:val="009E243B"/>
    <w:rsid w:val="009E2562"/>
    <w:rsid w:val="009E269C"/>
    <w:rsid w:val="009E26C9"/>
    <w:rsid w:val="009E35F9"/>
    <w:rsid w:val="009E3A24"/>
    <w:rsid w:val="009E3BE5"/>
    <w:rsid w:val="009E4137"/>
    <w:rsid w:val="009E42B6"/>
    <w:rsid w:val="009E4512"/>
    <w:rsid w:val="009E4AEB"/>
    <w:rsid w:val="009E4B56"/>
    <w:rsid w:val="009E4C77"/>
    <w:rsid w:val="009E4CCD"/>
    <w:rsid w:val="009E52BE"/>
    <w:rsid w:val="009E5580"/>
    <w:rsid w:val="009E55EE"/>
    <w:rsid w:val="009E59DB"/>
    <w:rsid w:val="009E5B59"/>
    <w:rsid w:val="009E5D83"/>
    <w:rsid w:val="009E61AE"/>
    <w:rsid w:val="009E632F"/>
    <w:rsid w:val="009E63DD"/>
    <w:rsid w:val="009E69B4"/>
    <w:rsid w:val="009E6B84"/>
    <w:rsid w:val="009E6EF0"/>
    <w:rsid w:val="009E6EF1"/>
    <w:rsid w:val="009E6F91"/>
    <w:rsid w:val="009E78D9"/>
    <w:rsid w:val="009E7A37"/>
    <w:rsid w:val="009E7AEB"/>
    <w:rsid w:val="009E7D57"/>
    <w:rsid w:val="009E7F26"/>
    <w:rsid w:val="009F00E8"/>
    <w:rsid w:val="009F01E2"/>
    <w:rsid w:val="009F025D"/>
    <w:rsid w:val="009F0789"/>
    <w:rsid w:val="009F1197"/>
    <w:rsid w:val="009F11D6"/>
    <w:rsid w:val="009F15DF"/>
    <w:rsid w:val="009F15FA"/>
    <w:rsid w:val="009F1881"/>
    <w:rsid w:val="009F1AA0"/>
    <w:rsid w:val="009F1AF1"/>
    <w:rsid w:val="009F1C14"/>
    <w:rsid w:val="009F1DB9"/>
    <w:rsid w:val="009F204C"/>
    <w:rsid w:val="009F27EC"/>
    <w:rsid w:val="009F2854"/>
    <w:rsid w:val="009F29B2"/>
    <w:rsid w:val="009F2DA0"/>
    <w:rsid w:val="009F372C"/>
    <w:rsid w:val="009F384A"/>
    <w:rsid w:val="009F3B25"/>
    <w:rsid w:val="009F3F26"/>
    <w:rsid w:val="009F42B4"/>
    <w:rsid w:val="009F4510"/>
    <w:rsid w:val="009F4512"/>
    <w:rsid w:val="009F4A3A"/>
    <w:rsid w:val="009F4F3C"/>
    <w:rsid w:val="009F5054"/>
    <w:rsid w:val="009F52C7"/>
    <w:rsid w:val="009F586E"/>
    <w:rsid w:val="009F5978"/>
    <w:rsid w:val="009F5C29"/>
    <w:rsid w:val="009F6696"/>
    <w:rsid w:val="009F6949"/>
    <w:rsid w:val="009F6B0D"/>
    <w:rsid w:val="009F6C70"/>
    <w:rsid w:val="009F6F7F"/>
    <w:rsid w:val="009F7172"/>
    <w:rsid w:val="009F74A9"/>
    <w:rsid w:val="009F7782"/>
    <w:rsid w:val="009F7D7B"/>
    <w:rsid w:val="009F7F6E"/>
    <w:rsid w:val="00A00180"/>
    <w:rsid w:val="00A0062E"/>
    <w:rsid w:val="00A00723"/>
    <w:rsid w:val="00A00748"/>
    <w:rsid w:val="00A0109F"/>
    <w:rsid w:val="00A01125"/>
    <w:rsid w:val="00A015B5"/>
    <w:rsid w:val="00A01675"/>
    <w:rsid w:val="00A01BC5"/>
    <w:rsid w:val="00A01E29"/>
    <w:rsid w:val="00A02419"/>
    <w:rsid w:val="00A02549"/>
    <w:rsid w:val="00A02570"/>
    <w:rsid w:val="00A027B7"/>
    <w:rsid w:val="00A0291E"/>
    <w:rsid w:val="00A0347E"/>
    <w:rsid w:val="00A035EB"/>
    <w:rsid w:val="00A03615"/>
    <w:rsid w:val="00A038F2"/>
    <w:rsid w:val="00A03C9C"/>
    <w:rsid w:val="00A03E82"/>
    <w:rsid w:val="00A041F4"/>
    <w:rsid w:val="00A04407"/>
    <w:rsid w:val="00A04734"/>
    <w:rsid w:val="00A04BA6"/>
    <w:rsid w:val="00A04BE7"/>
    <w:rsid w:val="00A050DF"/>
    <w:rsid w:val="00A05718"/>
    <w:rsid w:val="00A05945"/>
    <w:rsid w:val="00A060E9"/>
    <w:rsid w:val="00A062F7"/>
    <w:rsid w:val="00A07056"/>
    <w:rsid w:val="00A07394"/>
    <w:rsid w:val="00A0745D"/>
    <w:rsid w:val="00A1018C"/>
    <w:rsid w:val="00A101B0"/>
    <w:rsid w:val="00A10522"/>
    <w:rsid w:val="00A10523"/>
    <w:rsid w:val="00A10590"/>
    <w:rsid w:val="00A10E12"/>
    <w:rsid w:val="00A10F24"/>
    <w:rsid w:val="00A11156"/>
    <w:rsid w:val="00A112BA"/>
    <w:rsid w:val="00A11384"/>
    <w:rsid w:val="00A1179F"/>
    <w:rsid w:val="00A11A0C"/>
    <w:rsid w:val="00A11C70"/>
    <w:rsid w:val="00A11CC4"/>
    <w:rsid w:val="00A11CE5"/>
    <w:rsid w:val="00A1205B"/>
    <w:rsid w:val="00A125B2"/>
    <w:rsid w:val="00A12729"/>
    <w:rsid w:val="00A12B4E"/>
    <w:rsid w:val="00A12C4D"/>
    <w:rsid w:val="00A12D42"/>
    <w:rsid w:val="00A12ED7"/>
    <w:rsid w:val="00A131B5"/>
    <w:rsid w:val="00A1335F"/>
    <w:rsid w:val="00A1389A"/>
    <w:rsid w:val="00A13F1C"/>
    <w:rsid w:val="00A14102"/>
    <w:rsid w:val="00A14323"/>
    <w:rsid w:val="00A1442C"/>
    <w:rsid w:val="00A14A74"/>
    <w:rsid w:val="00A14B29"/>
    <w:rsid w:val="00A1508C"/>
    <w:rsid w:val="00A1599B"/>
    <w:rsid w:val="00A1609B"/>
    <w:rsid w:val="00A1626A"/>
    <w:rsid w:val="00A16A25"/>
    <w:rsid w:val="00A1708B"/>
    <w:rsid w:val="00A1715A"/>
    <w:rsid w:val="00A17C5A"/>
    <w:rsid w:val="00A17EDA"/>
    <w:rsid w:val="00A205AC"/>
    <w:rsid w:val="00A20819"/>
    <w:rsid w:val="00A209C4"/>
    <w:rsid w:val="00A20E09"/>
    <w:rsid w:val="00A210D5"/>
    <w:rsid w:val="00A2129A"/>
    <w:rsid w:val="00A2130D"/>
    <w:rsid w:val="00A21644"/>
    <w:rsid w:val="00A21763"/>
    <w:rsid w:val="00A21B23"/>
    <w:rsid w:val="00A225AA"/>
    <w:rsid w:val="00A225B3"/>
    <w:rsid w:val="00A22B17"/>
    <w:rsid w:val="00A22D72"/>
    <w:rsid w:val="00A231D2"/>
    <w:rsid w:val="00A23301"/>
    <w:rsid w:val="00A2330A"/>
    <w:rsid w:val="00A235E9"/>
    <w:rsid w:val="00A2369C"/>
    <w:rsid w:val="00A23F46"/>
    <w:rsid w:val="00A25301"/>
    <w:rsid w:val="00A259C6"/>
    <w:rsid w:val="00A262EC"/>
    <w:rsid w:val="00A26540"/>
    <w:rsid w:val="00A266AD"/>
    <w:rsid w:val="00A2691C"/>
    <w:rsid w:val="00A26A09"/>
    <w:rsid w:val="00A26A5B"/>
    <w:rsid w:val="00A26C0F"/>
    <w:rsid w:val="00A26D34"/>
    <w:rsid w:val="00A26DF5"/>
    <w:rsid w:val="00A2726F"/>
    <w:rsid w:val="00A2765B"/>
    <w:rsid w:val="00A2796A"/>
    <w:rsid w:val="00A279FA"/>
    <w:rsid w:val="00A27AFE"/>
    <w:rsid w:val="00A300C0"/>
    <w:rsid w:val="00A30134"/>
    <w:rsid w:val="00A30580"/>
    <w:rsid w:val="00A30787"/>
    <w:rsid w:val="00A30B0B"/>
    <w:rsid w:val="00A30D6C"/>
    <w:rsid w:val="00A31184"/>
    <w:rsid w:val="00A319B7"/>
    <w:rsid w:val="00A320E5"/>
    <w:rsid w:val="00A321EB"/>
    <w:rsid w:val="00A3245F"/>
    <w:rsid w:val="00A3250F"/>
    <w:rsid w:val="00A325E5"/>
    <w:rsid w:val="00A32662"/>
    <w:rsid w:val="00A32715"/>
    <w:rsid w:val="00A329F2"/>
    <w:rsid w:val="00A32E92"/>
    <w:rsid w:val="00A3332F"/>
    <w:rsid w:val="00A3391A"/>
    <w:rsid w:val="00A33A4B"/>
    <w:rsid w:val="00A33D6C"/>
    <w:rsid w:val="00A35005"/>
    <w:rsid w:val="00A35119"/>
    <w:rsid w:val="00A351C1"/>
    <w:rsid w:val="00A35704"/>
    <w:rsid w:val="00A3576A"/>
    <w:rsid w:val="00A3579B"/>
    <w:rsid w:val="00A357D4"/>
    <w:rsid w:val="00A3670B"/>
    <w:rsid w:val="00A368B9"/>
    <w:rsid w:val="00A36A25"/>
    <w:rsid w:val="00A36DC6"/>
    <w:rsid w:val="00A37270"/>
    <w:rsid w:val="00A373CF"/>
    <w:rsid w:val="00A37FD1"/>
    <w:rsid w:val="00A401A6"/>
    <w:rsid w:val="00A40207"/>
    <w:rsid w:val="00A402C2"/>
    <w:rsid w:val="00A4055C"/>
    <w:rsid w:val="00A40610"/>
    <w:rsid w:val="00A40BD0"/>
    <w:rsid w:val="00A41720"/>
    <w:rsid w:val="00A4186C"/>
    <w:rsid w:val="00A41A99"/>
    <w:rsid w:val="00A41C3D"/>
    <w:rsid w:val="00A41E03"/>
    <w:rsid w:val="00A42250"/>
    <w:rsid w:val="00A42A2F"/>
    <w:rsid w:val="00A42BD8"/>
    <w:rsid w:val="00A43019"/>
    <w:rsid w:val="00A4385E"/>
    <w:rsid w:val="00A44531"/>
    <w:rsid w:val="00A44ADC"/>
    <w:rsid w:val="00A44D1B"/>
    <w:rsid w:val="00A44ED0"/>
    <w:rsid w:val="00A4556E"/>
    <w:rsid w:val="00A459AA"/>
    <w:rsid w:val="00A459EF"/>
    <w:rsid w:val="00A45E3C"/>
    <w:rsid w:val="00A45EAC"/>
    <w:rsid w:val="00A46467"/>
    <w:rsid w:val="00A470CA"/>
    <w:rsid w:val="00A4766C"/>
    <w:rsid w:val="00A47C7B"/>
    <w:rsid w:val="00A50088"/>
    <w:rsid w:val="00A50429"/>
    <w:rsid w:val="00A5070C"/>
    <w:rsid w:val="00A50731"/>
    <w:rsid w:val="00A5079E"/>
    <w:rsid w:val="00A50998"/>
    <w:rsid w:val="00A510F5"/>
    <w:rsid w:val="00A5113E"/>
    <w:rsid w:val="00A513E6"/>
    <w:rsid w:val="00A51507"/>
    <w:rsid w:val="00A516B9"/>
    <w:rsid w:val="00A518DD"/>
    <w:rsid w:val="00A5206E"/>
    <w:rsid w:val="00A520F3"/>
    <w:rsid w:val="00A522D6"/>
    <w:rsid w:val="00A52ACC"/>
    <w:rsid w:val="00A52FCC"/>
    <w:rsid w:val="00A530AF"/>
    <w:rsid w:val="00A53100"/>
    <w:rsid w:val="00A5322E"/>
    <w:rsid w:val="00A5346F"/>
    <w:rsid w:val="00A53ABC"/>
    <w:rsid w:val="00A53ED9"/>
    <w:rsid w:val="00A53F41"/>
    <w:rsid w:val="00A53F57"/>
    <w:rsid w:val="00A543CB"/>
    <w:rsid w:val="00A54791"/>
    <w:rsid w:val="00A548FE"/>
    <w:rsid w:val="00A5496C"/>
    <w:rsid w:val="00A54A2A"/>
    <w:rsid w:val="00A54BD4"/>
    <w:rsid w:val="00A54F02"/>
    <w:rsid w:val="00A553E7"/>
    <w:rsid w:val="00A5554B"/>
    <w:rsid w:val="00A55561"/>
    <w:rsid w:val="00A555B9"/>
    <w:rsid w:val="00A55796"/>
    <w:rsid w:val="00A5585D"/>
    <w:rsid w:val="00A5649E"/>
    <w:rsid w:val="00A56821"/>
    <w:rsid w:val="00A56870"/>
    <w:rsid w:val="00A56A1B"/>
    <w:rsid w:val="00A56C33"/>
    <w:rsid w:val="00A57467"/>
    <w:rsid w:val="00A57A33"/>
    <w:rsid w:val="00A57ABB"/>
    <w:rsid w:val="00A57B78"/>
    <w:rsid w:val="00A60714"/>
    <w:rsid w:val="00A608C2"/>
    <w:rsid w:val="00A614F3"/>
    <w:rsid w:val="00A61734"/>
    <w:rsid w:val="00A61A5D"/>
    <w:rsid w:val="00A61AA4"/>
    <w:rsid w:val="00A6268E"/>
    <w:rsid w:val="00A626A6"/>
    <w:rsid w:val="00A62AF5"/>
    <w:rsid w:val="00A62B18"/>
    <w:rsid w:val="00A62E36"/>
    <w:rsid w:val="00A6349C"/>
    <w:rsid w:val="00A6393A"/>
    <w:rsid w:val="00A63BD0"/>
    <w:rsid w:val="00A63FB2"/>
    <w:rsid w:val="00A64155"/>
    <w:rsid w:val="00A64367"/>
    <w:rsid w:val="00A643CE"/>
    <w:rsid w:val="00A645DA"/>
    <w:rsid w:val="00A64F5C"/>
    <w:rsid w:val="00A6500B"/>
    <w:rsid w:val="00A651F7"/>
    <w:rsid w:val="00A656DE"/>
    <w:rsid w:val="00A65719"/>
    <w:rsid w:val="00A6577A"/>
    <w:rsid w:val="00A6637A"/>
    <w:rsid w:val="00A670F4"/>
    <w:rsid w:val="00A67104"/>
    <w:rsid w:val="00A67730"/>
    <w:rsid w:val="00A677AB"/>
    <w:rsid w:val="00A67BAE"/>
    <w:rsid w:val="00A67D65"/>
    <w:rsid w:val="00A7033F"/>
    <w:rsid w:val="00A70482"/>
    <w:rsid w:val="00A705C5"/>
    <w:rsid w:val="00A7065E"/>
    <w:rsid w:val="00A70811"/>
    <w:rsid w:val="00A70B82"/>
    <w:rsid w:val="00A70D55"/>
    <w:rsid w:val="00A70FAB"/>
    <w:rsid w:val="00A7126F"/>
    <w:rsid w:val="00A717E0"/>
    <w:rsid w:val="00A71C91"/>
    <w:rsid w:val="00A71E67"/>
    <w:rsid w:val="00A71ECA"/>
    <w:rsid w:val="00A71FA4"/>
    <w:rsid w:val="00A720EF"/>
    <w:rsid w:val="00A721B0"/>
    <w:rsid w:val="00A72532"/>
    <w:rsid w:val="00A7317E"/>
    <w:rsid w:val="00A73212"/>
    <w:rsid w:val="00A73903"/>
    <w:rsid w:val="00A7399D"/>
    <w:rsid w:val="00A73D53"/>
    <w:rsid w:val="00A73DEB"/>
    <w:rsid w:val="00A73E7F"/>
    <w:rsid w:val="00A73E9E"/>
    <w:rsid w:val="00A73F84"/>
    <w:rsid w:val="00A74B17"/>
    <w:rsid w:val="00A74CDA"/>
    <w:rsid w:val="00A74E83"/>
    <w:rsid w:val="00A75003"/>
    <w:rsid w:val="00A75335"/>
    <w:rsid w:val="00A75350"/>
    <w:rsid w:val="00A7572C"/>
    <w:rsid w:val="00A75A5F"/>
    <w:rsid w:val="00A75C46"/>
    <w:rsid w:val="00A75F85"/>
    <w:rsid w:val="00A7601A"/>
    <w:rsid w:val="00A761EF"/>
    <w:rsid w:val="00A7647B"/>
    <w:rsid w:val="00A76C3F"/>
    <w:rsid w:val="00A76CAF"/>
    <w:rsid w:val="00A77457"/>
    <w:rsid w:val="00A77623"/>
    <w:rsid w:val="00A7791F"/>
    <w:rsid w:val="00A80025"/>
    <w:rsid w:val="00A8028F"/>
    <w:rsid w:val="00A802B9"/>
    <w:rsid w:val="00A80A2F"/>
    <w:rsid w:val="00A80FF2"/>
    <w:rsid w:val="00A81227"/>
    <w:rsid w:val="00A81796"/>
    <w:rsid w:val="00A81846"/>
    <w:rsid w:val="00A818E4"/>
    <w:rsid w:val="00A81AEF"/>
    <w:rsid w:val="00A81C53"/>
    <w:rsid w:val="00A81DB0"/>
    <w:rsid w:val="00A81EA9"/>
    <w:rsid w:val="00A81FD2"/>
    <w:rsid w:val="00A81FF6"/>
    <w:rsid w:val="00A82040"/>
    <w:rsid w:val="00A8214A"/>
    <w:rsid w:val="00A82DAB"/>
    <w:rsid w:val="00A82EA7"/>
    <w:rsid w:val="00A8347F"/>
    <w:rsid w:val="00A83A15"/>
    <w:rsid w:val="00A83CF6"/>
    <w:rsid w:val="00A83EB5"/>
    <w:rsid w:val="00A845EF"/>
    <w:rsid w:val="00A84891"/>
    <w:rsid w:val="00A84D67"/>
    <w:rsid w:val="00A84E61"/>
    <w:rsid w:val="00A84F83"/>
    <w:rsid w:val="00A851BA"/>
    <w:rsid w:val="00A851CE"/>
    <w:rsid w:val="00A85526"/>
    <w:rsid w:val="00A85719"/>
    <w:rsid w:val="00A85A57"/>
    <w:rsid w:val="00A85AF8"/>
    <w:rsid w:val="00A85F73"/>
    <w:rsid w:val="00A862D5"/>
    <w:rsid w:val="00A862F9"/>
    <w:rsid w:val="00A8654D"/>
    <w:rsid w:val="00A86827"/>
    <w:rsid w:val="00A86A78"/>
    <w:rsid w:val="00A86B02"/>
    <w:rsid w:val="00A873B9"/>
    <w:rsid w:val="00A87740"/>
    <w:rsid w:val="00A878B3"/>
    <w:rsid w:val="00A879FE"/>
    <w:rsid w:val="00A87B0B"/>
    <w:rsid w:val="00A87BD5"/>
    <w:rsid w:val="00A87F2A"/>
    <w:rsid w:val="00A87F30"/>
    <w:rsid w:val="00A90076"/>
    <w:rsid w:val="00A900D5"/>
    <w:rsid w:val="00A902D7"/>
    <w:rsid w:val="00A90AF9"/>
    <w:rsid w:val="00A91008"/>
    <w:rsid w:val="00A919E1"/>
    <w:rsid w:val="00A91D6B"/>
    <w:rsid w:val="00A91FE9"/>
    <w:rsid w:val="00A92203"/>
    <w:rsid w:val="00A924C7"/>
    <w:rsid w:val="00A92B6A"/>
    <w:rsid w:val="00A92BE4"/>
    <w:rsid w:val="00A92D85"/>
    <w:rsid w:val="00A92DDC"/>
    <w:rsid w:val="00A935E5"/>
    <w:rsid w:val="00A93B9B"/>
    <w:rsid w:val="00A9400F"/>
    <w:rsid w:val="00A94127"/>
    <w:rsid w:val="00A944A0"/>
    <w:rsid w:val="00A94A93"/>
    <w:rsid w:val="00A94CA2"/>
    <w:rsid w:val="00A950C3"/>
    <w:rsid w:val="00A953CB"/>
    <w:rsid w:val="00A95DBB"/>
    <w:rsid w:val="00A95F24"/>
    <w:rsid w:val="00A95F92"/>
    <w:rsid w:val="00A960FA"/>
    <w:rsid w:val="00A96565"/>
    <w:rsid w:val="00A9673C"/>
    <w:rsid w:val="00A9688D"/>
    <w:rsid w:val="00A96F1C"/>
    <w:rsid w:val="00A96FB5"/>
    <w:rsid w:val="00A9714B"/>
    <w:rsid w:val="00A97172"/>
    <w:rsid w:val="00A973CD"/>
    <w:rsid w:val="00A97414"/>
    <w:rsid w:val="00A97BAA"/>
    <w:rsid w:val="00A97C6C"/>
    <w:rsid w:val="00AA0005"/>
    <w:rsid w:val="00AA02C6"/>
    <w:rsid w:val="00AA0576"/>
    <w:rsid w:val="00AA05D8"/>
    <w:rsid w:val="00AA0D4F"/>
    <w:rsid w:val="00AA0EB9"/>
    <w:rsid w:val="00AA1FAC"/>
    <w:rsid w:val="00AA214B"/>
    <w:rsid w:val="00AA2565"/>
    <w:rsid w:val="00AA2749"/>
    <w:rsid w:val="00AA2841"/>
    <w:rsid w:val="00AA2A3A"/>
    <w:rsid w:val="00AA2E5A"/>
    <w:rsid w:val="00AA36F2"/>
    <w:rsid w:val="00AA4177"/>
    <w:rsid w:val="00AA4295"/>
    <w:rsid w:val="00AA4533"/>
    <w:rsid w:val="00AA5108"/>
    <w:rsid w:val="00AA5240"/>
    <w:rsid w:val="00AA552B"/>
    <w:rsid w:val="00AA55F8"/>
    <w:rsid w:val="00AA5F17"/>
    <w:rsid w:val="00AA6065"/>
    <w:rsid w:val="00AA61C2"/>
    <w:rsid w:val="00AA636A"/>
    <w:rsid w:val="00AA6733"/>
    <w:rsid w:val="00AA6EC5"/>
    <w:rsid w:val="00AA6EE2"/>
    <w:rsid w:val="00AA6FEE"/>
    <w:rsid w:val="00AA754E"/>
    <w:rsid w:val="00AA788F"/>
    <w:rsid w:val="00AA7B12"/>
    <w:rsid w:val="00AA7E27"/>
    <w:rsid w:val="00AB00CB"/>
    <w:rsid w:val="00AB067C"/>
    <w:rsid w:val="00AB0723"/>
    <w:rsid w:val="00AB0C00"/>
    <w:rsid w:val="00AB0E67"/>
    <w:rsid w:val="00AB0FAD"/>
    <w:rsid w:val="00AB10AD"/>
    <w:rsid w:val="00AB14F6"/>
    <w:rsid w:val="00AB1615"/>
    <w:rsid w:val="00AB1F9B"/>
    <w:rsid w:val="00AB2312"/>
    <w:rsid w:val="00AB2637"/>
    <w:rsid w:val="00AB29AE"/>
    <w:rsid w:val="00AB350D"/>
    <w:rsid w:val="00AB375A"/>
    <w:rsid w:val="00AB3A20"/>
    <w:rsid w:val="00AB3C1A"/>
    <w:rsid w:val="00AB3CF4"/>
    <w:rsid w:val="00AB3DB4"/>
    <w:rsid w:val="00AB4101"/>
    <w:rsid w:val="00AB4191"/>
    <w:rsid w:val="00AB45B1"/>
    <w:rsid w:val="00AB4BCA"/>
    <w:rsid w:val="00AB4BFA"/>
    <w:rsid w:val="00AB537E"/>
    <w:rsid w:val="00AB53CC"/>
    <w:rsid w:val="00AB5434"/>
    <w:rsid w:val="00AB547A"/>
    <w:rsid w:val="00AB56C8"/>
    <w:rsid w:val="00AB617D"/>
    <w:rsid w:val="00AB61F5"/>
    <w:rsid w:val="00AB627F"/>
    <w:rsid w:val="00AB6353"/>
    <w:rsid w:val="00AB67B9"/>
    <w:rsid w:val="00AB68D4"/>
    <w:rsid w:val="00AB69A7"/>
    <w:rsid w:val="00AB6AF2"/>
    <w:rsid w:val="00AB6D5E"/>
    <w:rsid w:val="00AB6F6F"/>
    <w:rsid w:val="00AB70C9"/>
    <w:rsid w:val="00AB7342"/>
    <w:rsid w:val="00AB7404"/>
    <w:rsid w:val="00AB7491"/>
    <w:rsid w:val="00AB7534"/>
    <w:rsid w:val="00AB767F"/>
    <w:rsid w:val="00AB7F7A"/>
    <w:rsid w:val="00AC002B"/>
    <w:rsid w:val="00AC075F"/>
    <w:rsid w:val="00AC097D"/>
    <w:rsid w:val="00AC09E0"/>
    <w:rsid w:val="00AC10DE"/>
    <w:rsid w:val="00AC153B"/>
    <w:rsid w:val="00AC1812"/>
    <w:rsid w:val="00AC19AB"/>
    <w:rsid w:val="00AC1A71"/>
    <w:rsid w:val="00AC1B40"/>
    <w:rsid w:val="00AC262B"/>
    <w:rsid w:val="00AC2D91"/>
    <w:rsid w:val="00AC34AD"/>
    <w:rsid w:val="00AC3D1A"/>
    <w:rsid w:val="00AC3DB0"/>
    <w:rsid w:val="00AC4223"/>
    <w:rsid w:val="00AC4468"/>
    <w:rsid w:val="00AC4548"/>
    <w:rsid w:val="00AC46ED"/>
    <w:rsid w:val="00AC5358"/>
    <w:rsid w:val="00AC53E5"/>
    <w:rsid w:val="00AC53ED"/>
    <w:rsid w:val="00AC5521"/>
    <w:rsid w:val="00AC584C"/>
    <w:rsid w:val="00AC5953"/>
    <w:rsid w:val="00AC5BC7"/>
    <w:rsid w:val="00AC5CA9"/>
    <w:rsid w:val="00AC61C9"/>
    <w:rsid w:val="00AC622D"/>
    <w:rsid w:val="00AC6546"/>
    <w:rsid w:val="00AC6A69"/>
    <w:rsid w:val="00AC6F1B"/>
    <w:rsid w:val="00AC7225"/>
    <w:rsid w:val="00AC7300"/>
    <w:rsid w:val="00AC7474"/>
    <w:rsid w:val="00AC789E"/>
    <w:rsid w:val="00AC7C3A"/>
    <w:rsid w:val="00AD00A2"/>
    <w:rsid w:val="00AD06FA"/>
    <w:rsid w:val="00AD0843"/>
    <w:rsid w:val="00AD0ADC"/>
    <w:rsid w:val="00AD0E51"/>
    <w:rsid w:val="00AD133B"/>
    <w:rsid w:val="00AD16AE"/>
    <w:rsid w:val="00AD1EEC"/>
    <w:rsid w:val="00AD2084"/>
    <w:rsid w:val="00AD2647"/>
    <w:rsid w:val="00AD2AA3"/>
    <w:rsid w:val="00AD3189"/>
    <w:rsid w:val="00AD3666"/>
    <w:rsid w:val="00AD3711"/>
    <w:rsid w:val="00AD3A7B"/>
    <w:rsid w:val="00AD3B75"/>
    <w:rsid w:val="00AD3DE9"/>
    <w:rsid w:val="00AD3DF4"/>
    <w:rsid w:val="00AD3E0B"/>
    <w:rsid w:val="00AD41C4"/>
    <w:rsid w:val="00AD4543"/>
    <w:rsid w:val="00AD47E9"/>
    <w:rsid w:val="00AD490E"/>
    <w:rsid w:val="00AD4DE0"/>
    <w:rsid w:val="00AD505D"/>
    <w:rsid w:val="00AD57C6"/>
    <w:rsid w:val="00AD667A"/>
    <w:rsid w:val="00AD6878"/>
    <w:rsid w:val="00AD6971"/>
    <w:rsid w:val="00AD73C3"/>
    <w:rsid w:val="00AD75D3"/>
    <w:rsid w:val="00AD7629"/>
    <w:rsid w:val="00AD7841"/>
    <w:rsid w:val="00AD7A5B"/>
    <w:rsid w:val="00AD7A64"/>
    <w:rsid w:val="00AD7A95"/>
    <w:rsid w:val="00AD7F62"/>
    <w:rsid w:val="00AD7F6E"/>
    <w:rsid w:val="00AE035F"/>
    <w:rsid w:val="00AE05E0"/>
    <w:rsid w:val="00AE0944"/>
    <w:rsid w:val="00AE0AC6"/>
    <w:rsid w:val="00AE0B65"/>
    <w:rsid w:val="00AE0C89"/>
    <w:rsid w:val="00AE128E"/>
    <w:rsid w:val="00AE1465"/>
    <w:rsid w:val="00AE1509"/>
    <w:rsid w:val="00AE1553"/>
    <w:rsid w:val="00AE1A26"/>
    <w:rsid w:val="00AE1B10"/>
    <w:rsid w:val="00AE1E23"/>
    <w:rsid w:val="00AE202E"/>
    <w:rsid w:val="00AE22B5"/>
    <w:rsid w:val="00AE289D"/>
    <w:rsid w:val="00AE2BCE"/>
    <w:rsid w:val="00AE2BDC"/>
    <w:rsid w:val="00AE2F21"/>
    <w:rsid w:val="00AE32AB"/>
    <w:rsid w:val="00AE3758"/>
    <w:rsid w:val="00AE385F"/>
    <w:rsid w:val="00AE3A9C"/>
    <w:rsid w:val="00AE3C47"/>
    <w:rsid w:val="00AE3E67"/>
    <w:rsid w:val="00AE3E98"/>
    <w:rsid w:val="00AE40F7"/>
    <w:rsid w:val="00AE4104"/>
    <w:rsid w:val="00AE4162"/>
    <w:rsid w:val="00AE44C3"/>
    <w:rsid w:val="00AE4AC5"/>
    <w:rsid w:val="00AE4B23"/>
    <w:rsid w:val="00AE52BB"/>
    <w:rsid w:val="00AE553F"/>
    <w:rsid w:val="00AE5552"/>
    <w:rsid w:val="00AE56DB"/>
    <w:rsid w:val="00AE59BA"/>
    <w:rsid w:val="00AE5A82"/>
    <w:rsid w:val="00AE6073"/>
    <w:rsid w:val="00AE60B7"/>
    <w:rsid w:val="00AE67C5"/>
    <w:rsid w:val="00AE6890"/>
    <w:rsid w:val="00AE6BE0"/>
    <w:rsid w:val="00AE6C3D"/>
    <w:rsid w:val="00AE7705"/>
    <w:rsid w:val="00AF06EB"/>
    <w:rsid w:val="00AF077F"/>
    <w:rsid w:val="00AF0BCB"/>
    <w:rsid w:val="00AF1AE3"/>
    <w:rsid w:val="00AF1B59"/>
    <w:rsid w:val="00AF1C57"/>
    <w:rsid w:val="00AF1ECE"/>
    <w:rsid w:val="00AF27EE"/>
    <w:rsid w:val="00AF2C1D"/>
    <w:rsid w:val="00AF2D8F"/>
    <w:rsid w:val="00AF3163"/>
    <w:rsid w:val="00AF381C"/>
    <w:rsid w:val="00AF4BBB"/>
    <w:rsid w:val="00AF4F25"/>
    <w:rsid w:val="00AF4F70"/>
    <w:rsid w:val="00AF527E"/>
    <w:rsid w:val="00AF5443"/>
    <w:rsid w:val="00AF5A19"/>
    <w:rsid w:val="00AF618A"/>
    <w:rsid w:val="00AF6348"/>
    <w:rsid w:val="00AF6921"/>
    <w:rsid w:val="00AF6A48"/>
    <w:rsid w:val="00AF6D83"/>
    <w:rsid w:val="00AF75EB"/>
    <w:rsid w:val="00AF77C4"/>
    <w:rsid w:val="00AF7952"/>
    <w:rsid w:val="00B002CF"/>
    <w:rsid w:val="00B00544"/>
    <w:rsid w:val="00B00609"/>
    <w:rsid w:val="00B00623"/>
    <w:rsid w:val="00B006C1"/>
    <w:rsid w:val="00B00B1F"/>
    <w:rsid w:val="00B00D85"/>
    <w:rsid w:val="00B017AD"/>
    <w:rsid w:val="00B01873"/>
    <w:rsid w:val="00B0190E"/>
    <w:rsid w:val="00B01938"/>
    <w:rsid w:val="00B01AC7"/>
    <w:rsid w:val="00B01E2A"/>
    <w:rsid w:val="00B01F32"/>
    <w:rsid w:val="00B02217"/>
    <w:rsid w:val="00B024B7"/>
    <w:rsid w:val="00B027AA"/>
    <w:rsid w:val="00B02D76"/>
    <w:rsid w:val="00B02E36"/>
    <w:rsid w:val="00B031B6"/>
    <w:rsid w:val="00B03237"/>
    <w:rsid w:val="00B03571"/>
    <w:rsid w:val="00B0378E"/>
    <w:rsid w:val="00B03830"/>
    <w:rsid w:val="00B03B21"/>
    <w:rsid w:val="00B03C0B"/>
    <w:rsid w:val="00B03FCB"/>
    <w:rsid w:val="00B04199"/>
    <w:rsid w:val="00B0420B"/>
    <w:rsid w:val="00B04361"/>
    <w:rsid w:val="00B0479C"/>
    <w:rsid w:val="00B04DA4"/>
    <w:rsid w:val="00B04F7C"/>
    <w:rsid w:val="00B0551A"/>
    <w:rsid w:val="00B05741"/>
    <w:rsid w:val="00B05C0A"/>
    <w:rsid w:val="00B05E72"/>
    <w:rsid w:val="00B06071"/>
    <w:rsid w:val="00B0629E"/>
    <w:rsid w:val="00B06399"/>
    <w:rsid w:val="00B065C5"/>
    <w:rsid w:val="00B06ADE"/>
    <w:rsid w:val="00B06CE2"/>
    <w:rsid w:val="00B06FE1"/>
    <w:rsid w:val="00B07145"/>
    <w:rsid w:val="00B07366"/>
    <w:rsid w:val="00B07383"/>
    <w:rsid w:val="00B074A3"/>
    <w:rsid w:val="00B07699"/>
    <w:rsid w:val="00B077F2"/>
    <w:rsid w:val="00B07869"/>
    <w:rsid w:val="00B078D6"/>
    <w:rsid w:val="00B07C2B"/>
    <w:rsid w:val="00B07C86"/>
    <w:rsid w:val="00B07E81"/>
    <w:rsid w:val="00B100FA"/>
    <w:rsid w:val="00B104C9"/>
    <w:rsid w:val="00B1052A"/>
    <w:rsid w:val="00B105B4"/>
    <w:rsid w:val="00B10BA5"/>
    <w:rsid w:val="00B10CA6"/>
    <w:rsid w:val="00B10F6A"/>
    <w:rsid w:val="00B1117F"/>
    <w:rsid w:val="00B11894"/>
    <w:rsid w:val="00B11A5A"/>
    <w:rsid w:val="00B125E9"/>
    <w:rsid w:val="00B12693"/>
    <w:rsid w:val="00B12A5D"/>
    <w:rsid w:val="00B12C6A"/>
    <w:rsid w:val="00B12D02"/>
    <w:rsid w:val="00B12DA5"/>
    <w:rsid w:val="00B13800"/>
    <w:rsid w:val="00B13956"/>
    <w:rsid w:val="00B13ACA"/>
    <w:rsid w:val="00B13AEB"/>
    <w:rsid w:val="00B13D15"/>
    <w:rsid w:val="00B142C6"/>
    <w:rsid w:val="00B14513"/>
    <w:rsid w:val="00B146AF"/>
    <w:rsid w:val="00B14A9D"/>
    <w:rsid w:val="00B15063"/>
    <w:rsid w:val="00B15CD1"/>
    <w:rsid w:val="00B15D2B"/>
    <w:rsid w:val="00B1602B"/>
    <w:rsid w:val="00B1656E"/>
    <w:rsid w:val="00B168C1"/>
    <w:rsid w:val="00B16EA3"/>
    <w:rsid w:val="00B17307"/>
    <w:rsid w:val="00B174FA"/>
    <w:rsid w:val="00B176C6"/>
    <w:rsid w:val="00B17B1E"/>
    <w:rsid w:val="00B17C32"/>
    <w:rsid w:val="00B17CCD"/>
    <w:rsid w:val="00B17EA6"/>
    <w:rsid w:val="00B17F17"/>
    <w:rsid w:val="00B2021C"/>
    <w:rsid w:val="00B20772"/>
    <w:rsid w:val="00B20853"/>
    <w:rsid w:val="00B20BFB"/>
    <w:rsid w:val="00B21045"/>
    <w:rsid w:val="00B2181D"/>
    <w:rsid w:val="00B21AC4"/>
    <w:rsid w:val="00B21E9A"/>
    <w:rsid w:val="00B21F39"/>
    <w:rsid w:val="00B220F3"/>
    <w:rsid w:val="00B22615"/>
    <w:rsid w:val="00B22BF5"/>
    <w:rsid w:val="00B23029"/>
    <w:rsid w:val="00B23206"/>
    <w:rsid w:val="00B234AB"/>
    <w:rsid w:val="00B2369D"/>
    <w:rsid w:val="00B236BA"/>
    <w:rsid w:val="00B23751"/>
    <w:rsid w:val="00B23CD6"/>
    <w:rsid w:val="00B2457E"/>
    <w:rsid w:val="00B24692"/>
    <w:rsid w:val="00B247C4"/>
    <w:rsid w:val="00B24ADA"/>
    <w:rsid w:val="00B24B03"/>
    <w:rsid w:val="00B24D3A"/>
    <w:rsid w:val="00B2549B"/>
    <w:rsid w:val="00B2594A"/>
    <w:rsid w:val="00B25BD8"/>
    <w:rsid w:val="00B25C0B"/>
    <w:rsid w:val="00B25E52"/>
    <w:rsid w:val="00B26289"/>
    <w:rsid w:val="00B265D2"/>
    <w:rsid w:val="00B265FB"/>
    <w:rsid w:val="00B26644"/>
    <w:rsid w:val="00B266B5"/>
    <w:rsid w:val="00B267FE"/>
    <w:rsid w:val="00B26E77"/>
    <w:rsid w:val="00B26EFE"/>
    <w:rsid w:val="00B276B0"/>
    <w:rsid w:val="00B279F4"/>
    <w:rsid w:val="00B27CCC"/>
    <w:rsid w:val="00B27ED3"/>
    <w:rsid w:val="00B27F70"/>
    <w:rsid w:val="00B30033"/>
    <w:rsid w:val="00B301F3"/>
    <w:rsid w:val="00B302E5"/>
    <w:rsid w:val="00B30475"/>
    <w:rsid w:val="00B30583"/>
    <w:rsid w:val="00B30640"/>
    <w:rsid w:val="00B308CA"/>
    <w:rsid w:val="00B313CA"/>
    <w:rsid w:val="00B315C4"/>
    <w:rsid w:val="00B31843"/>
    <w:rsid w:val="00B31B46"/>
    <w:rsid w:val="00B31C6C"/>
    <w:rsid w:val="00B32281"/>
    <w:rsid w:val="00B328A2"/>
    <w:rsid w:val="00B32BDA"/>
    <w:rsid w:val="00B32F8B"/>
    <w:rsid w:val="00B3350F"/>
    <w:rsid w:val="00B33AB3"/>
    <w:rsid w:val="00B33AEC"/>
    <w:rsid w:val="00B33E92"/>
    <w:rsid w:val="00B33F56"/>
    <w:rsid w:val="00B34003"/>
    <w:rsid w:val="00B3441F"/>
    <w:rsid w:val="00B34826"/>
    <w:rsid w:val="00B34847"/>
    <w:rsid w:val="00B34EDC"/>
    <w:rsid w:val="00B34F0E"/>
    <w:rsid w:val="00B354E5"/>
    <w:rsid w:val="00B3550D"/>
    <w:rsid w:val="00B35917"/>
    <w:rsid w:val="00B35974"/>
    <w:rsid w:val="00B35B1A"/>
    <w:rsid w:val="00B35B48"/>
    <w:rsid w:val="00B35E4F"/>
    <w:rsid w:val="00B36015"/>
    <w:rsid w:val="00B36224"/>
    <w:rsid w:val="00B36C79"/>
    <w:rsid w:val="00B36FE2"/>
    <w:rsid w:val="00B3760C"/>
    <w:rsid w:val="00B3766D"/>
    <w:rsid w:val="00B377CC"/>
    <w:rsid w:val="00B3785E"/>
    <w:rsid w:val="00B3794C"/>
    <w:rsid w:val="00B37B0A"/>
    <w:rsid w:val="00B37FA7"/>
    <w:rsid w:val="00B401E0"/>
    <w:rsid w:val="00B408B2"/>
    <w:rsid w:val="00B408ED"/>
    <w:rsid w:val="00B40A29"/>
    <w:rsid w:val="00B411D2"/>
    <w:rsid w:val="00B412D1"/>
    <w:rsid w:val="00B41369"/>
    <w:rsid w:val="00B41547"/>
    <w:rsid w:val="00B42148"/>
    <w:rsid w:val="00B42195"/>
    <w:rsid w:val="00B4251B"/>
    <w:rsid w:val="00B427E6"/>
    <w:rsid w:val="00B42AC8"/>
    <w:rsid w:val="00B42B2F"/>
    <w:rsid w:val="00B42C09"/>
    <w:rsid w:val="00B42C27"/>
    <w:rsid w:val="00B430F4"/>
    <w:rsid w:val="00B43393"/>
    <w:rsid w:val="00B43D7B"/>
    <w:rsid w:val="00B43FD4"/>
    <w:rsid w:val="00B440F3"/>
    <w:rsid w:val="00B4497A"/>
    <w:rsid w:val="00B44C2D"/>
    <w:rsid w:val="00B45028"/>
    <w:rsid w:val="00B45206"/>
    <w:rsid w:val="00B45B0B"/>
    <w:rsid w:val="00B45D03"/>
    <w:rsid w:val="00B45FB0"/>
    <w:rsid w:val="00B464A7"/>
    <w:rsid w:val="00B4699E"/>
    <w:rsid w:val="00B469A2"/>
    <w:rsid w:val="00B469A8"/>
    <w:rsid w:val="00B469D6"/>
    <w:rsid w:val="00B46A46"/>
    <w:rsid w:val="00B46EA6"/>
    <w:rsid w:val="00B47077"/>
    <w:rsid w:val="00B47165"/>
    <w:rsid w:val="00B474FB"/>
    <w:rsid w:val="00B47867"/>
    <w:rsid w:val="00B47B86"/>
    <w:rsid w:val="00B47C9D"/>
    <w:rsid w:val="00B507A8"/>
    <w:rsid w:val="00B50873"/>
    <w:rsid w:val="00B509F5"/>
    <w:rsid w:val="00B50D26"/>
    <w:rsid w:val="00B5110A"/>
    <w:rsid w:val="00B51C85"/>
    <w:rsid w:val="00B51E11"/>
    <w:rsid w:val="00B51EF0"/>
    <w:rsid w:val="00B52026"/>
    <w:rsid w:val="00B520AB"/>
    <w:rsid w:val="00B528C0"/>
    <w:rsid w:val="00B529EB"/>
    <w:rsid w:val="00B52A92"/>
    <w:rsid w:val="00B52CB5"/>
    <w:rsid w:val="00B52EE4"/>
    <w:rsid w:val="00B52FEC"/>
    <w:rsid w:val="00B53183"/>
    <w:rsid w:val="00B533C6"/>
    <w:rsid w:val="00B534B4"/>
    <w:rsid w:val="00B53D07"/>
    <w:rsid w:val="00B53EAD"/>
    <w:rsid w:val="00B53FB6"/>
    <w:rsid w:val="00B544F4"/>
    <w:rsid w:val="00B5478A"/>
    <w:rsid w:val="00B54EBE"/>
    <w:rsid w:val="00B54FF4"/>
    <w:rsid w:val="00B551B1"/>
    <w:rsid w:val="00B5544E"/>
    <w:rsid w:val="00B55571"/>
    <w:rsid w:val="00B555AB"/>
    <w:rsid w:val="00B55C31"/>
    <w:rsid w:val="00B565B9"/>
    <w:rsid w:val="00B5669B"/>
    <w:rsid w:val="00B569E4"/>
    <w:rsid w:val="00B56A61"/>
    <w:rsid w:val="00B56BF3"/>
    <w:rsid w:val="00B56EFA"/>
    <w:rsid w:val="00B56F7D"/>
    <w:rsid w:val="00B576B2"/>
    <w:rsid w:val="00B57AA5"/>
    <w:rsid w:val="00B57B7D"/>
    <w:rsid w:val="00B57B9A"/>
    <w:rsid w:val="00B57E59"/>
    <w:rsid w:val="00B57F08"/>
    <w:rsid w:val="00B60698"/>
    <w:rsid w:val="00B6086A"/>
    <w:rsid w:val="00B60D75"/>
    <w:rsid w:val="00B610A4"/>
    <w:rsid w:val="00B6133B"/>
    <w:rsid w:val="00B613BA"/>
    <w:rsid w:val="00B614A6"/>
    <w:rsid w:val="00B61780"/>
    <w:rsid w:val="00B6178B"/>
    <w:rsid w:val="00B61985"/>
    <w:rsid w:val="00B61FB4"/>
    <w:rsid w:val="00B62012"/>
    <w:rsid w:val="00B6242B"/>
    <w:rsid w:val="00B62453"/>
    <w:rsid w:val="00B62454"/>
    <w:rsid w:val="00B62A6F"/>
    <w:rsid w:val="00B62CB5"/>
    <w:rsid w:val="00B62F80"/>
    <w:rsid w:val="00B62FE1"/>
    <w:rsid w:val="00B6318F"/>
    <w:rsid w:val="00B6321C"/>
    <w:rsid w:val="00B6330F"/>
    <w:rsid w:val="00B63475"/>
    <w:rsid w:val="00B635D6"/>
    <w:rsid w:val="00B6365B"/>
    <w:rsid w:val="00B6392F"/>
    <w:rsid w:val="00B64122"/>
    <w:rsid w:val="00B64501"/>
    <w:rsid w:val="00B64CF9"/>
    <w:rsid w:val="00B64EC9"/>
    <w:rsid w:val="00B65178"/>
    <w:rsid w:val="00B6576C"/>
    <w:rsid w:val="00B659A8"/>
    <w:rsid w:val="00B659F6"/>
    <w:rsid w:val="00B65A5D"/>
    <w:rsid w:val="00B6623C"/>
    <w:rsid w:val="00B6628C"/>
    <w:rsid w:val="00B66BF4"/>
    <w:rsid w:val="00B66D14"/>
    <w:rsid w:val="00B66F83"/>
    <w:rsid w:val="00B67083"/>
    <w:rsid w:val="00B679F6"/>
    <w:rsid w:val="00B67AF3"/>
    <w:rsid w:val="00B67BEB"/>
    <w:rsid w:val="00B67D50"/>
    <w:rsid w:val="00B67D82"/>
    <w:rsid w:val="00B67D9E"/>
    <w:rsid w:val="00B67DBF"/>
    <w:rsid w:val="00B67EDD"/>
    <w:rsid w:val="00B70250"/>
    <w:rsid w:val="00B70986"/>
    <w:rsid w:val="00B70EB3"/>
    <w:rsid w:val="00B71109"/>
    <w:rsid w:val="00B7111A"/>
    <w:rsid w:val="00B71207"/>
    <w:rsid w:val="00B7139A"/>
    <w:rsid w:val="00B713CB"/>
    <w:rsid w:val="00B713EA"/>
    <w:rsid w:val="00B71660"/>
    <w:rsid w:val="00B719A2"/>
    <w:rsid w:val="00B71B15"/>
    <w:rsid w:val="00B7243D"/>
    <w:rsid w:val="00B728AA"/>
    <w:rsid w:val="00B72B69"/>
    <w:rsid w:val="00B73250"/>
    <w:rsid w:val="00B732A8"/>
    <w:rsid w:val="00B74565"/>
    <w:rsid w:val="00B746D0"/>
    <w:rsid w:val="00B74A17"/>
    <w:rsid w:val="00B74E05"/>
    <w:rsid w:val="00B752EE"/>
    <w:rsid w:val="00B753CA"/>
    <w:rsid w:val="00B755C1"/>
    <w:rsid w:val="00B757B7"/>
    <w:rsid w:val="00B7595C"/>
    <w:rsid w:val="00B75BDA"/>
    <w:rsid w:val="00B75C4D"/>
    <w:rsid w:val="00B75C80"/>
    <w:rsid w:val="00B75D55"/>
    <w:rsid w:val="00B75DCE"/>
    <w:rsid w:val="00B7636C"/>
    <w:rsid w:val="00B76486"/>
    <w:rsid w:val="00B764FD"/>
    <w:rsid w:val="00B76A27"/>
    <w:rsid w:val="00B76B2F"/>
    <w:rsid w:val="00B76F28"/>
    <w:rsid w:val="00B77168"/>
    <w:rsid w:val="00B772B2"/>
    <w:rsid w:val="00B77355"/>
    <w:rsid w:val="00B77552"/>
    <w:rsid w:val="00B77A6B"/>
    <w:rsid w:val="00B77BCF"/>
    <w:rsid w:val="00B80124"/>
    <w:rsid w:val="00B80669"/>
    <w:rsid w:val="00B80717"/>
    <w:rsid w:val="00B80FF8"/>
    <w:rsid w:val="00B81043"/>
    <w:rsid w:val="00B815F6"/>
    <w:rsid w:val="00B81602"/>
    <w:rsid w:val="00B81DD7"/>
    <w:rsid w:val="00B82675"/>
    <w:rsid w:val="00B826EB"/>
    <w:rsid w:val="00B8282A"/>
    <w:rsid w:val="00B82856"/>
    <w:rsid w:val="00B82A07"/>
    <w:rsid w:val="00B82A4E"/>
    <w:rsid w:val="00B8318E"/>
    <w:rsid w:val="00B834C6"/>
    <w:rsid w:val="00B83976"/>
    <w:rsid w:val="00B83B42"/>
    <w:rsid w:val="00B83D12"/>
    <w:rsid w:val="00B83D5E"/>
    <w:rsid w:val="00B83EA5"/>
    <w:rsid w:val="00B84491"/>
    <w:rsid w:val="00B844FD"/>
    <w:rsid w:val="00B846FE"/>
    <w:rsid w:val="00B84AAB"/>
    <w:rsid w:val="00B84CC8"/>
    <w:rsid w:val="00B84D08"/>
    <w:rsid w:val="00B853E5"/>
    <w:rsid w:val="00B85638"/>
    <w:rsid w:val="00B85832"/>
    <w:rsid w:val="00B85A6A"/>
    <w:rsid w:val="00B85B22"/>
    <w:rsid w:val="00B85B9D"/>
    <w:rsid w:val="00B85FA2"/>
    <w:rsid w:val="00B860A1"/>
    <w:rsid w:val="00B8610C"/>
    <w:rsid w:val="00B864B6"/>
    <w:rsid w:val="00B86640"/>
    <w:rsid w:val="00B86B81"/>
    <w:rsid w:val="00B86C3A"/>
    <w:rsid w:val="00B86F63"/>
    <w:rsid w:val="00B87905"/>
    <w:rsid w:val="00B87DDF"/>
    <w:rsid w:val="00B87FA2"/>
    <w:rsid w:val="00B9034E"/>
    <w:rsid w:val="00B9035D"/>
    <w:rsid w:val="00B903FD"/>
    <w:rsid w:val="00B90819"/>
    <w:rsid w:val="00B90A8C"/>
    <w:rsid w:val="00B9102D"/>
    <w:rsid w:val="00B91120"/>
    <w:rsid w:val="00B91548"/>
    <w:rsid w:val="00B9163B"/>
    <w:rsid w:val="00B916E4"/>
    <w:rsid w:val="00B91988"/>
    <w:rsid w:val="00B919B2"/>
    <w:rsid w:val="00B91A1A"/>
    <w:rsid w:val="00B91B62"/>
    <w:rsid w:val="00B91BDE"/>
    <w:rsid w:val="00B91C2E"/>
    <w:rsid w:val="00B91ED4"/>
    <w:rsid w:val="00B92167"/>
    <w:rsid w:val="00B923F9"/>
    <w:rsid w:val="00B92547"/>
    <w:rsid w:val="00B92AD0"/>
    <w:rsid w:val="00B931D7"/>
    <w:rsid w:val="00B9337F"/>
    <w:rsid w:val="00B939E0"/>
    <w:rsid w:val="00B93A04"/>
    <w:rsid w:val="00B93B9E"/>
    <w:rsid w:val="00B941C6"/>
    <w:rsid w:val="00B9427C"/>
    <w:rsid w:val="00B9427D"/>
    <w:rsid w:val="00B942F2"/>
    <w:rsid w:val="00B94351"/>
    <w:rsid w:val="00B94EEB"/>
    <w:rsid w:val="00B95719"/>
    <w:rsid w:val="00B95ACF"/>
    <w:rsid w:val="00B9612F"/>
    <w:rsid w:val="00B962EC"/>
    <w:rsid w:val="00B966A4"/>
    <w:rsid w:val="00B96EB6"/>
    <w:rsid w:val="00B970A6"/>
    <w:rsid w:val="00B97681"/>
    <w:rsid w:val="00B97961"/>
    <w:rsid w:val="00B97A55"/>
    <w:rsid w:val="00B97BFF"/>
    <w:rsid w:val="00BA03BC"/>
    <w:rsid w:val="00BA05C4"/>
    <w:rsid w:val="00BA07D7"/>
    <w:rsid w:val="00BA07FD"/>
    <w:rsid w:val="00BA0B25"/>
    <w:rsid w:val="00BA0BEF"/>
    <w:rsid w:val="00BA0CD1"/>
    <w:rsid w:val="00BA1075"/>
    <w:rsid w:val="00BA1231"/>
    <w:rsid w:val="00BA12B3"/>
    <w:rsid w:val="00BA1467"/>
    <w:rsid w:val="00BA1473"/>
    <w:rsid w:val="00BA14CA"/>
    <w:rsid w:val="00BA1D27"/>
    <w:rsid w:val="00BA1F98"/>
    <w:rsid w:val="00BA1FF6"/>
    <w:rsid w:val="00BA2042"/>
    <w:rsid w:val="00BA2092"/>
    <w:rsid w:val="00BA26F7"/>
    <w:rsid w:val="00BA296E"/>
    <w:rsid w:val="00BA2B71"/>
    <w:rsid w:val="00BA2F24"/>
    <w:rsid w:val="00BA3487"/>
    <w:rsid w:val="00BA351B"/>
    <w:rsid w:val="00BA3579"/>
    <w:rsid w:val="00BA3CE9"/>
    <w:rsid w:val="00BA43CA"/>
    <w:rsid w:val="00BA480C"/>
    <w:rsid w:val="00BA4AC4"/>
    <w:rsid w:val="00BA509E"/>
    <w:rsid w:val="00BA511D"/>
    <w:rsid w:val="00BA5193"/>
    <w:rsid w:val="00BA5500"/>
    <w:rsid w:val="00BA5739"/>
    <w:rsid w:val="00BA58A1"/>
    <w:rsid w:val="00BA5CB4"/>
    <w:rsid w:val="00BA5FE6"/>
    <w:rsid w:val="00BA60D4"/>
    <w:rsid w:val="00BA61F9"/>
    <w:rsid w:val="00BA65E2"/>
    <w:rsid w:val="00BA68E1"/>
    <w:rsid w:val="00BA6B66"/>
    <w:rsid w:val="00BA6E70"/>
    <w:rsid w:val="00BA7182"/>
    <w:rsid w:val="00BA71E4"/>
    <w:rsid w:val="00BA76A3"/>
    <w:rsid w:val="00BA7AFF"/>
    <w:rsid w:val="00BA7F48"/>
    <w:rsid w:val="00BB0365"/>
    <w:rsid w:val="00BB05FF"/>
    <w:rsid w:val="00BB06A9"/>
    <w:rsid w:val="00BB0FE4"/>
    <w:rsid w:val="00BB1104"/>
    <w:rsid w:val="00BB16FD"/>
    <w:rsid w:val="00BB1AD7"/>
    <w:rsid w:val="00BB1C80"/>
    <w:rsid w:val="00BB23E8"/>
    <w:rsid w:val="00BB24FD"/>
    <w:rsid w:val="00BB3651"/>
    <w:rsid w:val="00BB3715"/>
    <w:rsid w:val="00BB385B"/>
    <w:rsid w:val="00BB3B72"/>
    <w:rsid w:val="00BB3F03"/>
    <w:rsid w:val="00BB3FFB"/>
    <w:rsid w:val="00BB44B6"/>
    <w:rsid w:val="00BB4814"/>
    <w:rsid w:val="00BB4D36"/>
    <w:rsid w:val="00BB4D65"/>
    <w:rsid w:val="00BB4FBF"/>
    <w:rsid w:val="00BB532D"/>
    <w:rsid w:val="00BB541D"/>
    <w:rsid w:val="00BB5662"/>
    <w:rsid w:val="00BB60B8"/>
    <w:rsid w:val="00BB616F"/>
    <w:rsid w:val="00BB61D8"/>
    <w:rsid w:val="00BB68B1"/>
    <w:rsid w:val="00BB6DDD"/>
    <w:rsid w:val="00BB6DDE"/>
    <w:rsid w:val="00BB7147"/>
    <w:rsid w:val="00BB72CB"/>
    <w:rsid w:val="00BB7482"/>
    <w:rsid w:val="00BB74C1"/>
    <w:rsid w:val="00BB7518"/>
    <w:rsid w:val="00BB7A7F"/>
    <w:rsid w:val="00BB7E2F"/>
    <w:rsid w:val="00BB7F72"/>
    <w:rsid w:val="00BC0332"/>
    <w:rsid w:val="00BC03B4"/>
    <w:rsid w:val="00BC0507"/>
    <w:rsid w:val="00BC05D3"/>
    <w:rsid w:val="00BC07E4"/>
    <w:rsid w:val="00BC0D7F"/>
    <w:rsid w:val="00BC0F32"/>
    <w:rsid w:val="00BC0F3E"/>
    <w:rsid w:val="00BC0F4F"/>
    <w:rsid w:val="00BC102A"/>
    <w:rsid w:val="00BC12F5"/>
    <w:rsid w:val="00BC1300"/>
    <w:rsid w:val="00BC18BF"/>
    <w:rsid w:val="00BC1B13"/>
    <w:rsid w:val="00BC1D0C"/>
    <w:rsid w:val="00BC1FC0"/>
    <w:rsid w:val="00BC21AC"/>
    <w:rsid w:val="00BC23A2"/>
    <w:rsid w:val="00BC2CA1"/>
    <w:rsid w:val="00BC2DDB"/>
    <w:rsid w:val="00BC2F5F"/>
    <w:rsid w:val="00BC300B"/>
    <w:rsid w:val="00BC30C0"/>
    <w:rsid w:val="00BC31FB"/>
    <w:rsid w:val="00BC3EE8"/>
    <w:rsid w:val="00BC45E1"/>
    <w:rsid w:val="00BC4B37"/>
    <w:rsid w:val="00BC5078"/>
    <w:rsid w:val="00BC5569"/>
    <w:rsid w:val="00BC5E38"/>
    <w:rsid w:val="00BC6059"/>
    <w:rsid w:val="00BC6122"/>
    <w:rsid w:val="00BC625D"/>
    <w:rsid w:val="00BC626E"/>
    <w:rsid w:val="00BC6559"/>
    <w:rsid w:val="00BC673E"/>
    <w:rsid w:val="00BC6871"/>
    <w:rsid w:val="00BC699A"/>
    <w:rsid w:val="00BC6F53"/>
    <w:rsid w:val="00BC725A"/>
    <w:rsid w:val="00BC73D1"/>
    <w:rsid w:val="00BC758B"/>
    <w:rsid w:val="00BC7BDC"/>
    <w:rsid w:val="00BD0134"/>
    <w:rsid w:val="00BD01A8"/>
    <w:rsid w:val="00BD0C6D"/>
    <w:rsid w:val="00BD0F55"/>
    <w:rsid w:val="00BD1155"/>
    <w:rsid w:val="00BD27F3"/>
    <w:rsid w:val="00BD2E58"/>
    <w:rsid w:val="00BD2F1F"/>
    <w:rsid w:val="00BD3686"/>
    <w:rsid w:val="00BD3775"/>
    <w:rsid w:val="00BD3970"/>
    <w:rsid w:val="00BD3AEB"/>
    <w:rsid w:val="00BD3AFA"/>
    <w:rsid w:val="00BD3B8C"/>
    <w:rsid w:val="00BD4528"/>
    <w:rsid w:val="00BD494B"/>
    <w:rsid w:val="00BD50E2"/>
    <w:rsid w:val="00BD53C3"/>
    <w:rsid w:val="00BD5453"/>
    <w:rsid w:val="00BD552F"/>
    <w:rsid w:val="00BD5984"/>
    <w:rsid w:val="00BD5A83"/>
    <w:rsid w:val="00BD5B9B"/>
    <w:rsid w:val="00BD5F10"/>
    <w:rsid w:val="00BD6044"/>
    <w:rsid w:val="00BD6EA1"/>
    <w:rsid w:val="00BD720C"/>
    <w:rsid w:val="00BD7603"/>
    <w:rsid w:val="00BD7C92"/>
    <w:rsid w:val="00BD7E14"/>
    <w:rsid w:val="00BD7E75"/>
    <w:rsid w:val="00BD7E9E"/>
    <w:rsid w:val="00BD7F81"/>
    <w:rsid w:val="00BE038A"/>
    <w:rsid w:val="00BE06F9"/>
    <w:rsid w:val="00BE0F4B"/>
    <w:rsid w:val="00BE0FFE"/>
    <w:rsid w:val="00BE1421"/>
    <w:rsid w:val="00BE169C"/>
    <w:rsid w:val="00BE173A"/>
    <w:rsid w:val="00BE1A2F"/>
    <w:rsid w:val="00BE1E85"/>
    <w:rsid w:val="00BE2197"/>
    <w:rsid w:val="00BE29FA"/>
    <w:rsid w:val="00BE2A24"/>
    <w:rsid w:val="00BE3F2E"/>
    <w:rsid w:val="00BE4087"/>
    <w:rsid w:val="00BE4189"/>
    <w:rsid w:val="00BE449D"/>
    <w:rsid w:val="00BE4697"/>
    <w:rsid w:val="00BE487C"/>
    <w:rsid w:val="00BE4B38"/>
    <w:rsid w:val="00BE4EA4"/>
    <w:rsid w:val="00BE536A"/>
    <w:rsid w:val="00BE5939"/>
    <w:rsid w:val="00BE5DDA"/>
    <w:rsid w:val="00BE5FA4"/>
    <w:rsid w:val="00BE6586"/>
    <w:rsid w:val="00BE6A89"/>
    <w:rsid w:val="00BE6D67"/>
    <w:rsid w:val="00BE6FD6"/>
    <w:rsid w:val="00BE7409"/>
    <w:rsid w:val="00BE7617"/>
    <w:rsid w:val="00BF0103"/>
    <w:rsid w:val="00BF0225"/>
    <w:rsid w:val="00BF0490"/>
    <w:rsid w:val="00BF0519"/>
    <w:rsid w:val="00BF0BDC"/>
    <w:rsid w:val="00BF1C11"/>
    <w:rsid w:val="00BF1C4E"/>
    <w:rsid w:val="00BF1E98"/>
    <w:rsid w:val="00BF1EAD"/>
    <w:rsid w:val="00BF232C"/>
    <w:rsid w:val="00BF2AF6"/>
    <w:rsid w:val="00BF2C45"/>
    <w:rsid w:val="00BF2E87"/>
    <w:rsid w:val="00BF3668"/>
    <w:rsid w:val="00BF387D"/>
    <w:rsid w:val="00BF3998"/>
    <w:rsid w:val="00BF3D2C"/>
    <w:rsid w:val="00BF3E19"/>
    <w:rsid w:val="00BF3F85"/>
    <w:rsid w:val="00BF41ED"/>
    <w:rsid w:val="00BF421E"/>
    <w:rsid w:val="00BF447B"/>
    <w:rsid w:val="00BF47DF"/>
    <w:rsid w:val="00BF4924"/>
    <w:rsid w:val="00BF4D64"/>
    <w:rsid w:val="00BF538B"/>
    <w:rsid w:val="00BF5A73"/>
    <w:rsid w:val="00BF6241"/>
    <w:rsid w:val="00BF6B8E"/>
    <w:rsid w:val="00BF6C2A"/>
    <w:rsid w:val="00BF6C67"/>
    <w:rsid w:val="00BF6CA6"/>
    <w:rsid w:val="00BF6EAE"/>
    <w:rsid w:val="00BF6F0B"/>
    <w:rsid w:val="00BF7541"/>
    <w:rsid w:val="00BF782C"/>
    <w:rsid w:val="00BF7885"/>
    <w:rsid w:val="00BF7BFB"/>
    <w:rsid w:val="00C000CD"/>
    <w:rsid w:val="00C00195"/>
    <w:rsid w:val="00C00BC5"/>
    <w:rsid w:val="00C00DDB"/>
    <w:rsid w:val="00C00E86"/>
    <w:rsid w:val="00C00EF7"/>
    <w:rsid w:val="00C0131B"/>
    <w:rsid w:val="00C0146E"/>
    <w:rsid w:val="00C01750"/>
    <w:rsid w:val="00C02011"/>
    <w:rsid w:val="00C0231B"/>
    <w:rsid w:val="00C0247E"/>
    <w:rsid w:val="00C032BD"/>
    <w:rsid w:val="00C036C5"/>
    <w:rsid w:val="00C038D8"/>
    <w:rsid w:val="00C03A73"/>
    <w:rsid w:val="00C03AC4"/>
    <w:rsid w:val="00C03FE0"/>
    <w:rsid w:val="00C0448D"/>
    <w:rsid w:val="00C04708"/>
    <w:rsid w:val="00C048B7"/>
    <w:rsid w:val="00C049A6"/>
    <w:rsid w:val="00C04AFF"/>
    <w:rsid w:val="00C04D0F"/>
    <w:rsid w:val="00C04F05"/>
    <w:rsid w:val="00C05270"/>
    <w:rsid w:val="00C05A49"/>
    <w:rsid w:val="00C05B3C"/>
    <w:rsid w:val="00C06167"/>
    <w:rsid w:val="00C06195"/>
    <w:rsid w:val="00C062EE"/>
    <w:rsid w:val="00C06438"/>
    <w:rsid w:val="00C0715A"/>
    <w:rsid w:val="00C077A3"/>
    <w:rsid w:val="00C078A9"/>
    <w:rsid w:val="00C07B2F"/>
    <w:rsid w:val="00C07D86"/>
    <w:rsid w:val="00C1092F"/>
    <w:rsid w:val="00C10C23"/>
    <w:rsid w:val="00C10D3E"/>
    <w:rsid w:val="00C10EDB"/>
    <w:rsid w:val="00C1120F"/>
    <w:rsid w:val="00C116F6"/>
    <w:rsid w:val="00C11B9B"/>
    <w:rsid w:val="00C11BFB"/>
    <w:rsid w:val="00C11CB0"/>
    <w:rsid w:val="00C11EAC"/>
    <w:rsid w:val="00C11F43"/>
    <w:rsid w:val="00C123D2"/>
    <w:rsid w:val="00C126B7"/>
    <w:rsid w:val="00C1299A"/>
    <w:rsid w:val="00C12BF8"/>
    <w:rsid w:val="00C12C4B"/>
    <w:rsid w:val="00C1309A"/>
    <w:rsid w:val="00C13266"/>
    <w:rsid w:val="00C1353F"/>
    <w:rsid w:val="00C135B9"/>
    <w:rsid w:val="00C137CA"/>
    <w:rsid w:val="00C13F51"/>
    <w:rsid w:val="00C14532"/>
    <w:rsid w:val="00C14A63"/>
    <w:rsid w:val="00C14A7C"/>
    <w:rsid w:val="00C14C51"/>
    <w:rsid w:val="00C15122"/>
    <w:rsid w:val="00C159EF"/>
    <w:rsid w:val="00C15A14"/>
    <w:rsid w:val="00C15DA8"/>
    <w:rsid w:val="00C166AD"/>
    <w:rsid w:val="00C168B8"/>
    <w:rsid w:val="00C16B84"/>
    <w:rsid w:val="00C17548"/>
    <w:rsid w:val="00C175A6"/>
    <w:rsid w:val="00C177E0"/>
    <w:rsid w:val="00C17AF4"/>
    <w:rsid w:val="00C207AA"/>
    <w:rsid w:val="00C209D9"/>
    <w:rsid w:val="00C20C88"/>
    <w:rsid w:val="00C21830"/>
    <w:rsid w:val="00C21B72"/>
    <w:rsid w:val="00C2203F"/>
    <w:rsid w:val="00C22B63"/>
    <w:rsid w:val="00C22C51"/>
    <w:rsid w:val="00C22D81"/>
    <w:rsid w:val="00C22DE1"/>
    <w:rsid w:val="00C22F1B"/>
    <w:rsid w:val="00C22F60"/>
    <w:rsid w:val="00C2301F"/>
    <w:rsid w:val="00C2339D"/>
    <w:rsid w:val="00C233B3"/>
    <w:rsid w:val="00C23536"/>
    <w:rsid w:val="00C23807"/>
    <w:rsid w:val="00C23A0A"/>
    <w:rsid w:val="00C23EB2"/>
    <w:rsid w:val="00C24052"/>
    <w:rsid w:val="00C24311"/>
    <w:rsid w:val="00C24742"/>
    <w:rsid w:val="00C24800"/>
    <w:rsid w:val="00C249B0"/>
    <w:rsid w:val="00C24FE9"/>
    <w:rsid w:val="00C2507B"/>
    <w:rsid w:val="00C25360"/>
    <w:rsid w:val="00C25591"/>
    <w:rsid w:val="00C25C8A"/>
    <w:rsid w:val="00C26106"/>
    <w:rsid w:val="00C2628E"/>
    <w:rsid w:val="00C262FB"/>
    <w:rsid w:val="00C26658"/>
    <w:rsid w:val="00C267CE"/>
    <w:rsid w:val="00C26CD4"/>
    <w:rsid w:val="00C27128"/>
    <w:rsid w:val="00C27482"/>
    <w:rsid w:val="00C27668"/>
    <w:rsid w:val="00C277BC"/>
    <w:rsid w:val="00C279DC"/>
    <w:rsid w:val="00C27AA8"/>
    <w:rsid w:val="00C27F35"/>
    <w:rsid w:val="00C301B6"/>
    <w:rsid w:val="00C3078D"/>
    <w:rsid w:val="00C30A6D"/>
    <w:rsid w:val="00C30DA0"/>
    <w:rsid w:val="00C318AD"/>
    <w:rsid w:val="00C318D1"/>
    <w:rsid w:val="00C31A3B"/>
    <w:rsid w:val="00C31E3A"/>
    <w:rsid w:val="00C31F05"/>
    <w:rsid w:val="00C31F74"/>
    <w:rsid w:val="00C3219D"/>
    <w:rsid w:val="00C32509"/>
    <w:rsid w:val="00C32FAB"/>
    <w:rsid w:val="00C33099"/>
    <w:rsid w:val="00C33142"/>
    <w:rsid w:val="00C33852"/>
    <w:rsid w:val="00C345DE"/>
    <w:rsid w:val="00C34948"/>
    <w:rsid w:val="00C34BAD"/>
    <w:rsid w:val="00C35980"/>
    <w:rsid w:val="00C35C09"/>
    <w:rsid w:val="00C3650E"/>
    <w:rsid w:val="00C36D1B"/>
    <w:rsid w:val="00C36D29"/>
    <w:rsid w:val="00C36DD4"/>
    <w:rsid w:val="00C37147"/>
    <w:rsid w:val="00C37382"/>
    <w:rsid w:val="00C373DF"/>
    <w:rsid w:val="00C37534"/>
    <w:rsid w:val="00C37732"/>
    <w:rsid w:val="00C37D44"/>
    <w:rsid w:val="00C37E36"/>
    <w:rsid w:val="00C404FD"/>
    <w:rsid w:val="00C40B54"/>
    <w:rsid w:val="00C40DD2"/>
    <w:rsid w:val="00C40FFD"/>
    <w:rsid w:val="00C41236"/>
    <w:rsid w:val="00C41361"/>
    <w:rsid w:val="00C414E5"/>
    <w:rsid w:val="00C41579"/>
    <w:rsid w:val="00C417DA"/>
    <w:rsid w:val="00C41A86"/>
    <w:rsid w:val="00C41D47"/>
    <w:rsid w:val="00C41D87"/>
    <w:rsid w:val="00C41DD1"/>
    <w:rsid w:val="00C41DEF"/>
    <w:rsid w:val="00C41EE3"/>
    <w:rsid w:val="00C41FB3"/>
    <w:rsid w:val="00C42218"/>
    <w:rsid w:val="00C42BB5"/>
    <w:rsid w:val="00C42CFE"/>
    <w:rsid w:val="00C4316C"/>
    <w:rsid w:val="00C4320A"/>
    <w:rsid w:val="00C43520"/>
    <w:rsid w:val="00C43831"/>
    <w:rsid w:val="00C43CF3"/>
    <w:rsid w:val="00C4475F"/>
    <w:rsid w:val="00C4476F"/>
    <w:rsid w:val="00C448C8"/>
    <w:rsid w:val="00C44D85"/>
    <w:rsid w:val="00C44F44"/>
    <w:rsid w:val="00C456CD"/>
    <w:rsid w:val="00C46088"/>
    <w:rsid w:val="00C4610F"/>
    <w:rsid w:val="00C462C8"/>
    <w:rsid w:val="00C4634D"/>
    <w:rsid w:val="00C464A9"/>
    <w:rsid w:val="00C467FA"/>
    <w:rsid w:val="00C471CC"/>
    <w:rsid w:val="00C47254"/>
    <w:rsid w:val="00C50156"/>
    <w:rsid w:val="00C5019F"/>
    <w:rsid w:val="00C501F4"/>
    <w:rsid w:val="00C50208"/>
    <w:rsid w:val="00C504A9"/>
    <w:rsid w:val="00C506E9"/>
    <w:rsid w:val="00C50C37"/>
    <w:rsid w:val="00C51189"/>
    <w:rsid w:val="00C5124B"/>
    <w:rsid w:val="00C51849"/>
    <w:rsid w:val="00C51D9F"/>
    <w:rsid w:val="00C5239B"/>
    <w:rsid w:val="00C523B1"/>
    <w:rsid w:val="00C52415"/>
    <w:rsid w:val="00C524E9"/>
    <w:rsid w:val="00C525AB"/>
    <w:rsid w:val="00C52C75"/>
    <w:rsid w:val="00C52E3B"/>
    <w:rsid w:val="00C530DB"/>
    <w:rsid w:val="00C533C5"/>
    <w:rsid w:val="00C533C6"/>
    <w:rsid w:val="00C533EA"/>
    <w:rsid w:val="00C537B8"/>
    <w:rsid w:val="00C537FA"/>
    <w:rsid w:val="00C538E4"/>
    <w:rsid w:val="00C53C6C"/>
    <w:rsid w:val="00C5411E"/>
    <w:rsid w:val="00C5446E"/>
    <w:rsid w:val="00C54742"/>
    <w:rsid w:val="00C547E2"/>
    <w:rsid w:val="00C54877"/>
    <w:rsid w:val="00C549EB"/>
    <w:rsid w:val="00C54A07"/>
    <w:rsid w:val="00C54EFB"/>
    <w:rsid w:val="00C5506C"/>
    <w:rsid w:val="00C55792"/>
    <w:rsid w:val="00C557D2"/>
    <w:rsid w:val="00C5595B"/>
    <w:rsid w:val="00C55DFE"/>
    <w:rsid w:val="00C561C2"/>
    <w:rsid w:val="00C569EF"/>
    <w:rsid w:val="00C56C41"/>
    <w:rsid w:val="00C5709F"/>
    <w:rsid w:val="00C57DED"/>
    <w:rsid w:val="00C600AD"/>
    <w:rsid w:val="00C607BB"/>
    <w:rsid w:val="00C607E5"/>
    <w:rsid w:val="00C6095E"/>
    <w:rsid w:val="00C60AE2"/>
    <w:rsid w:val="00C60BB3"/>
    <w:rsid w:val="00C60D1C"/>
    <w:rsid w:val="00C611E7"/>
    <w:rsid w:val="00C617FD"/>
    <w:rsid w:val="00C61A89"/>
    <w:rsid w:val="00C61CAA"/>
    <w:rsid w:val="00C6203D"/>
    <w:rsid w:val="00C6258B"/>
    <w:rsid w:val="00C62937"/>
    <w:rsid w:val="00C62B4A"/>
    <w:rsid w:val="00C62F27"/>
    <w:rsid w:val="00C63332"/>
    <w:rsid w:val="00C63803"/>
    <w:rsid w:val="00C6397D"/>
    <w:rsid w:val="00C63E9E"/>
    <w:rsid w:val="00C64A33"/>
    <w:rsid w:val="00C64DD8"/>
    <w:rsid w:val="00C64E28"/>
    <w:rsid w:val="00C650E6"/>
    <w:rsid w:val="00C65251"/>
    <w:rsid w:val="00C65780"/>
    <w:rsid w:val="00C65DE5"/>
    <w:rsid w:val="00C65E59"/>
    <w:rsid w:val="00C661A2"/>
    <w:rsid w:val="00C661C0"/>
    <w:rsid w:val="00C664A3"/>
    <w:rsid w:val="00C664EC"/>
    <w:rsid w:val="00C6693D"/>
    <w:rsid w:val="00C66D16"/>
    <w:rsid w:val="00C66F7A"/>
    <w:rsid w:val="00C679DB"/>
    <w:rsid w:val="00C7041E"/>
    <w:rsid w:val="00C7099A"/>
    <w:rsid w:val="00C7113D"/>
    <w:rsid w:val="00C71390"/>
    <w:rsid w:val="00C715C1"/>
    <w:rsid w:val="00C716E9"/>
    <w:rsid w:val="00C71765"/>
    <w:rsid w:val="00C719F0"/>
    <w:rsid w:val="00C71B5F"/>
    <w:rsid w:val="00C72027"/>
    <w:rsid w:val="00C7267C"/>
    <w:rsid w:val="00C72DD8"/>
    <w:rsid w:val="00C734DC"/>
    <w:rsid w:val="00C737E8"/>
    <w:rsid w:val="00C73D29"/>
    <w:rsid w:val="00C73F09"/>
    <w:rsid w:val="00C74072"/>
    <w:rsid w:val="00C74598"/>
    <w:rsid w:val="00C745D7"/>
    <w:rsid w:val="00C74967"/>
    <w:rsid w:val="00C74F3B"/>
    <w:rsid w:val="00C755CD"/>
    <w:rsid w:val="00C75724"/>
    <w:rsid w:val="00C75E04"/>
    <w:rsid w:val="00C75F6A"/>
    <w:rsid w:val="00C764D7"/>
    <w:rsid w:val="00C766AD"/>
    <w:rsid w:val="00C76766"/>
    <w:rsid w:val="00C76824"/>
    <w:rsid w:val="00C7699A"/>
    <w:rsid w:val="00C76B7F"/>
    <w:rsid w:val="00C76E43"/>
    <w:rsid w:val="00C76ED2"/>
    <w:rsid w:val="00C77124"/>
    <w:rsid w:val="00C77218"/>
    <w:rsid w:val="00C77408"/>
    <w:rsid w:val="00C77584"/>
    <w:rsid w:val="00C7767A"/>
    <w:rsid w:val="00C7787B"/>
    <w:rsid w:val="00C77919"/>
    <w:rsid w:val="00C77A3C"/>
    <w:rsid w:val="00C77AC1"/>
    <w:rsid w:val="00C77AD1"/>
    <w:rsid w:val="00C77E51"/>
    <w:rsid w:val="00C80001"/>
    <w:rsid w:val="00C80079"/>
    <w:rsid w:val="00C80814"/>
    <w:rsid w:val="00C81497"/>
    <w:rsid w:val="00C81773"/>
    <w:rsid w:val="00C81BFB"/>
    <w:rsid w:val="00C81CA5"/>
    <w:rsid w:val="00C81D33"/>
    <w:rsid w:val="00C81D74"/>
    <w:rsid w:val="00C8233F"/>
    <w:rsid w:val="00C823B1"/>
    <w:rsid w:val="00C83004"/>
    <w:rsid w:val="00C83061"/>
    <w:rsid w:val="00C8332F"/>
    <w:rsid w:val="00C839F8"/>
    <w:rsid w:val="00C83E97"/>
    <w:rsid w:val="00C84488"/>
    <w:rsid w:val="00C84913"/>
    <w:rsid w:val="00C84F85"/>
    <w:rsid w:val="00C85A73"/>
    <w:rsid w:val="00C85AC0"/>
    <w:rsid w:val="00C85CC0"/>
    <w:rsid w:val="00C85CC6"/>
    <w:rsid w:val="00C85F49"/>
    <w:rsid w:val="00C862E3"/>
    <w:rsid w:val="00C86659"/>
    <w:rsid w:val="00C86745"/>
    <w:rsid w:val="00C86CE8"/>
    <w:rsid w:val="00C86F59"/>
    <w:rsid w:val="00C871E3"/>
    <w:rsid w:val="00C87329"/>
    <w:rsid w:val="00C8751E"/>
    <w:rsid w:val="00C876A1"/>
    <w:rsid w:val="00C876EA"/>
    <w:rsid w:val="00C87A1F"/>
    <w:rsid w:val="00C87C1C"/>
    <w:rsid w:val="00C87D78"/>
    <w:rsid w:val="00C87FD1"/>
    <w:rsid w:val="00C900C4"/>
    <w:rsid w:val="00C9038D"/>
    <w:rsid w:val="00C9095E"/>
    <w:rsid w:val="00C90B4F"/>
    <w:rsid w:val="00C90C5A"/>
    <w:rsid w:val="00C90ECB"/>
    <w:rsid w:val="00C90F5B"/>
    <w:rsid w:val="00C911DC"/>
    <w:rsid w:val="00C919E3"/>
    <w:rsid w:val="00C923C4"/>
    <w:rsid w:val="00C924FD"/>
    <w:rsid w:val="00C92D20"/>
    <w:rsid w:val="00C9366D"/>
    <w:rsid w:val="00C94314"/>
    <w:rsid w:val="00C94400"/>
    <w:rsid w:val="00C94523"/>
    <w:rsid w:val="00C9472C"/>
    <w:rsid w:val="00C94930"/>
    <w:rsid w:val="00C94B50"/>
    <w:rsid w:val="00C94E4C"/>
    <w:rsid w:val="00C95042"/>
    <w:rsid w:val="00C950AB"/>
    <w:rsid w:val="00C9530E"/>
    <w:rsid w:val="00C9559E"/>
    <w:rsid w:val="00C958CB"/>
    <w:rsid w:val="00C95944"/>
    <w:rsid w:val="00C95B43"/>
    <w:rsid w:val="00C95EC3"/>
    <w:rsid w:val="00C96013"/>
    <w:rsid w:val="00C9602F"/>
    <w:rsid w:val="00C961AE"/>
    <w:rsid w:val="00C963FE"/>
    <w:rsid w:val="00C96705"/>
    <w:rsid w:val="00C96CA6"/>
    <w:rsid w:val="00C96E31"/>
    <w:rsid w:val="00C96FBE"/>
    <w:rsid w:val="00C97263"/>
    <w:rsid w:val="00C974EA"/>
    <w:rsid w:val="00C976C3"/>
    <w:rsid w:val="00CA03B0"/>
    <w:rsid w:val="00CA04EF"/>
    <w:rsid w:val="00CA0604"/>
    <w:rsid w:val="00CA0876"/>
    <w:rsid w:val="00CA1255"/>
    <w:rsid w:val="00CA1397"/>
    <w:rsid w:val="00CA1550"/>
    <w:rsid w:val="00CA17C1"/>
    <w:rsid w:val="00CA17F2"/>
    <w:rsid w:val="00CA1A8E"/>
    <w:rsid w:val="00CA216F"/>
    <w:rsid w:val="00CA2592"/>
    <w:rsid w:val="00CA276C"/>
    <w:rsid w:val="00CA2FA6"/>
    <w:rsid w:val="00CA3508"/>
    <w:rsid w:val="00CA357D"/>
    <w:rsid w:val="00CA3652"/>
    <w:rsid w:val="00CA3E93"/>
    <w:rsid w:val="00CA4132"/>
    <w:rsid w:val="00CA4538"/>
    <w:rsid w:val="00CA4775"/>
    <w:rsid w:val="00CA4CAC"/>
    <w:rsid w:val="00CA56B6"/>
    <w:rsid w:val="00CA5F9A"/>
    <w:rsid w:val="00CA623C"/>
    <w:rsid w:val="00CA6337"/>
    <w:rsid w:val="00CA646E"/>
    <w:rsid w:val="00CA6531"/>
    <w:rsid w:val="00CA6C72"/>
    <w:rsid w:val="00CA760E"/>
    <w:rsid w:val="00CA76F5"/>
    <w:rsid w:val="00CA7A48"/>
    <w:rsid w:val="00CB0060"/>
    <w:rsid w:val="00CB0332"/>
    <w:rsid w:val="00CB094D"/>
    <w:rsid w:val="00CB0A01"/>
    <w:rsid w:val="00CB0A13"/>
    <w:rsid w:val="00CB0BB9"/>
    <w:rsid w:val="00CB12C1"/>
    <w:rsid w:val="00CB18C6"/>
    <w:rsid w:val="00CB1B3F"/>
    <w:rsid w:val="00CB1BCF"/>
    <w:rsid w:val="00CB1C8C"/>
    <w:rsid w:val="00CB1DE3"/>
    <w:rsid w:val="00CB1F0B"/>
    <w:rsid w:val="00CB2248"/>
    <w:rsid w:val="00CB2322"/>
    <w:rsid w:val="00CB2569"/>
    <w:rsid w:val="00CB2C88"/>
    <w:rsid w:val="00CB2CD4"/>
    <w:rsid w:val="00CB2D4C"/>
    <w:rsid w:val="00CB3078"/>
    <w:rsid w:val="00CB3473"/>
    <w:rsid w:val="00CB35DF"/>
    <w:rsid w:val="00CB37C9"/>
    <w:rsid w:val="00CB3D91"/>
    <w:rsid w:val="00CB3F5C"/>
    <w:rsid w:val="00CB4167"/>
    <w:rsid w:val="00CB49E3"/>
    <w:rsid w:val="00CB4A88"/>
    <w:rsid w:val="00CB4B91"/>
    <w:rsid w:val="00CB4C18"/>
    <w:rsid w:val="00CB52E0"/>
    <w:rsid w:val="00CB5719"/>
    <w:rsid w:val="00CB5BC2"/>
    <w:rsid w:val="00CB5D07"/>
    <w:rsid w:val="00CB5D9E"/>
    <w:rsid w:val="00CB6751"/>
    <w:rsid w:val="00CB6780"/>
    <w:rsid w:val="00CB6833"/>
    <w:rsid w:val="00CB704B"/>
    <w:rsid w:val="00CB70BD"/>
    <w:rsid w:val="00CB710C"/>
    <w:rsid w:val="00CB72AA"/>
    <w:rsid w:val="00CB7634"/>
    <w:rsid w:val="00CB77F8"/>
    <w:rsid w:val="00CB7CCF"/>
    <w:rsid w:val="00CB7E53"/>
    <w:rsid w:val="00CC00C2"/>
    <w:rsid w:val="00CC03F9"/>
    <w:rsid w:val="00CC076E"/>
    <w:rsid w:val="00CC07C6"/>
    <w:rsid w:val="00CC07E0"/>
    <w:rsid w:val="00CC0AC9"/>
    <w:rsid w:val="00CC0F4F"/>
    <w:rsid w:val="00CC128D"/>
    <w:rsid w:val="00CC1436"/>
    <w:rsid w:val="00CC1A60"/>
    <w:rsid w:val="00CC2209"/>
    <w:rsid w:val="00CC2469"/>
    <w:rsid w:val="00CC248B"/>
    <w:rsid w:val="00CC24B7"/>
    <w:rsid w:val="00CC25FE"/>
    <w:rsid w:val="00CC2BDD"/>
    <w:rsid w:val="00CC2DB3"/>
    <w:rsid w:val="00CC2DCB"/>
    <w:rsid w:val="00CC2F5A"/>
    <w:rsid w:val="00CC3295"/>
    <w:rsid w:val="00CC3726"/>
    <w:rsid w:val="00CC3BB0"/>
    <w:rsid w:val="00CC3F10"/>
    <w:rsid w:val="00CC445C"/>
    <w:rsid w:val="00CC44F6"/>
    <w:rsid w:val="00CC4595"/>
    <w:rsid w:val="00CC46A7"/>
    <w:rsid w:val="00CC481C"/>
    <w:rsid w:val="00CC4DF1"/>
    <w:rsid w:val="00CC4E44"/>
    <w:rsid w:val="00CC4F70"/>
    <w:rsid w:val="00CC4FC8"/>
    <w:rsid w:val="00CC52C1"/>
    <w:rsid w:val="00CC535D"/>
    <w:rsid w:val="00CC5926"/>
    <w:rsid w:val="00CC6817"/>
    <w:rsid w:val="00CC68F4"/>
    <w:rsid w:val="00CC6DC0"/>
    <w:rsid w:val="00CC73F9"/>
    <w:rsid w:val="00CC768C"/>
    <w:rsid w:val="00CC770F"/>
    <w:rsid w:val="00CC7AD7"/>
    <w:rsid w:val="00CC7FE0"/>
    <w:rsid w:val="00CD0078"/>
    <w:rsid w:val="00CD0215"/>
    <w:rsid w:val="00CD05DF"/>
    <w:rsid w:val="00CD0779"/>
    <w:rsid w:val="00CD0854"/>
    <w:rsid w:val="00CD0EDB"/>
    <w:rsid w:val="00CD148A"/>
    <w:rsid w:val="00CD16AE"/>
    <w:rsid w:val="00CD1723"/>
    <w:rsid w:val="00CD1799"/>
    <w:rsid w:val="00CD1EEB"/>
    <w:rsid w:val="00CD21DF"/>
    <w:rsid w:val="00CD22D5"/>
    <w:rsid w:val="00CD2309"/>
    <w:rsid w:val="00CD2B12"/>
    <w:rsid w:val="00CD2BB4"/>
    <w:rsid w:val="00CD3456"/>
    <w:rsid w:val="00CD3D8A"/>
    <w:rsid w:val="00CD4840"/>
    <w:rsid w:val="00CD4CF3"/>
    <w:rsid w:val="00CD508A"/>
    <w:rsid w:val="00CD50E5"/>
    <w:rsid w:val="00CD5245"/>
    <w:rsid w:val="00CD53F1"/>
    <w:rsid w:val="00CD5BB3"/>
    <w:rsid w:val="00CD5D2F"/>
    <w:rsid w:val="00CD61A2"/>
    <w:rsid w:val="00CD62BE"/>
    <w:rsid w:val="00CD63E8"/>
    <w:rsid w:val="00CD6459"/>
    <w:rsid w:val="00CD6633"/>
    <w:rsid w:val="00CD666E"/>
    <w:rsid w:val="00CD69B1"/>
    <w:rsid w:val="00CD6ACF"/>
    <w:rsid w:val="00CD7087"/>
    <w:rsid w:val="00CD7398"/>
    <w:rsid w:val="00CD749C"/>
    <w:rsid w:val="00CD785C"/>
    <w:rsid w:val="00CD7909"/>
    <w:rsid w:val="00CD7CF1"/>
    <w:rsid w:val="00CE01CB"/>
    <w:rsid w:val="00CE0216"/>
    <w:rsid w:val="00CE02BE"/>
    <w:rsid w:val="00CE0338"/>
    <w:rsid w:val="00CE050A"/>
    <w:rsid w:val="00CE0821"/>
    <w:rsid w:val="00CE08BB"/>
    <w:rsid w:val="00CE0931"/>
    <w:rsid w:val="00CE0AC6"/>
    <w:rsid w:val="00CE0FF7"/>
    <w:rsid w:val="00CE1981"/>
    <w:rsid w:val="00CE1A6D"/>
    <w:rsid w:val="00CE1AA1"/>
    <w:rsid w:val="00CE1B5A"/>
    <w:rsid w:val="00CE1C4D"/>
    <w:rsid w:val="00CE1D33"/>
    <w:rsid w:val="00CE1F9A"/>
    <w:rsid w:val="00CE234C"/>
    <w:rsid w:val="00CE258A"/>
    <w:rsid w:val="00CE2B95"/>
    <w:rsid w:val="00CE2C81"/>
    <w:rsid w:val="00CE3219"/>
    <w:rsid w:val="00CE35D3"/>
    <w:rsid w:val="00CE3CB6"/>
    <w:rsid w:val="00CE4360"/>
    <w:rsid w:val="00CE475F"/>
    <w:rsid w:val="00CE4865"/>
    <w:rsid w:val="00CE4962"/>
    <w:rsid w:val="00CE4A74"/>
    <w:rsid w:val="00CE4E30"/>
    <w:rsid w:val="00CE5217"/>
    <w:rsid w:val="00CE560D"/>
    <w:rsid w:val="00CE595B"/>
    <w:rsid w:val="00CE5A9A"/>
    <w:rsid w:val="00CE61AB"/>
    <w:rsid w:val="00CE61D2"/>
    <w:rsid w:val="00CE68DD"/>
    <w:rsid w:val="00CE6A8E"/>
    <w:rsid w:val="00CE717F"/>
    <w:rsid w:val="00CE7331"/>
    <w:rsid w:val="00CE75A0"/>
    <w:rsid w:val="00CE7A1C"/>
    <w:rsid w:val="00CE7A6A"/>
    <w:rsid w:val="00CF010B"/>
    <w:rsid w:val="00CF01DC"/>
    <w:rsid w:val="00CF03B4"/>
    <w:rsid w:val="00CF0451"/>
    <w:rsid w:val="00CF0520"/>
    <w:rsid w:val="00CF0737"/>
    <w:rsid w:val="00CF07D2"/>
    <w:rsid w:val="00CF09A4"/>
    <w:rsid w:val="00CF0AD8"/>
    <w:rsid w:val="00CF108C"/>
    <w:rsid w:val="00CF17F6"/>
    <w:rsid w:val="00CF1C31"/>
    <w:rsid w:val="00CF1DAD"/>
    <w:rsid w:val="00CF28A2"/>
    <w:rsid w:val="00CF2B39"/>
    <w:rsid w:val="00CF3321"/>
    <w:rsid w:val="00CF3343"/>
    <w:rsid w:val="00CF386E"/>
    <w:rsid w:val="00CF3973"/>
    <w:rsid w:val="00CF39FD"/>
    <w:rsid w:val="00CF3EE4"/>
    <w:rsid w:val="00CF4376"/>
    <w:rsid w:val="00CF47BF"/>
    <w:rsid w:val="00CF4D0D"/>
    <w:rsid w:val="00CF4DB8"/>
    <w:rsid w:val="00CF4EAC"/>
    <w:rsid w:val="00CF4EC6"/>
    <w:rsid w:val="00CF54C5"/>
    <w:rsid w:val="00CF57A3"/>
    <w:rsid w:val="00CF58C8"/>
    <w:rsid w:val="00CF5BF1"/>
    <w:rsid w:val="00CF5F17"/>
    <w:rsid w:val="00CF68AA"/>
    <w:rsid w:val="00CF6CD6"/>
    <w:rsid w:val="00CF6F17"/>
    <w:rsid w:val="00CF6F2E"/>
    <w:rsid w:val="00CF6FDC"/>
    <w:rsid w:val="00CF7207"/>
    <w:rsid w:val="00CF76C5"/>
    <w:rsid w:val="00CF7BC5"/>
    <w:rsid w:val="00CF7D1E"/>
    <w:rsid w:val="00CF7D29"/>
    <w:rsid w:val="00CF7E6A"/>
    <w:rsid w:val="00D00538"/>
    <w:rsid w:val="00D0058D"/>
    <w:rsid w:val="00D005C0"/>
    <w:rsid w:val="00D00E97"/>
    <w:rsid w:val="00D013C5"/>
    <w:rsid w:val="00D01A29"/>
    <w:rsid w:val="00D01F78"/>
    <w:rsid w:val="00D0204F"/>
    <w:rsid w:val="00D025F4"/>
    <w:rsid w:val="00D02710"/>
    <w:rsid w:val="00D02743"/>
    <w:rsid w:val="00D02F23"/>
    <w:rsid w:val="00D030A4"/>
    <w:rsid w:val="00D034C9"/>
    <w:rsid w:val="00D03572"/>
    <w:rsid w:val="00D037A4"/>
    <w:rsid w:val="00D03B41"/>
    <w:rsid w:val="00D04362"/>
    <w:rsid w:val="00D0436B"/>
    <w:rsid w:val="00D0444E"/>
    <w:rsid w:val="00D04606"/>
    <w:rsid w:val="00D046A4"/>
    <w:rsid w:val="00D049D9"/>
    <w:rsid w:val="00D04B28"/>
    <w:rsid w:val="00D04B2A"/>
    <w:rsid w:val="00D04DD3"/>
    <w:rsid w:val="00D05174"/>
    <w:rsid w:val="00D05A38"/>
    <w:rsid w:val="00D05A6C"/>
    <w:rsid w:val="00D05AC2"/>
    <w:rsid w:val="00D05BAD"/>
    <w:rsid w:val="00D05E2E"/>
    <w:rsid w:val="00D062BA"/>
    <w:rsid w:val="00D067F6"/>
    <w:rsid w:val="00D06854"/>
    <w:rsid w:val="00D06A04"/>
    <w:rsid w:val="00D06DBB"/>
    <w:rsid w:val="00D07074"/>
    <w:rsid w:val="00D07558"/>
    <w:rsid w:val="00D1031A"/>
    <w:rsid w:val="00D10693"/>
    <w:rsid w:val="00D106FF"/>
    <w:rsid w:val="00D10DC8"/>
    <w:rsid w:val="00D111F7"/>
    <w:rsid w:val="00D11283"/>
    <w:rsid w:val="00D11A91"/>
    <w:rsid w:val="00D11B66"/>
    <w:rsid w:val="00D11BEB"/>
    <w:rsid w:val="00D12096"/>
    <w:rsid w:val="00D122AE"/>
    <w:rsid w:val="00D12331"/>
    <w:rsid w:val="00D12762"/>
    <w:rsid w:val="00D127F6"/>
    <w:rsid w:val="00D12802"/>
    <w:rsid w:val="00D12AC6"/>
    <w:rsid w:val="00D12CD7"/>
    <w:rsid w:val="00D1344C"/>
    <w:rsid w:val="00D13481"/>
    <w:rsid w:val="00D134EE"/>
    <w:rsid w:val="00D13537"/>
    <w:rsid w:val="00D13A3A"/>
    <w:rsid w:val="00D13BA9"/>
    <w:rsid w:val="00D13CBC"/>
    <w:rsid w:val="00D13ED4"/>
    <w:rsid w:val="00D15956"/>
    <w:rsid w:val="00D15C8B"/>
    <w:rsid w:val="00D15EC6"/>
    <w:rsid w:val="00D16062"/>
    <w:rsid w:val="00D16206"/>
    <w:rsid w:val="00D16302"/>
    <w:rsid w:val="00D16621"/>
    <w:rsid w:val="00D166EE"/>
    <w:rsid w:val="00D1678B"/>
    <w:rsid w:val="00D16B19"/>
    <w:rsid w:val="00D16C4D"/>
    <w:rsid w:val="00D16D4C"/>
    <w:rsid w:val="00D170A6"/>
    <w:rsid w:val="00D174B6"/>
    <w:rsid w:val="00D177F0"/>
    <w:rsid w:val="00D20015"/>
    <w:rsid w:val="00D2026F"/>
    <w:rsid w:val="00D2108F"/>
    <w:rsid w:val="00D2110F"/>
    <w:rsid w:val="00D21255"/>
    <w:rsid w:val="00D21313"/>
    <w:rsid w:val="00D215FB"/>
    <w:rsid w:val="00D21761"/>
    <w:rsid w:val="00D218A5"/>
    <w:rsid w:val="00D224DB"/>
    <w:rsid w:val="00D225E8"/>
    <w:rsid w:val="00D22757"/>
    <w:rsid w:val="00D229B8"/>
    <w:rsid w:val="00D22A70"/>
    <w:rsid w:val="00D22BD2"/>
    <w:rsid w:val="00D22F03"/>
    <w:rsid w:val="00D232C9"/>
    <w:rsid w:val="00D236C2"/>
    <w:rsid w:val="00D237E3"/>
    <w:rsid w:val="00D23D13"/>
    <w:rsid w:val="00D2489E"/>
    <w:rsid w:val="00D24984"/>
    <w:rsid w:val="00D24A01"/>
    <w:rsid w:val="00D24A1F"/>
    <w:rsid w:val="00D252DC"/>
    <w:rsid w:val="00D2538A"/>
    <w:rsid w:val="00D25702"/>
    <w:rsid w:val="00D25873"/>
    <w:rsid w:val="00D25AF6"/>
    <w:rsid w:val="00D25BF1"/>
    <w:rsid w:val="00D2614D"/>
    <w:rsid w:val="00D2628A"/>
    <w:rsid w:val="00D26379"/>
    <w:rsid w:val="00D26CAF"/>
    <w:rsid w:val="00D26F22"/>
    <w:rsid w:val="00D2717B"/>
    <w:rsid w:val="00D27354"/>
    <w:rsid w:val="00D27417"/>
    <w:rsid w:val="00D2744C"/>
    <w:rsid w:val="00D2784C"/>
    <w:rsid w:val="00D27F27"/>
    <w:rsid w:val="00D310A5"/>
    <w:rsid w:val="00D310B3"/>
    <w:rsid w:val="00D3144C"/>
    <w:rsid w:val="00D316BD"/>
    <w:rsid w:val="00D3186D"/>
    <w:rsid w:val="00D31B95"/>
    <w:rsid w:val="00D31C59"/>
    <w:rsid w:val="00D31E07"/>
    <w:rsid w:val="00D31E3B"/>
    <w:rsid w:val="00D31F5E"/>
    <w:rsid w:val="00D31FCF"/>
    <w:rsid w:val="00D32283"/>
    <w:rsid w:val="00D32463"/>
    <w:rsid w:val="00D32BE6"/>
    <w:rsid w:val="00D32C81"/>
    <w:rsid w:val="00D32D5F"/>
    <w:rsid w:val="00D32FDC"/>
    <w:rsid w:val="00D334C6"/>
    <w:rsid w:val="00D337D6"/>
    <w:rsid w:val="00D34042"/>
    <w:rsid w:val="00D3423E"/>
    <w:rsid w:val="00D347FA"/>
    <w:rsid w:val="00D34A0B"/>
    <w:rsid w:val="00D34AD9"/>
    <w:rsid w:val="00D34B26"/>
    <w:rsid w:val="00D34B3D"/>
    <w:rsid w:val="00D34C49"/>
    <w:rsid w:val="00D34E51"/>
    <w:rsid w:val="00D35112"/>
    <w:rsid w:val="00D355C5"/>
    <w:rsid w:val="00D35652"/>
    <w:rsid w:val="00D35796"/>
    <w:rsid w:val="00D35A9F"/>
    <w:rsid w:val="00D35C37"/>
    <w:rsid w:val="00D35D2F"/>
    <w:rsid w:val="00D35D70"/>
    <w:rsid w:val="00D35EB1"/>
    <w:rsid w:val="00D3613A"/>
    <w:rsid w:val="00D36455"/>
    <w:rsid w:val="00D36874"/>
    <w:rsid w:val="00D372C5"/>
    <w:rsid w:val="00D3735C"/>
    <w:rsid w:val="00D37487"/>
    <w:rsid w:val="00D375DE"/>
    <w:rsid w:val="00D377C9"/>
    <w:rsid w:val="00D3792D"/>
    <w:rsid w:val="00D37FF8"/>
    <w:rsid w:val="00D40248"/>
    <w:rsid w:val="00D40539"/>
    <w:rsid w:val="00D4068F"/>
    <w:rsid w:val="00D40860"/>
    <w:rsid w:val="00D40FF5"/>
    <w:rsid w:val="00D41252"/>
    <w:rsid w:val="00D41267"/>
    <w:rsid w:val="00D41E17"/>
    <w:rsid w:val="00D41E6F"/>
    <w:rsid w:val="00D425C4"/>
    <w:rsid w:val="00D426DB"/>
    <w:rsid w:val="00D42941"/>
    <w:rsid w:val="00D429E6"/>
    <w:rsid w:val="00D42AD3"/>
    <w:rsid w:val="00D42F17"/>
    <w:rsid w:val="00D43154"/>
    <w:rsid w:val="00D4352F"/>
    <w:rsid w:val="00D438DA"/>
    <w:rsid w:val="00D43948"/>
    <w:rsid w:val="00D43A0B"/>
    <w:rsid w:val="00D43B69"/>
    <w:rsid w:val="00D43C4E"/>
    <w:rsid w:val="00D43FB3"/>
    <w:rsid w:val="00D442C3"/>
    <w:rsid w:val="00D4432F"/>
    <w:rsid w:val="00D44D7F"/>
    <w:rsid w:val="00D455C3"/>
    <w:rsid w:val="00D459C4"/>
    <w:rsid w:val="00D463C5"/>
    <w:rsid w:val="00D46629"/>
    <w:rsid w:val="00D46C7C"/>
    <w:rsid w:val="00D46D9C"/>
    <w:rsid w:val="00D4727D"/>
    <w:rsid w:val="00D47604"/>
    <w:rsid w:val="00D476A3"/>
    <w:rsid w:val="00D477C8"/>
    <w:rsid w:val="00D4791B"/>
    <w:rsid w:val="00D47983"/>
    <w:rsid w:val="00D4798A"/>
    <w:rsid w:val="00D47F8F"/>
    <w:rsid w:val="00D5005D"/>
    <w:rsid w:val="00D5035A"/>
    <w:rsid w:val="00D50591"/>
    <w:rsid w:val="00D50A55"/>
    <w:rsid w:val="00D50AA7"/>
    <w:rsid w:val="00D50DF1"/>
    <w:rsid w:val="00D5132F"/>
    <w:rsid w:val="00D51472"/>
    <w:rsid w:val="00D514CD"/>
    <w:rsid w:val="00D5159F"/>
    <w:rsid w:val="00D5169E"/>
    <w:rsid w:val="00D519BF"/>
    <w:rsid w:val="00D519D2"/>
    <w:rsid w:val="00D51AA9"/>
    <w:rsid w:val="00D52142"/>
    <w:rsid w:val="00D5218D"/>
    <w:rsid w:val="00D521B9"/>
    <w:rsid w:val="00D5254F"/>
    <w:rsid w:val="00D526C8"/>
    <w:rsid w:val="00D528F0"/>
    <w:rsid w:val="00D52A4C"/>
    <w:rsid w:val="00D52AA1"/>
    <w:rsid w:val="00D52BE0"/>
    <w:rsid w:val="00D52FD7"/>
    <w:rsid w:val="00D534A3"/>
    <w:rsid w:val="00D536E8"/>
    <w:rsid w:val="00D5380F"/>
    <w:rsid w:val="00D53BFA"/>
    <w:rsid w:val="00D54041"/>
    <w:rsid w:val="00D54608"/>
    <w:rsid w:val="00D54D01"/>
    <w:rsid w:val="00D54E8B"/>
    <w:rsid w:val="00D54F09"/>
    <w:rsid w:val="00D551F9"/>
    <w:rsid w:val="00D553DE"/>
    <w:rsid w:val="00D5585B"/>
    <w:rsid w:val="00D55FD8"/>
    <w:rsid w:val="00D55FF9"/>
    <w:rsid w:val="00D56E76"/>
    <w:rsid w:val="00D57558"/>
    <w:rsid w:val="00D57A2D"/>
    <w:rsid w:val="00D57D7A"/>
    <w:rsid w:val="00D6008F"/>
    <w:rsid w:val="00D600EF"/>
    <w:rsid w:val="00D60940"/>
    <w:rsid w:val="00D60D43"/>
    <w:rsid w:val="00D61010"/>
    <w:rsid w:val="00D61846"/>
    <w:rsid w:val="00D61A9B"/>
    <w:rsid w:val="00D61EAC"/>
    <w:rsid w:val="00D61FF1"/>
    <w:rsid w:val="00D624B0"/>
    <w:rsid w:val="00D626B8"/>
    <w:rsid w:val="00D63533"/>
    <w:rsid w:val="00D6360C"/>
    <w:rsid w:val="00D63712"/>
    <w:rsid w:val="00D63C21"/>
    <w:rsid w:val="00D63C28"/>
    <w:rsid w:val="00D63D17"/>
    <w:rsid w:val="00D63DF9"/>
    <w:rsid w:val="00D6495F"/>
    <w:rsid w:val="00D64A3E"/>
    <w:rsid w:val="00D64C28"/>
    <w:rsid w:val="00D64C89"/>
    <w:rsid w:val="00D64D61"/>
    <w:rsid w:val="00D653CF"/>
    <w:rsid w:val="00D654E6"/>
    <w:rsid w:val="00D65562"/>
    <w:rsid w:val="00D656D4"/>
    <w:rsid w:val="00D657A3"/>
    <w:rsid w:val="00D657E0"/>
    <w:rsid w:val="00D65BC5"/>
    <w:rsid w:val="00D65F24"/>
    <w:rsid w:val="00D65F73"/>
    <w:rsid w:val="00D666CF"/>
    <w:rsid w:val="00D667AE"/>
    <w:rsid w:val="00D6699F"/>
    <w:rsid w:val="00D66A79"/>
    <w:rsid w:val="00D66C9E"/>
    <w:rsid w:val="00D67D3A"/>
    <w:rsid w:val="00D7061D"/>
    <w:rsid w:val="00D70D15"/>
    <w:rsid w:val="00D70F3D"/>
    <w:rsid w:val="00D71011"/>
    <w:rsid w:val="00D71141"/>
    <w:rsid w:val="00D71824"/>
    <w:rsid w:val="00D71A83"/>
    <w:rsid w:val="00D72811"/>
    <w:rsid w:val="00D72B69"/>
    <w:rsid w:val="00D72C5D"/>
    <w:rsid w:val="00D72DA7"/>
    <w:rsid w:val="00D72F8D"/>
    <w:rsid w:val="00D7332A"/>
    <w:rsid w:val="00D73943"/>
    <w:rsid w:val="00D74429"/>
    <w:rsid w:val="00D745A6"/>
    <w:rsid w:val="00D74735"/>
    <w:rsid w:val="00D74937"/>
    <w:rsid w:val="00D74D0D"/>
    <w:rsid w:val="00D74D95"/>
    <w:rsid w:val="00D752D5"/>
    <w:rsid w:val="00D754B3"/>
    <w:rsid w:val="00D7568D"/>
    <w:rsid w:val="00D75829"/>
    <w:rsid w:val="00D758AE"/>
    <w:rsid w:val="00D75BA9"/>
    <w:rsid w:val="00D75F49"/>
    <w:rsid w:val="00D760C9"/>
    <w:rsid w:val="00D762A6"/>
    <w:rsid w:val="00D764F1"/>
    <w:rsid w:val="00D7680E"/>
    <w:rsid w:val="00D76918"/>
    <w:rsid w:val="00D76EA5"/>
    <w:rsid w:val="00D76FB7"/>
    <w:rsid w:val="00D771F8"/>
    <w:rsid w:val="00D77417"/>
    <w:rsid w:val="00D776F4"/>
    <w:rsid w:val="00D77774"/>
    <w:rsid w:val="00D777EC"/>
    <w:rsid w:val="00D77A35"/>
    <w:rsid w:val="00D80955"/>
    <w:rsid w:val="00D811B1"/>
    <w:rsid w:val="00D81403"/>
    <w:rsid w:val="00D8165D"/>
    <w:rsid w:val="00D81D28"/>
    <w:rsid w:val="00D81EB7"/>
    <w:rsid w:val="00D8230C"/>
    <w:rsid w:val="00D8276C"/>
    <w:rsid w:val="00D82C53"/>
    <w:rsid w:val="00D82F71"/>
    <w:rsid w:val="00D830BB"/>
    <w:rsid w:val="00D83554"/>
    <w:rsid w:val="00D839AF"/>
    <w:rsid w:val="00D83B59"/>
    <w:rsid w:val="00D83E51"/>
    <w:rsid w:val="00D8414D"/>
    <w:rsid w:val="00D842C4"/>
    <w:rsid w:val="00D84A6A"/>
    <w:rsid w:val="00D8555E"/>
    <w:rsid w:val="00D85594"/>
    <w:rsid w:val="00D85AC2"/>
    <w:rsid w:val="00D85C13"/>
    <w:rsid w:val="00D85C3F"/>
    <w:rsid w:val="00D85DAA"/>
    <w:rsid w:val="00D85DBF"/>
    <w:rsid w:val="00D85F7D"/>
    <w:rsid w:val="00D85FA0"/>
    <w:rsid w:val="00D8613B"/>
    <w:rsid w:val="00D862E1"/>
    <w:rsid w:val="00D86815"/>
    <w:rsid w:val="00D868E8"/>
    <w:rsid w:val="00D86937"/>
    <w:rsid w:val="00D8696B"/>
    <w:rsid w:val="00D86B67"/>
    <w:rsid w:val="00D86E2A"/>
    <w:rsid w:val="00D87052"/>
    <w:rsid w:val="00D87218"/>
    <w:rsid w:val="00D873F7"/>
    <w:rsid w:val="00D878CA"/>
    <w:rsid w:val="00D87A96"/>
    <w:rsid w:val="00D87AF8"/>
    <w:rsid w:val="00D90637"/>
    <w:rsid w:val="00D906CF"/>
    <w:rsid w:val="00D9095D"/>
    <w:rsid w:val="00D90F65"/>
    <w:rsid w:val="00D91228"/>
    <w:rsid w:val="00D912AB"/>
    <w:rsid w:val="00D91699"/>
    <w:rsid w:val="00D917A9"/>
    <w:rsid w:val="00D91B1A"/>
    <w:rsid w:val="00D91E6C"/>
    <w:rsid w:val="00D91FB9"/>
    <w:rsid w:val="00D9224B"/>
    <w:rsid w:val="00D92352"/>
    <w:rsid w:val="00D926F2"/>
    <w:rsid w:val="00D926F8"/>
    <w:rsid w:val="00D92730"/>
    <w:rsid w:val="00D92F56"/>
    <w:rsid w:val="00D931C4"/>
    <w:rsid w:val="00D9341F"/>
    <w:rsid w:val="00D9380D"/>
    <w:rsid w:val="00D93880"/>
    <w:rsid w:val="00D93894"/>
    <w:rsid w:val="00D938DD"/>
    <w:rsid w:val="00D93EC9"/>
    <w:rsid w:val="00D94052"/>
    <w:rsid w:val="00D94425"/>
    <w:rsid w:val="00D94552"/>
    <w:rsid w:val="00D948E8"/>
    <w:rsid w:val="00D94B45"/>
    <w:rsid w:val="00D95058"/>
    <w:rsid w:val="00D95197"/>
    <w:rsid w:val="00D955C7"/>
    <w:rsid w:val="00D9587D"/>
    <w:rsid w:val="00D963C4"/>
    <w:rsid w:val="00D9664B"/>
    <w:rsid w:val="00D96B9C"/>
    <w:rsid w:val="00D97049"/>
    <w:rsid w:val="00D9709C"/>
    <w:rsid w:val="00D97180"/>
    <w:rsid w:val="00D972E6"/>
    <w:rsid w:val="00D975B7"/>
    <w:rsid w:val="00D977CB"/>
    <w:rsid w:val="00D97C75"/>
    <w:rsid w:val="00DA0140"/>
    <w:rsid w:val="00DA09C8"/>
    <w:rsid w:val="00DA09D5"/>
    <w:rsid w:val="00DA0E13"/>
    <w:rsid w:val="00DA0FCF"/>
    <w:rsid w:val="00DA179B"/>
    <w:rsid w:val="00DA1A23"/>
    <w:rsid w:val="00DA209A"/>
    <w:rsid w:val="00DA2298"/>
    <w:rsid w:val="00DA2818"/>
    <w:rsid w:val="00DA32C3"/>
    <w:rsid w:val="00DA393E"/>
    <w:rsid w:val="00DA3BD9"/>
    <w:rsid w:val="00DA3C1F"/>
    <w:rsid w:val="00DA3C4B"/>
    <w:rsid w:val="00DA3CE8"/>
    <w:rsid w:val="00DA3D70"/>
    <w:rsid w:val="00DA3D9B"/>
    <w:rsid w:val="00DA3EF4"/>
    <w:rsid w:val="00DA45C8"/>
    <w:rsid w:val="00DA47F2"/>
    <w:rsid w:val="00DA4A26"/>
    <w:rsid w:val="00DA4D60"/>
    <w:rsid w:val="00DA4DE0"/>
    <w:rsid w:val="00DA4F8B"/>
    <w:rsid w:val="00DA4F97"/>
    <w:rsid w:val="00DA50A6"/>
    <w:rsid w:val="00DA5259"/>
    <w:rsid w:val="00DA5695"/>
    <w:rsid w:val="00DA5935"/>
    <w:rsid w:val="00DA66E4"/>
    <w:rsid w:val="00DA6789"/>
    <w:rsid w:val="00DA70C7"/>
    <w:rsid w:val="00DA746F"/>
    <w:rsid w:val="00DA7832"/>
    <w:rsid w:val="00DA7837"/>
    <w:rsid w:val="00DA7A17"/>
    <w:rsid w:val="00DA7DF3"/>
    <w:rsid w:val="00DB0368"/>
    <w:rsid w:val="00DB05BF"/>
    <w:rsid w:val="00DB05F0"/>
    <w:rsid w:val="00DB0A13"/>
    <w:rsid w:val="00DB0C71"/>
    <w:rsid w:val="00DB0F22"/>
    <w:rsid w:val="00DB10EE"/>
    <w:rsid w:val="00DB13FE"/>
    <w:rsid w:val="00DB1900"/>
    <w:rsid w:val="00DB1D60"/>
    <w:rsid w:val="00DB27E8"/>
    <w:rsid w:val="00DB284F"/>
    <w:rsid w:val="00DB2A7E"/>
    <w:rsid w:val="00DB303E"/>
    <w:rsid w:val="00DB315C"/>
    <w:rsid w:val="00DB3387"/>
    <w:rsid w:val="00DB3471"/>
    <w:rsid w:val="00DB3581"/>
    <w:rsid w:val="00DB3B34"/>
    <w:rsid w:val="00DB3B83"/>
    <w:rsid w:val="00DB3FA7"/>
    <w:rsid w:val="00DB4515"/>
    <w:rsid w:val="00DB49AA"/>
    <w:rsid w:val="00DB4B46"/>
    <w:rsid w:val="00DB5191"/>
    <w:rsid w:val="00DB5246"/>
    <w:rsid w:val="00DB52C7"/>
    <w:rsid w:val="00DB5A1E"/>
    <w:rsid w:val="00DB5BC3"/>
    <w:rsid w:val="00DB5CDF"/>
    <w:rsid w:val="00DB5DD2"/>
    <w:rsid w:val="00DB5E76"/>
    <w:rsid w:val="00DB5E8C"/>
    <w:rsid w:val="00DB63BB"/>
    <w:rsid w:val="00DB6841"/>
    <w:rsid w:val="00DB6BCE"/>
    <w:rsid w:val="00DB6C3A"/>
    <w:rsid w:val="00DB6F4C"/>
    <w:rsid w:val="00DB721C"/>
    <w:rsid w:val="00DB7E8B"/>
    <w:rsid w:val="00DC00D3"/>
    <w:rsid w:val="00DC0156"/>
    <w:rsid w:val="00DC0466"/>
    <w:rsid w:val="00DC049D"/>
    <w:rsid w:val="00DC0644"/>
    <w:rsid w:val="00DC073D"/>
    <w:rsid w:val="00DC13C7"/>
    <w:rsid w:val="00DC1460"/>
    <w:rsid w:val="00DC1493"/>
    <w:rsid w:val="00DC16CD"/>
    <w:rsid w:val="00DC16EB"/>
    <w:rsid w:val="00DC17BB"/>
    <w:rsid w:val="00DC20DC"/>
    <w:rsid w:val="00DC2382"/>
    <w:rsid w:val="00DC2499"/>
    <w:rsid w:val="00DC25ED"/>
    <w:rsid w:val="00DC2B11"/>
    <w:rsid w:val="00DC2B35"/>
    <w:rsid w:val="00DC2CF3"/>
    <w:rsid w:val="00DC318E"/>
    <w:rsid w:val="00DC35BE"/>
    <w:rsid w:val="00DC3877"/>
    <w:rsid w:val="00DC3A04"/>
    <w:rsid w:val="00DC3F3F"/>
    <w:rsid w:val="00DC4B10"/>
    <w:rsid w:val="00DC4DE6"/>
    <w:rsid w:val="00DC4E0C"/>
    <w:rsid w:val="00DC4F87"/>
    <w:rsid w:val="00DC57F5"/>
    <w:rsid w:val="00DC581C"/>
    <w:rsid w:val="00DC595F"/>
    <w:rsid w:val="00DC5BE5"/>
    <w:rsid w:val="00DC5DEA"/>
    <w:rsid w:val="00DC608D"/>
    <w:rsid w:val="00DC62D1"/>
    <w:rsid w:val="00DC64A4"/>
    <w:rsid w:val="00DC65B8"/>
    <w:rsid w:val="00DC6758"/>
    <w:rsid w:val="00DC68BE"/>
    <w:rsid w:val="00DC6DCE"/>
    <w:rsid w:val="00DC6E8B"/>
    <w:rsid w:val="00DC7197"/>
    <w:rsid w:val="00DC7BB4"/>
    <w:rsid w:val="00DD0250"/>
    <w:rsid w:val="00DD097D"/>
    <w:rsid w:val="00DD0F06"/>
    <w:rsid w:val="00DD0F7F"/>
    <w:rsid w:val="00DD13A8"/>
    <w:rsid w:val="00DD1860"/>
    <w:rsid w:val="00DD1CF3"/>
    <w:rsid w:val="00DD1E53"/>
    <w:rsid w:val="00DD1E74"/>
    <w:rsid w:val="00DD2293"/>
    <w:rsid w:val="00DD22DC"/>
    <w:rsid w:val="00DD237F"/>
    <w:rsid w:val="00DD2BCC"/>
    <w:rsid w:val="00DD2BD4"/>
    <w:rsid w:val="00DD3266"/>
    <w:rsid w:val="00DD337A"/>
    <w:rsid w:val="00DD3834"/>
    <w:rsid w:val="00DD3E9B"/>
    <w:rsid w:val="00DD444B"/>
    <w:rsid w:val="00DD4570"/>
    <w:rsid w:val="00DD483F"/>
    <w:rsid w:val="00DD503C"/>
    <w:rsid w:val="00DD52C5"/>
    <w:rsid w:val="00DD576C"/>
    <w:rsid w:val="00DD62DD"/>
    <w:rsid w:val="00DD63B1"/>
    <w:rsid w:val="00DD6870"/>
    <w:rsid w:val="00DD68CB"/>
    <w:rsid w:val="00DD7076"/>
    <w:rsid w:val="00DD7654"/>
    <w:rsid w:val="00DD7675"/>
    <w:rsid w:val="00DD7929"/>
    <w:rsid w:val="00DD7B38"/>
    <w:rsid w:val="00DD7C52"/>
    <w:rsid w:val="00DE0173"/>
    <w:rsid w:val="00DE0511"/>
    <w:rsid w:val="00DE082A"/>
    <w:rsid w:val="00DE0D13"/>
    <w:rsid w:val="00DE0D76"/>
    <w:rsid w:val="00DE0F4E"/>
    <w:rsid w:val="00DE1769"/>
    <w:rsid w:val="00DE17E8"/>
    <w:rsid w:val="00DE1C11"/>
    <w:rsid w:val="00DE23C3"/>
    <w:rsid w:val="00DE2457"/>
    <w:rsid w:val="00DE2B61"/>
    <w:rsid w:val="00DE2D42"/>
    <w:rsid w:val="00DE2E2F"/>
    <w:rsid w:val="00DE3146"/>
    <w:rsid w:val="00DE33CA"/>
    <w:rsid w:val="00DE33DC"/>
    <w:rsid w:val="00DE37F1"/>
    <w:rsid w:val="00DE40F2"/>
    <w:rsid w:val="00DE4126"/>
    <w:rsid w:val="00DE421A"/>
    <w:rsid w:val="00DE4439"/>
    <w:rsid w:val="00DE44EB"/>
    <w:rsid w:val="00DE459C"/>
    <w:rsid w:val="00DE45C2"/>
    <w:rsid w:val="00DE4667"/>
    <w:rsid w:val="00DE485F"/>
    <w:rsid w:val="00DE4CF0"/>
    <w:rsid w:val="00DE4F3E"/>
    <w:rsid w:val="00DE5E69"/>
    <w:rsid w:val="00DE5F5E"/>
    <w:rsid w:val="00DE66FA"/>
    <w:rsid w:val="00DE6722"/>
    <w:rsid w:val="00DE6ADD"/>
    <w:rsid w:val="00DE6B84"/>
    <w:rsid w:val="00DE6B8A"/>
    <w:rsid w:val="00DE7101"/>
    <w:rsid w:val="00DE73D2"/>
    <w:rsid w:val="00DE771D"/>
    <w:rsid w:val="00DE77D3"/>
    <w:rsid w:val="00DE7C10"/>
    <w:rsid w:val="00DE7D76"/>
    <w:rsid w:val="00DF0385"/>
    <w:rsid w:val="00DF05B0"/>
    <w:rsid w:val="00DF0C41"/>
    <w:rsid w:val="00DF0C7A"/>
    <w:rsid w:val="00DF0D17"/>
    <w:rsid w:val="00DF0E87"/>
    <w:rsid w:val="00DF1038"/>
    <w:rsid w:val="00DF105A"/>
    <w:rsid w:val="00DF121B"/>
    <w:rsid w:val="00DF1467"/>
    <w:rsid w:val="00DF1770"/>
    <w:rsid w:val="00DF1EAA"/>
    <w:rsid w:val="00DF281F"/>
    <w:rsid w:val="00DF2998"/>
    <w:rsid w:val="00DF2A3C"/>
    <w:rsid w:val="00DF2AD3"/>
    <w:rsid w:val="00DF2D5F"/>
    <w:rsid w:val="00DF3650"/>
    <w:rsid w:val="00DF3770"/>
    <w:rsid w:val="00DF3964"/>
    <w:rsid w:val="00DF3BF2"/>
    <w:rsid w:val="00DF3E36"/>
    <w:rsid w:val="00DF3E3C"/>
    <w:rsid w:val="00DF40B2"/>
    <w:rsid w:val="00DF44F7"/>
    <w:rsid w:val="00DF47E2"/>
    <w:rsid w:val="00DF4DC0"/>
    <w:rsid w:val="00DF5072"/>
    <w:rsid w:val="00DF5347"/>
    <w:rsid w:val="00DF5370"/>
    <w:rsid w:val="00DF581B"/>
    <w:rsid w:val="00DF58B2"/>
    <w:rsid w:val="00DF5A2F"/>
    <w:rsid w:val="00DF5A43"/>
    <w:rsid w:val="00DF5E22"/>
    <w:rsid w:val="00DF617A"/>
    <w:rsid w:val="00DF6246"/>
    <w:rsid w:val="00DF62F6"/>
    <w:rsid w:val="00DF6506"/>
    <w:rsid w:val="00DF6659"/>
    <w:rsid w:val="00DF6845"/>
    <w:rsid w:val="00DF694C"/>
    <w:rsid w:val="00DF6D44"/>
    <w:rsid w:val="00DF6ED1"/>
    <w:rsid w:val="00DF711E"/>
    <w:rsid w:val="00DF7446"/>
    <w:rsid w:val="00DF78B8"/>
    <w:rsid w:val="00DF7E2E"/>
    <w:rsid w:val="00DF7F43"/>
    <w:rsid w:val="00DF7FCE"/>
    <w:rsid w:val="00E00207"/>
    <w:rsid w:val="00E002AF"/>
    <w:rsid w:val="00E002FF"/>
    <w:rsid w:val="00E00450"/>
    <w:rsid w:val="00E00502"/>
    <w:rsid w:val="00E00AF8"/>
    <w:rsid w:val="00E0128E"/>
    <w:rsid w:val="00E0194D"/>
    <w:rsid w:val="00E01CF6"/>
    <w:rsid w:val="00E01FB5"/>
    <w:rsid w:val="00E023E9"/>
    <w:rsid w:val="00E02438"/>
    <w:rsid w:val="00E0265B"/>
    <w:rsid w:val="00E027C7"/>
    <w:rsid w:val="00E0336A"/>
    <w:rsid w:val="00E035B4"/>
    <w:rsid w:val="00E038D1"/>
    <w:rsid w:val="00E03B0F"/>
    <w:rsid w:val="00E04030"/>
    <w:rsid w:val="00E04598"/>
    <w:rsid w:val="00E047AC"/>
    <w:rsid w:val="00E04988"/>
    <w:rsid w:val="00E052FC"/>
    <w:rsid w:val="00E055A7"/>
    <w:rsid w:val="00E0576A"/>
    <w:rsid w:val="00E05AF0"/>
    <w:rsid w:val="00E06612"/>
    <w:rsid w:val="00E06662"/>
    <w:rsid w:val="00E068E4"/>
    <w:rsid w:val="00E06B61"/>
    <w:rsid w:val="00E07146"/>
    <w:rsid w:val="00E07373"/>
    <w:rsid w:val="00E073E9"/>
    <w:rsid w:val="00E07821"/>
    <w:rsid w:val="00E0784A"/>
    <w:rsid w:val="00E079EB"/>
    <w:rsid w:val="00E07A86"/>
    <w:rsid w:val="00E07E7B"/>
    <w:rsid w:val="00E100B9"/>
    <w:rsid w:val="00E102E4"/>
    <w:rsid w:val="00E102ED"/>
    <w:rsid w:val="00E104CA"/>
    <w:rsid w:val="00E10666"/>
    <w:rsid w:val="00E10A20"/>
    <w:rsid w:val="00E10BB7"/>
    <w:rsid w:val="00E10CCC"/>
    <w:rsid w:val="00E10D27"/>
    <w:rsid w:val="00E10FC6"/>
    <w:rsid w:val="00E11232"/>
    <w:rsid w:val="00E11A2D"/>
    <w:rsid w:val="00E11B70"/>
    <w:rsid w:val="00E11E19"/>
    <w:rsid w:val="00E121CF"/>
    <w:rsid w:val="00E12690"/>
    <w:rsid w:val="00E12A05"/>
    <w:rsid w:val="00E12DA3"/>
    <w:rsid w:val="00E12DDF"/>
    <w:rsid w:val="00E12EDC"/>
    <w:rsid w:val="00E134FC"/>
    <w:rsid w:val="00E13B43"/>
    <w:rsid w:val="00E13CB1"/>
    <w:rsid w:val="00E13CED"/>
    <w:rsid w:val="00E13F91"/>
    <w:rsid w:val="00E14336"/>
    <w:rsid w:val="00E147F6"/>
    <w:rsid w:val="00E14C1E"/>
    <w:rsid w:val="00E14DCE"/>
    <w:rsid w:val="00E14F0C"/>
    <w:rsid w:val="00E1552F"/>
    <w:rsid w:val="00E157D3"/>
    <w:rsid w:val="00E16235"/>
    <w:rsid w:val="00E16DDA"/>
    <w:rsid w:val="00E17264"/>
    <w:rsid w:val="00E20024"/>
    <w:rsid w:val="00E2053F"/>
    <w:rsid w:val="00E205D1"/>
    <w:rsid w:val="00E20AE3"/>
    <w:rsid w:val="00E20CAC"/>
    <w:rsid w:val="00E20EFF"/>
    <w:rsid w:val="00E20F88"/>
    <w:rsid w:val="00E210D6"/>
    <w:rsid w:val="00E21304"/>
    <w:rsid w:val="00E215E8"/>
    <w:rsid w:val="00E216F8"/>
    <w:rsid w:val="00E219E5"/>
    <w:rsid w:val="00E22009"/>
    <w:rsid w:val="00E22601"/>
    <w:rsid w:val="00E227F7"/>
    <w:rsid w:val="00E22AC9"/>
    <w:rsid w:val="00E22EF0"/>
    <w:rsid w:val="00E234B4"/>
    <w:rsid w:val="00E234DA"/>
    <w:rsid w:val="00E237A6"/>
    <w:rsid w:val="00E237C6"/>
    <w:rsid w:val="00E23E9A"/>
    <w:rsid w:val="00E23FB1"/>
    <w:rsid w:val="00E24208"/>
    <w:rsid w:val="00E2455B"/>
    <w:rsid w:val="00E24A0F"/>
    <w:rsid w:val="00E253A3"/>
    <w:rsid w:val="00E255F0"/>
    <w:rsid w:val="00E2569A"/>
    <w:rsid w:val="00E259C3"/>
    <w:rsid w:val="00E25BC0"/>
    <w:rsid w:val="00E25CDA"/>
    <w:rsid w:val="00E25FAE"/>
    <w:rsid w:val="00E26512"/>
    <w:rsid w:val="00E26BC0"/>
    <w:rsid w:val="00E26F76"/>
    <w:rsid w:val="00E27247"/>
    <w:rsid w:val="00E274DB"/>
    <w:rsid w:val="00E27695"/>
    <w:rsid w:val="00E27966"/>
    <w:rsid w:val="00E27D22"/>
    <w:rsid w:val="00E3004B"/>
    <w:rsid w:val="00E30B17"/>
    <w:rsid w:val="00E30C62"/>
    <w:rsid w:val="00E30D51"/>
    <w:rsid w:val="00E30D73"/>
    <w:rsid w:val="00E30F33"/>
    <w:rsid w:val="00E30F8F"/>
    <w:rsid w:val="00E310F8"/>
    <w:rsid w:val="00E31E7A"/>
    <w:rsid w:val="00E3219F"/>
    <w:rsid w:val="00E324B2"/>
    <w:rsid w:val="00E32DA9"/>
    <w:rsid w:val="00E3303B"/>
    <w:rsid w:val="00E3354D"/>
    <w:rsid w:val="00E33570"/>
    <w:rsid w:val="00E33579"/>
    <w:rsid w:val="00E336A7"/>
    <w:rsid w:val="00E337B8"/>
    <w:rsid w:val="00E338EB"/>
    <w:rsid w:val="00E33C35"/>
    <w:rsid w:val="00E340EF"/>
    <w:rsid w:val="00E34489"/>
    <w:rsid w:val="00E34540"/>
    <w:rsid w:val="00E345E0"/>
    <w:rsid w:val="00E347B2"/>
    <w:rsid w:val="00E347F4"/>
    <w:rsid w:val="00E34975"/>
    <w:rsid w:val="00E34A06"/>
    <w:rsid w:val="00E34D14"/>
    <w:rsid w:val="00E34F39"/>
    <w:rsid w:val="00E3528B"/>
    <w:rsid w:val="00E357A1"/>
    <w:rsid w:val="00E35AFC"/>
    <w:rsid w:val="00E35E11"/>
    <w:rsid w:val="00E3667F"/>
    <w:rsid w:val="00E3699C"/>
    <w:rsid w:val="00E36CD5"/>
    <w:rsid w:val="00E36E7B"/>
    <w:rsid w:val="00E36EC6"/>
    <w:rsid w:val="00E36F0F"/>
    <w:rsid w:val="00E36F43"/>
    <w:rsid w:val="00E37AC6"/>
    <w:rsid w:val="00E37DE9"/>
    <w:rsid w:val="00E4030E"/>
    <w:rsid w:val="00E4044E"/>
    <w:rsid w:val="00E40CB1"/>
    <w:rsid w:val="00E40EFF"/>
    <w:rsid w:val="00E40F18"/>
    <w:rsid w:val="00E41AEB"/>
    <w:rsid w:val="00E41CA5"/>
    <w:rsid w:val="00E41F61"/>
    <w:rsid w:val="00E42635"/>
    <w:rsid w:val="00E42863"/>
    <w:rsid w:val="00E428FF"/>
    <w:rsid w:val="00E42A72"/>
    <w:rsid w:val="00E42CD2"/>
    <w:rsid w:val="00E432D7"/>
    <w:rsid w:val="00E43400"/>
    <w:rsid w:val="00E4356E"/>
    <w:rsid w:val="00E43743"/>
    <w:rsid w:val="00E437FD"/>
    <w:rsid w:val="00E4385C"/>
    <w:rsid w:val="00E43A20"/>
    <w:rsid w:val="00E43DB1"/>
    <w:rsid w:val="00E43DF3"/>
    <w:rsid w:val="00E43EE2"/>
    <w:rsid w:val="00E440ED"/>
    <w:rsid w:val="00E4441D"/>
    <w:rsid w:val="00E4465D"/>
    <w:rsid w:val="00E446FF"/>
    <w:rsid w:val="00E44750"/>
    <w:rsid w:val="00E44761"/>
    <w:rsid w:val="00E4481D"/>
    <w:rsid w:val="00E456AE"/>
    <w:rsid w:val="00E45735"/>
    <w:rsid w:val="00E4577D"/>
    <w:rsid w:val="00E4586E"/>
    <w:rsid w:val="00E45AB7"/>
    <w:rsid w:val="00E46833"/>
    <w:rsid w:val="00E47471"/>
    <w:rsid w:val="00E47759"/>
    <w:rsid w:val="00E4775B"/>
    <w:rsid w:val="00E4776E"/>
    <w:rsid w:val="00E477D4"/>
    <w:rsid w:val="00E47BB5"/>
    <w:rsid w:val="00E47DAD"/>
    <w:rsid w:val="00E47E74"/>
    <w:rsid w:val="00E50AA6"/>
    <w:rsid w:val="00E51390"/>
    <w:rsid w:val="00E52020"/>
    <w:rsid w:val="00E523B5"/>
    <w:rsid w:val="00E525D6"/>
    <w:rsid w:val="00E52727"/>
    <w:rsid w:val="00E534D8"/>
    <w:rsid w:val="00E535F3"/>
    <w:rsid w:val="00E53ABB"/>
    <w:rsid w:val="00E53AC0"/>
    <w:rsid w:val="00E53E8B"/>
    <w:rsid w:val="00E5413F"/>
    <w:rsid w:val="00E541E4"/>
    <w:rsid w:val="00E542D5"/>
    <w:rsid w:val="00E54408"/>
    <w:rsid w:val="00E54957"/>
    <w:rsid w:val="00E549B4"/>
    <w:rsid w:val="00E54AE7"/>
    <w:rsid w:val="00E54BD7"/>
    <w:rsid w:val="00E54E99"/>
    <w:rsid w:val="00E5504F"/>
    <w:rsid w:val="00E55FAB"/>
    <w:rsid w:val="00E55FFE"/>
    <w:rsid w:val="00E56229"/>
    <w:rsid w:val="00E56252"/>
    <w:rsid w:val="00E56999"/>
    <w:rsid w:val="00E569AE"/>
    <w:rsid w:val="00E56B61"/>
    <w:rsid w:val="00E56FA4"/>
    <w:rsid w:val="00E5713A"/>
    <w:rsid w:val="00E572BB"/>
    <w:rsid w:val="00E57491"/>
    <w:rsid w:val="00E5768D"/>
    <w:rsid w:val="00E57E34"/>
    <w:rsid w:val="00E60077"/>
    <w:rsid w:val="00E6020F"/>
    <w:rsid w:val="00E60C80"/>
    <w:rsid w:val="00E60CFD"/>
    <w:rsid w:val="00E60F70"/>
    <w:rsid w:val="00E610DA"/>
    <w:rsid w:val="00E61181"/>
    <w:rsid w:val="00E615F1"/>
    <w:rsid w:val="00E617E0"/>
    <w:rsid w:val="00E61DD3"/>
    <w:rsid w:val="00E61FB4"/>
    <w:rsid w:val="00E627F3"/>
    <w:rsid w:val="00E629A3"/>
    <w:rsid w:val="00E62C4D"/>
    <w:rsid w:val="00E63261"/>
    <w:rsid w:val="00E633F9"/>
    <w:rsid w:val="00E637BB"/>
    <w:rsid w:val="00E6387D"/>
    <w:rsid w:val="00E6389E"/>
    <w:rsid w:val="00E638FF"/>
    <w:rsid w:val="00E63A39"/>
    <w:rsid w:val="00E63AFE"/>
    <w:rsid w:val="00E63D66"/>
    <w:rsid w:val="00E63FFE"/>
    <w:rsid w:val="00E6406F"/>
    <w:rsid w:val="00E647A8"/>
    <w:rsid w:val="00E64D56"/>
    <w:rsid w:val="00E65171"/>
    <w:rsid w:val="00E65177"/>
    <w:rsid w:val="00E6537F"/>
    <w:rsid w:val="00E653E7"/>
    <w:rsid w:val="00E65A3B"/>
    <w:rsid w:val="00E65CAB"/>
    <w:rsid w:val="00E65CC1"/>
    <w:rsid w:val="00E65D15"/>
    <w:rsid w:val="00E65DC5"/>
    <w:rsid w:val="00E663D2"/>
    <w:rsid w:val="00E667CC"/>
    <w:rsid w:val="00E66BE1"/>
    <w:rsid w:val="00E674F6"/>
    <w:rsid w:val="00E67D63"/>
    <w:rsid w:val="00E7035E"/>
    <w:rsid w:val="00E70389"/>
    <w:rsid w:val="00E707B8"/>
    <w:rsid w:val="00E7099A"/>
    <w:rsid w:val="00E70A13"/>
    <w:rsid w:val="00E70AD3"/>
    <w:rsid w:val="00E7109A"/>
    <w:rsid w:val="00E71648"/>
    <w:rsid w:val="00E716D7"/>
    <w:rsid w:val="00E71918"/>
    <w:rsid w:val="00E71EB0"/>
    <w:rsid w:val="00E72346"/>
    <w:rsid w:val="00E72487"/>
    <w:rsid w:val="00E725AD"/>
    <w:rsid w:val="00E725B5"/>
    <w:rsid w:val="00E72FDE"/>
    <w:rsid w:val="00E742C1"/>
    <w:rsid w:val="00E744E7"/>
    <w:rsid w:val="00E74873"/>
    <w:rsid w:val="00E749EF"/>
    <w:rsid w:val="00E74D4E"/>
    <w:rsid w:val="00E74D77"/>
    <w:rsid w:val="00E74E3C"/>
    <w:rsid w:val="00E75D2C"/>
    <w:rsid w:val="00E75F40"/>
    <w:rsid w:val="00E760B9"/>
    <w:rsid w:val="00E762F3"/>
    <w:rsid w:val="00E77056"/>
    <w:rsid w:val="00E773F6"/>
    <w:rsid w:val="00E775C4"/>
    <w:rsid w:val="00E77703"/>
    <w:rsid w:val="00E77707"/>
    <w:rsid w:val="00E7781E"/>
    <w:rsid w:val="00E77838"/>
    <w:rsid w:val="00E77D16"/>
    <w:rsid w:val="00E8064D"/>
    <w:rsid w:val="00E80A45"/>
    <w:rsid w:val="00E80A7A"/>
    <w:rsid w:val="00E81A5C"/>
    <w:rsid w:val="00E81D5A"/>
    <w:rsid w:val="00E824F8"/>
    <w:rsid w:val="00E825DA"/>
    <w:rsid w:val="00E828B8"/>
    <w:rsid w:val="00E82A4F"/>
    <w:rsid w:val="00E82A9A"/>
    <w:rsid w:val="00E82B54"/>
    <w:rsid w:val="00E82CA0"/>
    <w:rsid w:val="00E82E59"/>
    <w:rsid w:val="00E83577"/>
    <w:rsid w:val="00E836DD"/>
    <w:rsid w:val="00E83A17"/>
    <w:rsid w:val="00E83C87"/>
    <w:rsid w:val="00E83FDF"/>
    <w:rsid w:val="00E845FD"/>
    <w:rsid w:val="00E84791"/>
    <w:rsid w:val="00E84957"/>
    <w:rsid w:val="00E84CC5"/>
    <w:rsid w:val="00E852CC"/>
    <w:rsid w:val="00E85929"/>
    <w:rsid w:val="00E85DFD"/>
    <w:rsid w:val="00E85E0C"/>
    <w:rsid w:val="00E85F6F"/>
    <w:rsid w:val="00E862B0"/>
    <w:rsid w:val="00E8638B"/>
    <w:rsid w:val="00E86696"/>
    <w:rsid w:val="00E87031"/>
    <w:rsid w:val="00E871EC"/>
    <w:rsid w:val="00E8725A"/>
    <w:rsid w:val="00E87638"/>
    <w:rsid w:val="00E87799"/>
    <w:rsid w:val="00E90E28"/>
    <w:rsid w:val="00E91103"/>
    <w:rsid w:val="00E91E3F"/>
    <w:rsid w:val="00E91FB8"/>
    <w:rsid w:val="00E92344"/>
    <w:rsid w:val="00E925B5"/>
    <w:rsid w:val="00E92771"/>
    <w:rsid w:val="00E9285D"/>
    <w:rsid w:val="00E92E5E"/>
    <w:rsid w:val="00E934C3"/>
    <w:rsid w:val="00E93534"/>
    <w:rsid w:val="00E93F8B"/>
    <w:rsid w:val="00E94A92"/>
    <w:rsid w:val="00E94B0C"/>
    <w:rsid w:val="00E94B9C"/>
    <w:rsid w:val="00E94D76"/>
    <w:rsid w:val="00E94E03"/>
    <w:rsid w:val="00E95035"/>
    <w:rsid w:val="00E955C4"/>
    <w:rsid w:val="00E9561D"/>
    <w:rsid w:val="00E95AB2"/>
    <w:rsid w:val="00E96645"/>
    <w:rsid w:val="00E9682F"/>
    <w:rsid w:val="00E96A81"/>
    <w:rsid w:val="00E96D91"/>
    <w:rsid w:val="00E972EB"/>
    <w:rsid w:val="00E975F8"/>
    <w:rsid w:val="00E97605"/>
    <w:rsid w:val="00E9767A"/>
    <w:rsid w:val="00E97953"/>
    <w:rsid w:val="00E97B68"/>
    <w:rsid w:val="00E97EB1"/>
    <w:rsid w:val="00E97F74"/>
    <w:rsid w:val="00EA0D09"/>
    <w:rsid w:val="00EA0ED5"/>
    <w:rsid w:val="00EA1670"/>
    <w:rsid w:val="00EA169B"/>
    <w:rsid w:val="00EA1FED"/>
    <w:rsid w:val="00EA26A0"/>
    <w:rsid w:val="00EA2772"/>
    <w:rsid w:val="00EA2986"/>
    <w:rsid w:val="00EA2BAA"/>
    <w:rsid w:val="00EA2EE2"/>
    <w:rsid w:val="00EA3008"/>
    <w:rsid w:val="00EA317F"/>
    <w:rsid w:val="00EA3185"/>
    <w:rsid w:val="00EA36B7"/>
    <w:rsid w:val="00EA3A94"/>
    <w:rsid w:val="00EA3CFD"/>
    <w:rsid w:val="00EA3F40"/>
    <w:rsid w:val="00EA4427"/>
    <w:rsid w:val="00EA474A"/>
    <w:rsid w:val="00EA491D"/>
    <w:rsid w:val="00EA4A89"/>
    <w:rsid w:val="00EA4B1E"/>
    <w:rsid w:val="00EA4BFF"/>
    <w:rsid w:val="00EA5081"/>
    <w:rsid w:val="00EA5150"/>
    <w:rsid w:val="00EA5213"/>
    <w:rsid w:val="00EA561F"/>
    <w:rsid w:val="00EA571C"/>
    <w:rsid w:val="00EA5E79"/>
    <w:rsid w:val="00EA5EBB"/>
    <w:rsid w:val="00EA61E0"/>
    <w:rsid w:val="00EA6475"/>
    <w:rsid w:val="00EA6792"/>
    <w:rsid w:val="00EA67B3"/>
    <w:rsid w:val="00EA6A48"/>
    <w:rsid w:val="00EA6AB1"/>
    <w:rsid w:val="00EA6C36"/>
    <w:rsid w:val="00EA7130"/>
    <w:rsid w:val="00EA73D6"/>
    <w:rsid w:val="00EA75E5"/>
    <w:rsid w:val="00EA79AC"/>
    <w:rsid w:val="00EA7D1C"/>
    <w:rsid w:val="00EB0550"/>
    <w:rsid w:val="00EB081B"/>
    <w:rsid w:val="00EB09D9"/>
    <w:rsid w:val="00EB0A80"/>
    <w:rsid w:val="00EB0B4F"/>
    <w:rsid w:val="00EB0DA7"/>
    <w:rsid w:val="00EB0DF7"/>
    <w:rsid w:val="00EB11EF"/>
    <w:rsid w:val="00EB124D"/>
    <w:rsid w:val="00EB127D"/>
    <w:rsid w:val="00EB12E1"/>
    <w:rsid w:val="00EB14A4"/>
    <w:rsid w:val="00EB17BE"/>
    <w:rsid w:val="00EB1C15"/>
    <w:rsid w:val="00EB1E9B"/>
    <w:rsid w:val="00EB2270"/>
    <w:rsid w:val="00EB23D7"/>
    <w:rsid w:val="00EB24F1"/>
    <w:rsid w:val="00EB290B"/>
    <w:rsid w:val="00EB29B8"/>
    <w:rsid w:val="00EB2D5A"/>
    <w:rsid w:val="00EB30DD"/>
    <w:rsid w:val="00EB3197"/>
    <w:rsid w:val="00EB31F0"/>
    <w:rsid w:val="00EB3640"/>
    <w:rsid w:val="00EB366E"/>
    <w:rsid w:val="00EB3A17"/>
    <w:rsid w:val="00EB3CF2"/>
    <w:rsid w:val="00EB4D0F"/>
    <w:rsid w:val="00EB5210"/>
    <w:rsid w:val="00EB5B46"/>
    <w:rsid w:val="00EB60EB"/>
    <w:rsid w:val="00EB63D8"/>
    <w:rsid w:val="00EB66E6"/>
    <w:rsid w:val="00EB6AFF"/>
    <w:rsid w:val="00EB6CAC"/>
    <w:rsid w:val="00EB6E38"/>
    <w:rsid w:val="00EB74D4"/>
    <w:rsid w:val="00EB7720"/>
    <w:rsid w:val="00EB7A77"/>
    <w:rsid w:val="00EB7CDC"/>
    <w:rsid w:val="00EC0EBF"/>
    <w:rsid w:val="00EC1104"/>
    <w:rsid w:val="00EC133E"/>
    <w:rsid w:val="00EC1680"/>
    <w:rsid w:val="00EC1D06"/>
    <w:rsid w:val="00EC1FFA"/>
    <w:rsid w:val="00EC21F4"/>
    <w:rsid w:val="00EC230F"/>
    <w:rsid w:val="00EC26C8"/>
    <w:rsid w:val="00EC272C"/>
    <w:rsid w:val="00EC2947"/>
    <w:rsid w:val="00EC29D9"/>
    <w:rsid w:val="00EC2A1D"/>
    <w:rsid w:val="00EC2AF5"/>
    <w:rsid w:val="00EC2CE3"/>
    <w:rsid w:val="00EC2DF9"/>
    <w:rsid w:val="00EC32E6"/>
    <w:rsid w:val="00EC35AA"/>
    <w:rsid w:val="00EC3693"/>
    <w:rsid w:val="00EC3D13"/>
    <w:rsid w:val="00EC3E87"/>
    <w:rsid w:val="00EC40C2"/>
    <w:rsid w:val="00EC431E"/>
    <w:rsid w:val="00EC4B07"/>
    <w:rsid w:val="00EC53BC"/>
    <w:rsid w:val="00EC5451"/>
    <w:rsid w:val="00EC572A"/>
    <w:rsid w:val="00EC63BB"/>
    <w:rsid w:val="00EC669C"/>
    <w:rsid w:val="00EC6726"/>
    <w:rsid w:val="00EC6842"/>
    <w:rsid w:val="00EC6C61"/>
    <w:rsid w:val="00EC6E88"/>
    <w:rsid w:val="00EC710E"/>
    <w:rsid w:val="00EC758D"/>
    <w:rsid w:val="00EC75E1"/>
    <w:rsid w:val="00EC75E7"/>
    <w:rsid w:val="00EC7891"/>
    <w:rsid w:val="00EC792D"/>
    <w:rsid w:val="00EC7A74"/>
    <w:rsid w:val="00EC7CDA"/>
    <w:rsid w:val="00ED0040"/>
    <w:rsid w:val="00ED0852"/>
    <w:rsid w:val="00ED0DAB"/>
    <w:rsid w:val="00ED0EBD"/>
    <w:rsid w:val="00ED0FF2"/>
    <w:rsid w:val="00ED1158"/>
    <w:rsid w:val="00ED11AF"/>
    <w:rsid w:val="00ED1202"/>
    <w:rsid w:val="00ED167D"/>
    <w:rsid w:val="00ED1710"/>
    <w:rsid w:val="00ED1AE1"/>
    <w:rsid w:val="00ED220E"/>
    <w:rsid w:val="00ED2232"/>
    <w:rsid w:val="00ED2502"/>
    <w:rsid w:val="00ED2A59"/>
    <w:rsid w:val="00ED2A8B"/>
    <w:rsid w:val="00ED2BDB"/>
    <w:rsid w:val="00ED2CE9"/>
    <w:rsid w:val="00ED2E8B"/>
    <w:rsid w:val="00ED2F43"/>
    <w:rsid w:val="00ED30FC"/>
    <w:rsid w:val="00ED348F"/>
    <w:rsid w:val="00ED361A"/>
    <w:rsid w:val="00ED378A"/>
    <w:rsid w:val="00ED3A0F"/>
    <w:rsid w:val="00ED3F73"/>
    <w:rsid w:val="00ED40C7"/>
    <w:rsid w:val="00ED418D"/>
    <w:rsid w:val="00ED4373"/>
    <w:rsid w:val="00ED4824"/>
    <w:rsid w:val="00ED4E5B"/>
    <w:rsid w:val="00ED5294"/>
    <w:rsid w:val="00ED5535"/>
    <w:rsid w:val="00ED5551"/>
    <w:rsid w:val="00ED5752"/>
    <w:rsid w:val="00ED57A9"/>
    <w:rsid w:val="00ED5F0A"/>
    <w:rsid w:val="00ED64FF"/>
    <w:rsid w:val="00ED7106"/>
    <w:rsid w:val="00ED71B9"/>
    <w:rsid w:val="00ED7615"/>
    <w:rsid w:val="00ED7A0E"/>
    <w:rsid w:val="00ED7EAA"/>
    <w:rsid w:val="00EE043E"/>
    <w:rsid w:val="00EE0B2F"/>
    <w:rsid w:val="00EE0F8C"/>
    <w:rsid w:val="00EE145E"/>
    <w:rsid w:val="00EE1A06"/>
    <w:rsid w:val="00EE1C24"/>
    <w:rsid w:val="00EE1C88"/>
    <w:rsid w:val="00EE28B8"/>
    <w:rsid w:val="00EE2B95"/>
    <w:rsid w:val="00EE2DE2"/>
    <w:rsid w:val="00EE33DE"/>
    <w:rsid w:val="00EE340A"/>
    <w:rsid w:val="00EE3536"/>
    <w:rsid w:val="00EE38DA"/>
    <w:rsid w:val="00EE3A64"/>
    <w:rsid w:val="00EE4530"/>
    <w:rsid w:val="00EE4980"/>
    <w:rsid w:val="00EE4F46"/>
    <w:rsid w:val="00EE506B"/>
    <w:rsid w:val="00EE522D"/>
    <w:rsid w:val="00EE528A"/>
    <w:rsid w:val="00EE53B2"/>
    <w:rsid w:val="00EE5485"/>
    <w:rsid w:val="00EE55E6"/>
    <w:rsid w:val="00EE573F"/>
    <w:rsid w:val="00EE5992"/>
    <w:rsid w:val="00EE59ED"/>
    <w:rsid w:val="00EE5AB6"/>
    <w:rsid w:val="00EE5B59"/>
    <w:rsid w:val="00EE5D59"/>
    <w:rsid w:val="00EE5DA0"/>
    <w:rsid w:val="00EE5FE0"/>
    <w:rsid w:val="00EE60F0"/>
    <w:rsid w:val="00EE6281"/>
    <w:rsid w:val="00EE62A5"/>
    <w:rsid w:val="00EE6741"/>
    <w:rsid w:val="00EE6795"/>
    <w:rsid w:val="00EE67E6"/>
    <w:rsid w:val="00EE699F"/>
    <w:rsid w:val="00EE6A91"/>
    <w:rsid w:val="00EE6B5B"/>
    <w:rsid w:val="00EE7037"/>
    <w:rsid w:val="00EE7126"/>
    <w:rsid w:val="00EE7289"/>
    <w:rsid w:val="00EE7737"/>
    <w:rsid w:val="00EE7761"/>
    <w:rsid w:val="00EE7908"/>
    <w:rsid w:val="00EF0566"/>
    <w:rsid w:val="00EF0585"/>
    <w:rsid w:val="00EF1101"/>
    <w:rsid w:val="00EF1142"/>
    <w:rsid w:val="00EF1245"/>
    <w:rsid w:val="00EF1259"/>
    <w:rsid w:val="00EF12FD"/>
    <w:rsid w:val="00EF15C2"/>
    <w:rsid w:val="00EF1673"/>
    <w:rsid w:val="00EF193D"/>
    <w:rsid w:val="00EF1BC0"/>
    <w:rsid w:val="00EF1E86"/>
    <w:rsid w:val="00EF1E9E"/>
    <w:rsid w:val="00EF26DE"/>
    <w:rsid w:val="00EF2C3F"/>
    <w:rsid w:val="00EF2D50"/>
    <w:rsid w:val="00EF3119"/>
    <w:rsid w:val="00EF33DC"/>
    <w:rsid w:val="00EF33EC"/>
    <w:rsid w:val="00EF36FB"/>
    <w:rsid w:val="00EF3913"/>
    <w:rsid w:val="00EF3BEB"/>
    <w:rsid w:val="00EF4079"/>
    <w:rsid w:val="00EF450C"/>
    <w:rsid w:val="00EF556B"/>
    <w:rsid w:val="00EF5692"/>
    <w:rsid w:val="00EF569E"/>
    <w:rsid w:val="00EF5997"/>
    <w:rsid w:val="00EF5AC4"/>
    <w:rsid w:val="00EF5CCB"/>
    <w:rsid w:val="00EF6245"/>
    <w:rsid w:val="00EF63EE"/>
    <w:rsid w:val="00EF63F6"/>
    <w:rsid w:val="00EF6468"/>
    <w:rsid w:val="00EF6FE1"/>
    <w:rsid w:val="00EF7554"/>
    <w:rsid w:val="00F00003"/>
    <w:rsid w:val="00F0026B"/>
    <w:rsid w:val="00F0071A"/>
    <w:rsid w:val="00F00F86"/>
    <w:rsid w:val="00F01189"/>
    <w:rsid w:val="00F01235"/>
    <w:rsid w:val="00F01432"/>
    <w:rsid w:val="00F01587"/>
    <w:rsid w:val="00F01A45"/>
    <w:rsid w:val="00F01B02"/>
    <w:rsid w:val="00F01FB3"/>
    <w:rsid w:val="00F023FB"/>
    <w:rsid w:val="00F024D5"/>
    <w:rsid w:val="00F0252C"/>
    <w:rsid w:val="00F0253C"/>
    <w:rsid w:val="00F02CF6"/>
    <w:rsid w:val="00F02D7F"/>
    <w:rsid w:val="00F02ECB"/>
    <w:rsid w:val="00F03177"/>
    <w:rsid w:val="00F031E5"/>
    <w:rsid w:val="00F0321F"/>
    <w:rsid w:val="00F0338C"/>
    <w:rsid w:val="00F04282"/>
    <w:rsid w:val="00F04615"/>
    <w:rsid w:val="00F04785"/>
    <w:rsid w:val="00F049CE"/>
    <w:rsid w:val="00F04AFF"/>
    <w:rsid w:val="00F04EA2"/>
    <w:rsid w:val="00F050FE"/>
    <w:rsid w:val="00F0524B"/>
    <w:rsid w:val="00F05528"/>
    <w:rsid w:val="00F05A8C"/>
    <w:rsid w:val="00F05B91"/>
    <w:rsid w:val="00F05C75"/>
    <w:rsid w:val="00F061FD"/>
    <w:rsid w:val="00F062D7"/>
    <w:rsid w:val="00F0631B"/>
    <w:rsid w:val="00F066B0"/>
    <w:rsid w:val="00F06768"/>
    <w:rsid w:val="00F068D8"/>
    <w:rsid w:val="00F06CEE"/>
    <w:rsid w:val="00F0738A"/>
    <w:rsid w:val="00F07FAC"/>
    <w:rsid w:val="00F10901"/>
    <w:rsid w:val="00F11134"/>
    <w:rsid w:val="00F113A5"/>
    <w:rsid w:val="00F11A53"/>
    <w:rsid w:val="00F11BE2"/>
    <w:rsid w:val="00F126BA"/>
    <w:rsid w:val="00F1298F"/>
    <w:rsid w:val="00F12B23"/>
    <w:rsid w:val="00F12CB6"/>
    <w:rsid w:val="00F12DA3"/>
    <w:rsid w:val="00F12FC0"/>
    <w:rsid w:val="00F1326A"/>
    <w:rsid w:val="00F134B0"/>
    <w:rsid w:val="00F136CD"/>
    <w:rsid w:val="00F1390B"/>
    <w:rsid w:val="00F13927"/>
    <w:rsid w:val="00F13A8D"/>
    <w:rsid w:val="00F13BBA"/>
    <w:rsid w:val="00F13C86"/>
    <w:rsid w:val="00F14448"/>
    <w:rsid w:val="00F149BB"/>
    <w:rsid w:val="00F149DC"/>
    <w:rsid w:val="00F14A18"/>
    <w:rsid w:val="00F14DDD"/>
    <w:rsid w:val="00F14E89"/>
    <w:rsid w:val="00F15A78"/>
    <w:rsid w:val="00F15E08"/>
    <w:rsid w:val="00F161BE"/>
    <w:rsid w:val="00F164C0"/>
    <w:rsid w:val="00F164C1"/>
    <w:rsid w:val="00F16543"/>
    <w:rsid w:val="00F1659F"/>
    <w:rsid w:val="00F16677"/>
    <w:rsid w:val="00F16CE4"/>
    <w:rsid w:val="00F17AA4"/>
    <w:rsid w:val="00F17C58"/>
    <w:rsid w:val="00F17E0A"/>
    <w:rsid w:val="00F200AA"/>
    <w:rsid w:val="00F20614"/>
    <w:rsid w:val="00F20FCD"/>
    <w:rsid w:val="00F210C3"/>
    <w:rsid w:val="00F21162"/>
    <w:rsid w:val="00F21CEF"/>
    <w:rsid w:val="00F21F8E"/>
    <w:rsid w:val="00F22198"/>
    <w:rsid w:val="00F22289"/>
    <w:rsid w:val="00F22556"/>
    <w:rsid w:val="00F22F28"/>
    <w:rsid w:val="00F23674"/>
    <w:rsid w:val="00F23D40"/>
    <w:rsid w:val="00F23D49"/>
    <w:rsid w:val="00F23FA4"/>
    <w:rsid w:val="00F24299"/>
    <w:rsid w:val="00F242EC"/>
    <w:rsid w:val="00F245B9"/>
    <w:rsid w:val="00F248DF"/>
    <w:rsid w:val="00F249EA"/>
    <w:rsid w:val="00F24EFC"/>
    <w:rsid w:val="00F251F8"/>
    <w:rsid w:val="00F252B0"/>
    <w:rsid w:val="00F2597B"/>
    <w:rsid w:val="00F25A42"/>
    <w:rsid w:val="00F2608B"/>
    <w:rsid w:val="00F264D8"/>
    <w:rsid w:val="00F2655C"/>
    <w:rsid w:val="00F26788"/>
    <w:rsid w:val="00F26BCF"/>
    <w:rsid w:val="00F26DB5"/>
    <w:rsid w:val="00F26DB8"/>
    <w:rsid w:val="00F26DE8"/>
    <w:rsid w:val="00F26FF7"/>
    <w:rsid w:val="00F273E0"/>
    <w:rsid w:val="00F277FB"/>
    <w:rsid w:val="00F27B85"/>
    <w:rsid w:val="00F3015E"/>
    <w:rsid w:val="00F30245"/>
    <w:rsid w:val="00F30576"/>
    <w:rsid w:val="00F30A1F"/>
    <w:rsid w:val="00F30CAE"/>
    <w:rsid w:val="00F30EBF"/>
    <w:rsid w:val="00F311CE"/>
    <w:rsid w:val="00F3136D"/>
    <w:rsid w:val="00F317C0"/>
    <w:rsid w:val="00F31F74"/>
    <w:rsid w:val="00F32114"/>
    <w:rsid w:val="00F32507"/>
    <w:rsid w:val="00F32982"/>
    <w:rsid w:val="00F32A9E"/>
    <w:rsid w:val="00F32D4F"/>
    <w:rsid w:val="00F32D9C"/>
    <w:rsid w:val="00F3301D"/>
    <w:rsid w:val="00F33149"/>
    <w:rsid w:val="00F3347F"/>
    <w:rsid w:val="00F33781"/>
    <w:rsid w:val="00F337FB"/>
    <w:rsid w:val="00F33D61"/>
    <w:rsid w:val="00F33FD2"/>
    <w:rsid w:val="00F34040"/>
    <w:rsid w:val="00F3444E"/>
    <w:rsid w:val="00F3457E"/>
    <w:rsid w:val="00F34623"/>
    <w:rsid w:val="00F346E8"/>
    <w:rsid w:val="00F34A87"/>
    <w:rsid w:val="00F34AA1"/>
    <w:rsid w:val="00F34D9C"/>
    <w:rsid w:val="00F3567A"/>
    <w:rsid w:val="00F3578D"/>
    <w:rsid w:val="00F3597C"/>
    <w:rsid w:val="00F3599D"/>
    <w:rsid w:val="00F36677"/>
    <w:rsid w:val="00F367C7"/>
    <w:rsid w:val="00F36B7A"/>
    <w:rsid w:val="00F372E1"/>
    <w:rsid w:val="00F37316"/>
    <w:rsid w:val="00F37B1B"/>
    <w:rsid w:val="00F37B99"/>
    <w:rsid w:val="00F37C47"/>
    <w:rsid w:val="00F4009A"/>
    <w:rsid w:val="00F40211"/>
    <w:rsid w:val="00F403A6"/>
    <w:rsid w:val="00F4056F"/>
    <w:rsid w:val="00F4062F"/>
    <w:rsid w:val="00F4070D"/>
    <w:rsid w:val="00F4079E"/>
    <w:rsid w:val="00F409DE"/>
    <w:rsid w:val="00F40D55"/>
    <w:rsid w:val="00F40DC9"/>
    <w:rsid w:val="00F41100"/>
    <w:rsid w:val="00F41771"/>
    <w:rsid w:val="00F41FBA"/>
    <w:rsid w:val="00F421CF"/>
    <w:rsid w:val="00F421EE"/>
    <w:rsid w:val="00F425EA"/>
    <w:rsid w:val="00F42A30"/>
    <w:rsid w:val="00F42C05"/>
    <w:rsid w:val="00F42C52"/>
    <w:rsid w:val="00F42E0D"/>
    <w:rsid w:val="00F42EFD"/>
    <w:rsid w:val="00F431A0"/>
    <w:rsid w:val="00F43442"/>
    <w:rsid w:val="00F44199"/>
    <w:rsid w:val="00F4427A"/>
    <w:rsid w:val="00F4449F"/>
    <w:rsid w:val="00F4483D"/>
    <w:rsid w:val="00F44DF2"/>
    <w:rsid w:val="00F450D4"/>
    <w:rsid w:val="00F4549A"/>
    <w:rsid w:val="00F4584F"/>
    <w:rsid w:val="00F45922"/>
    <w:rsid w:val="00F45AD8"/>
    <w:rsid w:val="00F45EA7"/>
    <w:rsid w:val="00F46122"/>
    <w:rsid w:val="00F46290"/>
    <w:rsid w:val="00F4648A"/>
    <w:rsid w:val="00F46629"/>
    <w:rsid w:val="00F46AE3"/>
    <w:rsid w:val="00F46BC7"/>
    <w:rsid w:val="00F4734A"/>
    <w:rsid w:val="00F479C1"/>
    <w:rsid w:val="00F47CB9"/>
    <w:rsid w:val="00F47D6E"/>
    <w:rsid w:val="00F47F92"/>
    <w:rsid w:val="00F50119"/>
    <w:rsid w:val="00F50156"/>
    <w:rsid w:val="00F507A7"/>
    <w:rsid w:val="00F509F9"/>
    <w:rsid w:val="00F50A13"/>
    <w:rsid w:val="00F50A4C"/>
    <w:rsid w:val="00F50B5A"/>
    <w:rsid w:val="00F50D96"/>
    <w:rsid w:val="00F50F5B"/>
    <w:rsid w:val="00F50F5D"/>
    <w:rsid w:val="00F50FF7"/>
    <w:rsid w:val="00F5106B"/>
    <w:rsid w:val="00F51425"/>
    <w:rsid w:val="00F5190B"/>
    <w:rsid w:val="00F51DAD"/>
    <w:rsid w:val="00F51FB2"/>
    <w:rsid w:val="00F52182"/>
    <w:rsid w:val="00F521B8"/>
    <w:rsid w:val="00F52538"/>
    <w:rsid w:val="00F526B9"/>
    <w:rsid w:val="00F52EF6"/>
    <w:rsid w:val="00F53023"/>
    <w:rsid w:val="00F533F0"/>
    <w:rsid w:val="00F534C2"/>
    <w:rsid w:val="00F535E6"/>
    <w:rsid w:val="00F53870"/>
    <w:rsid w:val="00F53DC7"/>
    <w:rsid w:val="00F54182"/>
    <w:rsid w:val="00F541A0"/>
    <w:rsid w:val="00F54248"/>
    <w:rsid w:val="00F54268"/>
    <w:rsid w:val="00F542D2"/>
    <w:rsid w:val="00F54E75"/>
    <w:rsid w:val="00F54EE0"/>
    <w:rsid w:val="00F5526B"/>
    <w:rsid w:val="00F55685"/>
    <w:rsid w:val="00F556DE"/>
    <w:rsid w:val="00F55778"/>
    <w:rsid w:val="00F557FB"/>
    <w:rsid w:val="00F5634F"/>
    <w:rsid w:val="00F5646A"/>
    <w:rsid w:val="00F567F5"/>
    <w:rsid w:val="00F56D07"/>
    <w:rsid w:val="00F56F37"/>
    <w:rsid w:val="00F574DD"/>
    <w:rsid w:val="00F579C5"/>
    <w:rsid w:val="00F603B0"/>
    <w:rsid w:val="00F6054A"/>
    <w:rsid w:val="00F60560"/>
    <w:rsid w:val="00F605C0"/>
    <w:rsid w:val="00F60704"/>
    <w:rsid w:val="00F60751"/>
    <w:rsid w:val="00F60DDF"/>
    <w:rsid w:val="00F614CD"/>
    <w:rsid w:val="00F61654"/>
    <w:rsid w:val="00F618AB"/>
    <w:rsid w:val="00F61D0D"/>
    <w:rsid w:val="00F61EA2"/>
    <w:rsid w:val="00F62208"/>
    <w:rsid w:val="00F62296"/>
    <w:rsid w:val="00F62312"/>
    <w:rsid w:val="00F62401"/>
    <w:rsid w:val="00F6246E"/>
    <w:rsid w:val="00F62607"/>
    <w:rsid w:val="00F6277C"/>
    <w:rsid w:val="00F62C85"/>
    <w:rsid w:val="00F632F6"/>
    <w:rsid w:val="00F638C2"/>
    <w:rsid w:val="00F6398B"/>
    <w:rsid w:val="00F63E5E"/>
    <w:rsid w:val="00F64186"/>
    <w:rsid w:val="00F64410"/>
    <w:rsid w:val="00F64537"/>
    <w:rsid w:val="00F64713"/>
    <w:rsid w:val="00F6473C"/>
    <w:rsid w:val="00F64A79"/>
    <w:rsid w:val="00F64B76"/>
    <w:rsid w:val="00F64C09"/>
    <w:rsid w:val="00F653E3"/>
    <w:rsid w:val="00F654B6"/>
    <w:rsid w:val="00F65843"/>
    <w:rsid w:val="00F65BC9"/>
    <w:rsid w:val="00F65F60"/>
    <w:rsid w:val="00F65FAD"/>
    <w:rsid w:val="00F66122"/>
    <w:rsid w:val="00F663B1"/>
    <w:rsid w:val="00F666A0"/>
    <w:rsid w:val="00F66D1D"/>
    <w:rsid w:val="00F66D5B"/>
    <w:rsid w:val="00F67A71"/>
    <w:rsid w:val="00F67C1F"/>
    <w:rsid w:val="00F70122"/>
    <w:rsid w:val="00F70195"/>
    <w:rsid w:val="00F7041A"/>
    <w:rsid w:val="00F70914"/>
    <w:rsid w:val="00F70F90"/>
    <w:rsid w:val="00F7110F"/>
    <w:rsid w:val="00F71168"/>
    <w:rsid w:val="00F711E4"/>
    <w:rsid w:val="00F71408"/>
    <w:rsid w:val="00F716C5"/>
    <w:rsid w:val="00F719A5"/>
    <w:rsid w:val="00F71F71"/>
    <w:rsid w:val="00F720FB"/>
    <w:rsid w:val="00F72994"/>
    <w:rsid w:val="00F72AF6"/>
    <w:rsid w:val="00F72FFA"/>
    <w:rsid w:val="00F73010"/>
    <w:rsid w:val="00F731D8"/>
    <w:rsid w:val="00F73262"/>
    <w:rsid w:val="00F733B5"/>
    <w:rsid w:val="00F73619"/>
    <w:rsid w:val="00F7365E"/>
    <w:rsid w:val="00F736C8"/>
    <w:rsid w:val="00F73CFB"/>
    <w:rsid w:val="00F73DFA"/>
    <w:rsid w:val="00F73FCA"/>
    <w:rsid w:val="00F74342"/>
    <w:rsid w:val="00F75482"/>
    <w:rsid w:val="00F754ED"/>
    <w:rsid w:val="00F75791"/>
    <w:rsid w:val="00F7587A"/>
    <w:rsid w:val="00F75A89"/>
    <w:rsid w:val="00F75C40"/>
    <w:rsid w:val="00F75DB8"/>
    <w:rsid w:val="00F7630A"/>
    <w:rsid w:val="00F7631B"/>
    <w:rsid w:val="00F76D78"/>
    <w:rsid w:val="00F76DF3"/>
    <w:rsid w:val="00F76F0A"/>
    <w:rsid w:val="00F7767A"/>
    <w:rsid w:val="00F77712"/>
    <w:rsid w:val="00F777BA"/>
    <w:rsid w:val="00F777FF"/>
    <w:rsid w:val="00F77948"/>
    <w:rsid w:val="00F77C1F"/>
    <w:rsid w:val="00F80AFB"/>
    <w:rsid w:val="00F815EF"/>
    <w:rsid w:val="00F81CBB"/>
    <w:rsid w:val="00F82031"/>
    <w:rsid w:val="00F8203D"/>
    <w:rsid w:val="00F82DF0"/>
    <w:rsid w:val="00F82F10"/>
    <w:rsid w:val="00F83070"/>
    <w:rsid w:val="00F8327B"/>
    <w:rsid w:val="00F834F2"/>
    <w:rsid w:val="00F83908"/>
    <w:rsid w:val="00F839EE"/>
    <w:rsid w:val="00F83E44"/>
    <w:rsid w:val="00F83EE8"/>
    <w:rsid w:val="00F83FBF"/>
    <w:rsid w:val="00F8434A"/>
    <w:rsid w:val="00F843A7"/>
    <w:rsid w:val="00F8450B"/>
    <w:rsid w:val="00F8458E"/>
    <w:rsid w:val="00F8474B"/>
    <w:rsid w:val="00F84793"/>
    <w:rsid w:val="00F8488B"/>
    <w:rsid w:val="00F84CB8"/>
    <w:rsid w:val="00F84FCF"/>
    <w:rsid w:val="00F8523F"/>
    <w:rsid w:val="00F85692"/>
    <w:rsid w:val="00F85A9A"/>
    <w:rsid w:val="00F8612E"/>
    <w:rsid w:val="00F863C7"/>
    <w:rsid w:val="00F86543"/>
    <w:rsid w:val="00F8680A"/>
    <w:rsid w:val="00F86A42"/>
    <w:rsid w:val="00F871E6"/>
    <w:rsid w:val="00F87352"/>
    <w:rsid w:val="00F87708"/>
    <w:rsid w:val="00F87AC5"/>
    <w:rsid w:val="00F87EE4"/>
    <w:rsid w:val="00F87FB1"/>
    <w:rsid w:val="00F9025E"/>
    <w:rsid w:val="00F9070C"/>
    <w:rsid w:val="00F90F1D"/>
    <w:rsid w:val="00F90FDB"/>
    <w:rsid w:val="00F91756"/>
    <w:rsid w:val="00F9183E"/>
    <w:rsid w:val="00F9185A"/>
    <w:rsid w:val="00F91D6F"/>
    <w:rsid w:val="00F923DE"/>
    <w:rsid w:val="00F92935"/>
    <w:rsid w:val="00F929AD"/>
    <w:rsid w:val="00F92A1B"/>
    <w:rsid w:val="00F93901"/>
    <w:rsid w:val="00F93A03"/>
    <w:rsid w:val="00F93D6D"/>
    <w:rsid w:val="00F93E9E"/>
    <w:rsid w:val="00F943A5"/>
    <w:rsid w:val="00F94457"/>
    <w:rsid w:val="00F94467"/>
    <w:rsid w:val="00F94488"/>
    <w:rsid w:val="00F94503"/>
    <w:rsid w:val="00F9451C"/>
    <w:rsid w:val="00F94AFC"/>
    <w:rsid w:val="00F94E30"/>
    <w:rsid w:val="00F94FB8"/>
    <w:rsid w:val="00F950CC"/>
    <w:rsid w:val="00F955DA"/>
    <w:rsid w:val="00F957DA"/>
    <w:rsid w:val="00F95890"/>
    <w:rsid w:val="00F95A16"/>
    <w:rsid w:val="00F95C64"/>
    <w:rsid w:val="00F9631B"/>
    <w:rsid w:val="00F969CC"/>
    <w:rsid w:val="00F96AD8"/>
    <w:rsid w:val="00F96CEA"/>
    <w:rsid w:val="00F9733D"/>
    <w:rsid w:val="00F974FA"/>
    <w:rsid w:val="00F97C2D"/>
    <w:rsid w:val="00F97E64"/>
    <w:rsid w:val="00F97E76"/>
    <w:rsid w:val="00F97F8B"/>
    <w:rsid w:val="00FA00C5"/>
    <w:rsid w:val="00FA02EF"/>
    <w:rsid w:val="00FA03D9"/>
    <w:rsid w:val="00FA093A"/>
    <w:rsid w:val="00FA0C05"/>
    <w:rsid w:val="00FA123D"/>
    <w:rsid w:val="00FA1B82"/>
    <w:rsid w:val="00FA1E9A"/>
    <w:rsid w:val="00FA26DB"/>
    <w:rsid w:val="00FA270B"/>
    <w:rsid w:val="00FA2A61"/>
    <w:rsid w:val="00FA2C83"/>
    <w:rsid w:val="00FA3020"/>
    <w:rsid w:val="00FA30FA"/>
    <w:rsid w:val="00FA32CA"/>
    <w:rsid w:val="00FA3681"/>
    <w:rsid w:val="00FA3824"/>
    <w:rsid w:val="00FA3CAB"/>
    <w:rsid w:val="00FA41C6"/>
    <w:rsid w:val="00FA4306"/>
    <w:rsid w:val="00FA4576"/>
    <w:rsid w:val="00FA482D"/>
    <w:rsid w:val="00FA486F"/>
    <w:rsid w:val="00FA560C"/>
    <w:rsid w:val="00FA5889"/>
    <w:rsid w:val="00FA5921"/>
    <w:rsid w:val="00FA5B95"/>
    <w:rsid w:val="00FA5D04"/>
    <w:rsid w:val="00FA6510"/>
    <w:rsid w:val="00FA6F6F"/>
    <w:rsid w:val="00FA6F8F"/>
    <w:rsid w:val="00FA7168"/>
    <w:rsid w:val="00FA7716"/>
    <w:rsid w:val="00FA791F"/>
    <w:rsid w:val="00FA7D57"/>
    <w:rsid w:val="00FA7EC8"/>
    <w:rsid w:val="00FB03F0"/>
    <w:rsid w:val="00FB0688"/>
    <w:rsid w:val="00FB0E76"/>
    <w:rsid w:val="00FB0FC3"/>
    <w:rsid w:val="00FB110B"/>
    <w:rsid w:val="00FB1199"/>
    <w:rsid w:val="00FB1A95"/>
    <w:rsid w:val="00FB1B80"/>
    <w:rsid w:val="00FB1E5D"/>
    <w:rsid w:val="00FB29FB"/>
    <w:rsid w:val="00FB2B7A"/>
    <w:rsid w:val="00FB30D6"/>
    <w:rsid w:val="00FB406F"/>
    <w:rsid w:val="00FB4254"/>
    <w:rsid w:val="00FB464F"/>
    <w:rsid w:val="00FB4694"/>
    <w:rsid w:val="00FB4BDD"/>
    <w:rsid w:val="00FB4ED5"/>
    <w:rsid w:val="00FB515B"/>
    <w:rsid w:val="00FB56A2"/>
    <w:rsid w:val="00FB5C50"/>
    <w:rsid w:val="00FB6481"/>
    <w:rsid w:val="00FB673E"/>
    <w:rsid w:val="00FB6944"/>
    <w:rsid w:val="00FB6B22"/>
    <w:rsid w:val="00FB6CC8"/>
    <w:rsid w:val="00FB6FE7"/>
    <w:rsid w:val="00FB71E6"/>
    <w:rsid w:val="00FB7441"/>
    <w:rsid w:val="00FB7675"/>
    <w:rsid w:val="00FB7A5E"/>
    <w:rsid w:val="00FB7C46"/>
    <w:rsid w:val="00FB7DFE"/>
    <w:rsid w:val="00FC008B"/>
    <w:rsid w:val="00FC07A5"/>
    <w:rsid w:val="00FC0C92"/>
    <w:rsid w:val="00FC0DEB"/>
    <w:rsid w:val="00FC1380"/>
    <w:rsid w:val="00FC14A8"/>
    <w:rsid w:val="00FC18C9"/>
    <w:rsid w:val="00FC1A87"/>
    <w:rsid w:val="00FC1AF7"/>
    <w:rsid w:val="00FC1C74"/>
    <w:rsid w:val="00FC1F76"/>
    <w:rsid w:val="00FC1FFD"/>
    <w:rsid w:val="00FC2160"/>
    <w:rsid w:val="00FC22FA"/>
    <w:rsid w:val="00FC242A"/>
    <w:rsid w:val="00FC273F"/>
    <w:rsid w:val="00FC2761"/>
    <w:rsid w:val="00FC27B6"/>
    <w:rsid w:val="00FC2A2F"/>
    <w:rsid w:val="00FC2A37"/>
    <w:rsid w:val="00FC2AAC"/>
    <w:rsid w:val="00FC2E21"/>
    <w:rsid w:val="00FC3211"/>
    <w:rsid w:val="00FC32C2"/>
    <w:rsid w:val="00FC3C47"/>
    <w:rsid w:val="00FC3DC8"/>
    <w:rsid w:val="00FC3FAA"/>
    <w:rsid w:val="00FC41F3"/>
    <w:rsid w:val="00FC43D8"/>
    <w:rsid w:val="00FC4509"/>
    <w:rsid w:val="00FC4900"/>
    <w:rsid w:val="00FC4B4F"/>
    <w:rsid w:val="00FC571D"/>
    <w:rsid w:val="00FC57A9"/>
    <w:rsid w:val="00FC58B1"/>
    <w:rsid w:val="00FC5B5C"/>
    <w:rsid w:val="00FC603F"/>
    <w:rsid w:val="00FC648E"/>
    <w:rsid w:val="00FC64F4"/>
    <w:rsid w:val="00FC68D3"/>
    <w:rsid w:val="00FC6B27"/>
    <w:rsid w:val="00FC6B84"/>
    <w:rsid w:val="00FC71F5"/>
    <w:rsid w:val="00FC72E8"/>
    <w:rsid w:val="00FC73AE"/>
    <w:rsid w:val="00FC76A3"/>
    <w:rsid w:val="00FC7E83"/>
    <w:rsid w:val="00FD02F3"/>
    <w:rsid w:val="00FD049F"/>
    <w:rsid w:val="00FD0685"/>
    <w:rsid w:val="00FD07BE"/>
    <w:rsid w:val="00FD0CBB"/>
    <w:rsid w:val="00FD0F54"/>
    <w:rsid w:val="00FD1055"/>
    <w:rsid w:val="00FD11B6"/>
    <w:rsid w:val="00FD18AF"/>
    <w:rsid w:val="00FD1DDB"/>
    <w:rsid w:val="00FD204F"/>
    <w:rsid w:val="00FD2135"/>
    <w:rsid w:val="00FD2678"/>
    <w:rsid w:val="00FD2724"/>
    <w:rsid w:val="00FD2D48"/>
    <w:rsid w:val="00FD2E29"/>
    <w:rsid w:val="00FD303A"/>
    <w:rsid w:val="00FD36EA"/>
    <w:rsid w:val="00FD39A0"/>
    <w:rsid w:val="00FD3C3B"/>
    <w:rsid w:val="00FD423D"/>
    <w:rsid w:val="00FD4587"/>
    <w:rsid w:val="00FD47F4"/>
    <w:rsid w:val="00FD55D7"/>
    <w:rsid w:val="00FD57D7"/>
    <w:rsid w:val="00FD5BB9"/>
    <w:rsid w:val="00FD5BBE"/>
    <w:rsid w:val="00FD60CB"/>
    <w:rsid w:val="00FD61C2"/>
    <w:rsid w:val="00FD62C2"/>
    <w:rsid w:val="00FD6489"/>
    <w:rsid w:val="00FD648B"/>
    <w:rsid w:val="00FD6628"/>
    <w:rsid w:val="00FD6989"/>
    <w:rsid w:val="00FD6AB6"/>
    <w:rsid w:val="00FD6AD2"/>
    <w:rsid w:val="00FD6B7A"/>
    <w:rsid w:val="00FD7793"/>
    <w:rsid w:val="00FD77D4"/>
    <w:rsid w:val="00FD77EB"/>
    <w:rsid w:val="00FD7EDD"/>
    <w:rsid w:val="00FE15F3"/>
    <w:rsid w:val="00FE1673"/>
    <w:rsid w:val="00FE1C03"/>
    <w:rsid w:val="00FE261F"/>
    <w:rsid w:val="00FE277C"/>
    <w:rsid w:val="00FE27C5"/>
    <w:rsid w:val="00FE2A31"/>
    <w:rsid w:val="00FE2F37"/>
    <w:rsid w:val="00FE308F"/>
    <w:rsid w:val="00FE3B01"/>
    <w:rsid w:val="00FE4803"/>
    <w:rsid w:val="00FE48D8"/>
    <w:rsid w:val="00FE50F0"/>
    <w:rsid w:val="00FE5612"/>
    <w:rsid w:val="00FE56CE"/>
    <w:rsid w:val="00FE5A9F"/>
    <w:rsid w:val="00FE5ADB"/>
    <w:rsid w:val="00FE5D20"/>
    <w:rsid w:val="00FE67B6"/>
    <w:rsid w:val="00FE6881"/>
    <w:rsid w:val="00FE69FE"/>
    <w:rsid w:val="00FE7184"/>
    <w:rsid w:val="00FE7605"/>
    <w:rsid w:val="00FE772E"/>
    <w:rsid w:val="00FF0230"/>
    <w:rsid w:val="00FF04D0"/>
    <w:rsid w:val="00FF04F5"/>
    <w:rsid w:val="00FF0561"/>
    <w:rsid w:val="00FF0C96"/>
    <w:rsid w:val="00FF0E74"/>
    <w:rsid w:val="00FF0EA5"/>
    <w:rsid w:val="00FF159A"/>
    <w:rsid w:val="00FF198A"/>
    <w:rsid w:val="00FF1BB6"/>
    <w:rsid w:val="00FF1D3D"/>
    <w:rsid w:val="00FF1F67"/>
    <w:rsid w:val="00FF2230"/>
    <w:rsid w:val="00FF2464"/>
    <w:rsid w:val="00FF2F9D"/>
    <w:rsid w:val="00FF3549"/>
    <w:rsid w:val="00FF3AA3"/>
    <w:rsid w:val="00FF3DB0"/>
    <w:rsid w:val="00FF4193"/>
    <w:rsid w:val="00FF4C0D"/>
    <w:rsid w:val="00FF4ECC"/>
    <w:rsid w:val="00FF4F2D"/>
    <w:rsid w:val="00FF57CD"/>
    <w:rsid w:val="00FF586D"/>
    <w:rsid w:val="00FF5E56"/>
    <w:rsid w:val="00FF5EC6"/>
    <w:rsid w:val="00FF5FA9"/>
    <w:rsid w:val="00FF6213"/>
    <w:rsid w:val="00FF623E"/>
    <w:rsid w:val="00FF63C1"/>
    <w:rsid w:val="00FF6527"/>
    <w:rsid w:val="00FF7085"/>
    <w:rsid w:val="00FF718C"/>
    <w:rsid w:val="00FF74CF"/>
    <w:rsid w:val="00FF7A99"/>
    <w:rsid w:val="00FF7D3D"/>
    <w:rsid w:val="00FF7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D443440-46D9-4935-A306-0F274E76B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iPriority="99"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qFormat="1"/>
    <w:lsdException w:name="List Number" w:locked="1" w:qFormat="1"/>
    <w:lsdException w:name="List 2" w:locked="1" w:semiHidden="1" w:uiPriority="99" w:unhideWhenUsed="1"/>
    <w:lsdException w:name="List 3" w:locked="1" w:semiHidden="1" w:uiPriority="99" w:unhideWhenUsed="1"/>
    <w:lsdException w:name="List 4" w:locked="1"/>
    <w:lsdException w:name="List 5" w:locked="1"/>
    <w:lsdException w:name="List Bullet 2" w:locked="1" w:semiHidden="1" w:uiPriority="99" w:unhideWhenUsed="1"/>
    <w:lsdException w:name="List Bullet 3" w:locked="1" w:semiHidden="1" w:uiPriority="99"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iPriority="99" w:unhideWhenUsed="1"/>
    <w:lsdException w:name="List Continue 2" w:locked="1" w:semiHidden="1" w:uiPriority="99" w:unhideWhenUsed="1"/>
    <w:lsdException w:name="List Continue 3" w:locked="1" w:semiHidden="1" w:uiPriority="99" w:unhideWhenUsed="1"/>
    <w:lsdException w:name="List Continue 4" w:locked="1" w:semiHidden="1" w:unhideWhenUsed="1"/>
    <w:lsdException w:name="List Continue 5" w:locked="1" w:semiHidden="1" w:unhideWhenUsed="1"/>
    <w:lsdException w:name="Message Header" w:locked="1" w:semiHidden="1" w:unhideWhenUsed="1"/>
    <w:lsdException w:name="Salutation" w:locked="1" w:semiHidden="1"/>
    <w:lsdException w:name="Date" w:locked="1"/>
    <w:lsdException w:name="Body Text First Indent" w:locked="1" w:semiHidden="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uiPriority="22"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iPriority="99"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A68DA"/>
    <w:pPr>
      <w:spacing w:before="120" w:after="120"/>
    </w:pPr>
  </w:style>
  <w:style w:type="paragraph" w:styleId="Heading1">
    <w:name w:val="heading 1"/>
    <w:next w:val="Body1"/>
    <w:link w:val="Heading1Char"/>
    <w:qFormat/>
    <w:rsid w:val="001E57A6"/>
    <w:pPr>
      <w:keepNext/>
      <w:keepLines/>
      <w:pageBreakBefore/>
      <w:widowControl w:val="0"/>
      <w:numPr>
        <w:numId w:val="2"/>
      </w:numPr>
      <w:pBdr>
        <w:bottom w:val="single" w:sz="12" w:space="1" w:color="auto"/>
      </w:pBdr>
      <w:tabs>
        <w:tab w:val="left" w:pos="1440"/>
      </w:tabs>
      <w:spacing w:before="240"/>
      <w:outlineLvl w:val="0"/>
    </w:pPr>
    <w:rPr>
      <w:b/>
      <w:color w:val="0071C5"/>
      <w:sz w:val="40"/>
    </w:rPr>
  </w:style>
  <w:style w:type="paragraph" w:styleId="Heading2">
    <w:name w:val="heading 2"/>
    <w:basedOn w:val="Normal"/>
    <w:next w:val="Body1"/>
    <w:link w:val="Heading2Char"/>
    <w:qFormat/>
    <w:rsid w:val="001E57A6"/>
    <w:pPr>
      <w:keepNext/>
      <w:keepLines/>
      <w:widowControl w:val="0"/>
      <w:numPr>
        <w:ilvl w:val="1"/>
        <w:numId w:val="2"/>
      </w:numPr>
      <w:tabs>
        <w:tab w:val="left" w:pos="1440"/>
      </w:tabs>
      <w:adjustRightInd w:val="0"/>
      <w:spacing w:before="240"/>
      <w:outlineLvl w:val="1"/>
    </w:pPr>
    <w:rPr>
      <w:b/>
      <w:color w:val="0071C5"/>
      <w:sz w:val="28"/>
    </w:rPr>
  </w:style>
  <w:style w:type="paragraph" w:styleId="Heading3">
    <w:name w:val="heading 3"/>
    <w:basedOn w:val="Normal"/>
    <w:next w:val="Body1"/>
    <w:link w:val="Heading3Char"/>
    <w:qFormat/>
    <w:rsid w:val="001E57A6"/>
    <w:pPr>
      <w:keepNext/>
      <w:keepLines/>
      <w:numPr>
        <w:ilvl w:val="2"/>
        <w:numId w:val="2"/>
      </w:numPr>
      <w:tabs>
        <w:tab w:val="left" w:pos="1440"/>
      </w:tabs>
      <w:spacing w:before="240"/>
      <w:outlineLvl w:val="2"/>
    </w:pPr>
    <w:rPr>
      <w:b/>
      <w:noProof/>
      <w:color w:val="0071C5"/>
      <w:kern w:val="28"/>
      <w:sz w:val="24"/>
    </w:rPr>
  </w:style>
  <w:style w:type="paragraph" w:styleId="Heading4">
    <w:name w:val="heading 4"/>
    <w:basedOn w:val="Normal"/>
    <w:next w:val="Body1"/>
    <w:link w:val="Heading4Char"/>
    <w:qFormat/>
    <w:rsid w:val="001E57A6"/>
    <w:pPr>
      <w:keepNext/>
      <w:numPr>
        <w:ilvl w:val="3"/>
        <w:numId w:val="2"/>
      </w:numPr>
      <w:outlineLvl w:val="3"/>
    </w:pPr>
    <w:rPr>
      <w:b/>
      <w:noProof/>
      <w:color w:val="0071C5"/>
      <w:sz w:val="22"/>
    </w:rPr>
  </w:style>
  <w:style w:type="paragraph" w:styleId="Heading5">
    <w:name w:val="heading 5"/>
    <w:basedOn w:val="Heading4"/>
    <w:next w:val="Body1"/>
    <w:link w:val="Heading5Char"/>
    <w:semiHidden/>
    <w:rsid w:val="001E57A6"/>
    <w:pPr>
      <w:numPr>
        <w:ilvl w:val="4"/>
      </w:numPr>
      <w:outlineLvl w:val="4"/>
    </w:pPr>
    <w:rPr>
      <w:sz w:val="20"/>
    </w:rPr>
  </w:style>
  <w:style w:type="paragraph" w:styleId="Heading6">
    <w:name w:val="heading 6"/>
    <w:aliases w:val="h6"/>
    <w:basedOn w:val="Normal"/>
    <w:next w:val="Normal"/>
    <w:link w:val="Heading6Char"/>
    <w:semiHidden/>
    <w:rsid w:val="008434E0"/>
    <w:pPr>
      <w:keepNext/>
      <w:widowControl w:val="0"/>
      <w:spacing w:before="0" w:after="0"/>
      <w:outlineLvl w:val="5"/>
    </w:pPr>
    <w:rPr>
      <w:rFonts w:ascii="Times New Roman" w:hAnsi="Times New Roman"/>
      <w:i/>
      <w:sz w:val="24"/>
    </w:rPr>
  </w:style>
  <w:style w:type="paragraph" w:styleId="Heading7">
    <w:name w:val="heading 7"/>
    <w:aliases w:val="H7,(Do Not Use),(Do Not Use)1,(Do Not Use)2,(Do Not Use)3,(Do Not Use)4,(Do Not Use)5,(Do Not Use)6,(Do Not Use)7,(Do Not Use)8,(Do Not Use)11,(Do Not Use)21,(Do Not Use)9,(Do Not Use)10,(Do Not Use)12,(Do Not Use)13,(Do Not Use)22"/>
    <w:basedOn w:val="Normal"/>
    <w:next w:val="Normal"/>
    <w:link w:val="Heading7Char"/>
    <w:semiHidden/>
    <w:rsid w:val="008434E0"/>
    <w:pPr>
      <w:keepNext/>
      <w:widowControl w:val="0"/>
      <w:spacing w:before="0" w:after="0"/>
      <w:outlineLvl w:val="6"/>
    </w:pPr>
    <w:rPr>
      <w:rFonts w:ascii="Times New Roman" w:hAnsi="Times New Roman"/>
      <w:b/>
    </w:rPr>
  </w:style>
  <w:style w:type="paragraph" w:styleId="Heading8">
    <w:name w:val="heading 8"/>
    <w:aliases w:val="H8,(Do Not Use-),(Do Not Use-)1,(Do Not Use-)2,(Do Not Use-)3,(Do Not Use-)4,(Do Not Use-)5,(Do Not Use-)6,(Do Not Use-)7,(Do Not Use-)8,(Do Not Use-)11,(Do Not Use-)21,(Do Not Use-)9,(Do Not Use-)10,(Do Not Use-)12,(Do Not Use-)13"/>
    <w:basedOn w:val="Normal"/>
    <w:next w:val="Normal"/>
    <w:link w:val="Heading8Char"/>
    <w:semiHidden/>
    <w:rsid w:val="008434E0"/>
    <w:pPr>
      <w:keepNext/>
      <w:widowControl w:val="0"/>
      <w:spacing w:before="0" w:after="0"/>
      <w:outlineLvl w:val="7"/>
    </w:pPr>
    <w:rPr>
      <w:rFonts w:ascii="Times New Roman" w:hAnsi="Times New Roman"/>
      <w:u w:val="single"/>
    </w:rPr>
  </w:style>
  <w:style w:type="paragraph" w:styleId="Heading9">
    <w:name w:val="heading 9"/>
    <w:aliases w:val="H9,(Do Not Use ),(Do Not Use )1,(Do Not Use )2,(Do Not Use )3,(Do Not Use )4,(Do Not Use )5,(Do Not Use )6,(Do Not Use )7,(Do Not Use )8,(Do Not Use )11,(Do Not Use )21,(Do Not Use )9,(Do Not Use )10,(Do Not Use )12,(Do Not Use )13"/>
    <w:basedOn w:val="Normal"/>
    <w:next w:val="Normal"/>
    <w:link w:val="Heading9Char"/>
    <w:semiHidden/>
    <w:rsid w:val="00413AE7"/>
    <w:pPr>
      <w:widowControl w:val="0"/>
      <w:numPr>
        <w:numId w:val="1"/>
      </w:numPr>
      <w:tabs>
        <w:tab w:val="clear" w:pos="1440"/>
        <w:tab w:val="num" w:pos="360"/>
      </w:tabs>
      <w:spacing w:before="240" w:after="60"/>
      <w:ind w:left="0" w:firstLine="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E57A6"/>
    <w:rPr>
      <w:b/>
      <w:color w:val="0071C5"/>
      <w:sz w:val="40"/>
    </w:rPr>
  </w:style>
  <w:style w:type="character" w:customStyle="1" w:styleId="Heading2Char">
    <w:name w:val="Heading 2 Char"/>
    <w:link w:val="Heading2"/>
    <w:locked/>
    <w:rsid w:val="001E57A6"/>
    <w:rPr>
      <w:b/>
      <w:color w:val="0071C5"/>
      <w:sz w:val="28"/>
    </w:rPr>
  </w:style>
  <w:style w:type="character" w:customStyle="1" w:styleId="Heading3Char">
    <w:name w:val="Heading 3 Char"/>
    <w:link w:val="Heading3"/>
    <w:locked/>
    <w:rsid w:val="001E57A6"/>
    <w:rPr>
      <w:b/>
      <w:noProof/>
      <w:color w:val="0071C5"/>
      <w:kern w:val="28"/>
      <w:sz w:val="24"/>
    </w:rPr>
  </w:style>
  <w:style w:type="character" w:customStyle="1" w:styleId="Heading4Char">
    <w:name w:val="Heading 4 Char"/>
    <w:link w:val="Heading4"/>
    <w:locked/>
    <w:rsid w:val="001E57A6"/>
    <w:rPr>
      <w:b/>
      <w:noProof/>
      <w:color w:val="0071C5"/>
      <w:sz w:val="22"/>
    </w:rPr>
  </w:style>
  <w:style w:type="character" w:customStyle="1" w:styleId="Heading5Char">
    <w:name w:val="Heading 5 Char"/>
    <w:link w:val="Heading5"/>
    <w:semiHidden/>
    <w:locked/>
    <w:rsid w:val="007A06BE"/>
    <w:rPr>
      <w:b/>
      <w:noProof/>
      <w:color w:val="0071C5"/>
    </w:rPr>
  </w:style>
  <w:style w:type="character" w:customStyle="1" w:styleId="Heading6Char">
    <w:name w:val="Heading 6 Char"/>
    <w:aliases w:val="h6 Char"/>
    <w:link w:val="Heading6"/>
    <w:semiHidden/>
    <w:locked/>
    <w:rsid w:val="007A06BE"/>
    <w:rPr>
      <w:rFonts w:ascii="Times New Roman" w:hAnsi="Times New Roman"/>
      <w:i/>
      <w:sz w:val="24"/>
    </w:rPr>
  </w:style>
  <w:style w:type="character" w:customStyle="1" w:styleId="Heading7Char">
    <w:name w:val="Heading 7 Char"/>
    <w:aliases w:val="H7 Char,(Do Not Use) Char,(Do Not Use)1 Char,(Do Not Use)2 Char,(Do Not Use)3 Char,(Do Not Use)4 Char,(Do Not Use)5 Char,(Do Not Use)6 Char,(Do Not Use)7 Char,(Do Not Use)8 Char,(Do Not Use)11 Char,(Do Not Use)21 Char,(Do Not Use)9 Char"/>
    <w:link w:val="Heading7"/>
    <w:semiHidden/>
    <w:locked/>
    <w:rsid w:val="007A06BE"/>
    <w:rPr>
      <w:rFonts w:ascii="Times New Roman" w:hAnsi="Times New Roman"/>
      <w:b/>
    </w:rPr>
  </w:style>
  <w:style w:type="character" w:customStyle="1" w:styleId="Heading8Char">
    <w:name w:val="Heading 8 Char"/>
    <w:aliases w:val="H8 Char,(Do Not Use-) Char,(Do Not Use-)1 Char,(Do Not Use-)2 Char,(Do Not Use-)3 Char,(Do Not Use-)4 Char,(Do Not Use-)5 Char,(Do Not Use-)6 Char,(Do Not Use-)7 Char,(Do Not Use-)8 Char,(Do Not Use-)11 Char,(Do Not Use-)21 Char"/>
    <w:link w:val="Heading8"/>
    <w:semiHidden/>
    <w:locked/>
    <w:rsid w:val="007A06BE"/>
    <w:rPr>
      <w:rFonts w:ascii="Times New Roman" w:hAnsi="Times New Roman"/>
      <w:u w:val="single"/>
    </w:rPr>
  </w:style>
  <w:style w:type="character" w:customStyle="1" w:styleId="Heading9Char">
    <w:name w:val="Heading 9 Char"/>
    <w:aliases w:val="H9 Char,(Do Not Use ) Char,(Do Not Use )1 Char,(Do Not Use )2 Char,(Do Not Use )3 Char,(Do Not Use )4 Char,(Do Not Use )5 Char,(Do Not Use )6 Char,(Do Not Use )7 Char,(Do Not Use )8 Char,(Do Not Use )11 Char,(Do Not Use )21 Char"/>
    <w:link w:val="Heading9"/>
    <w:semiHidden/>
    <w:locked/>
    <w:rsid w:val="007A06BE"/>
    <w:rPr>
      <w:b/>
      <w:i/>
      <w:sz w:val="18"/>
    </w:rPr>
  </w:style>
  <w:style w:type="paragraph" w:styleId="Caption">
    <w:name w:val="caption"/>
    <w:basedOn w:val="Normal"/>
    <w:next w:val="Body1"/>
    <w:link w:val="CaptionChar"/>
    <w:qFormat/>
    <w:rsid w:val="00CC4FC8"/>
    <w:pPr>
      <w:keepNext/>
      <w:widowControl w:val="0"/>
      <w:tabs>
        <w:tab w:val="left" w:pos="1440"/>
      </w:tabs>
      <w:ind w:left="1440" w:hanging="1440"/>
    </w:pPr>
    <w:rPr>
      <w:b/>
      <w:color w:val="0071C5"/>
      <w:sz w:val="18"/>
    </w:rPr>
  </w:style>
  <w:style w:type="paragraph" w:customStyle="1" w:styleId="DocTitle">
    <w:name w:val="DocTitle"/>
    <w:basedOn w:val="Normal"/>
    <w:rsid w:val="009D4E21"/>
    <w:pPr>
      <w:spacing w:before="360" w:after="360"/>
    </w:pPr>
    <w:rPr>
      <w:b/>
      <w:bCs/>
      <w:color w:val="0071C5"/>
      <w:sz w:val="48"/>
      <w:szCs w:val="48"/>
    </w:rPr>
  </w:style>
  <w:style w:type="paragraph" w:styleId="Header">
    <w:name w:val="header"/>
    <w:basedOn w:val="Normal"/>
    <w:link w:val="HeaderChar"/>
    <w:semiHidden/>
    <w:locked/>
    <w:rsid w:val="00543F3B"/>
    <w:pPr>
      <w:tabs>
        <w:tab w:val="right" w:pos="9360"/>
      </w:tabs>
    </w:pPr>
  </w:style>
  <w:style w:type="paragraph" w:customStyle="1" w:styleId="CellHeadingLeft">
    <w:name w:val="CellHeadingLeft"/>
    <w:basedOn w:val="CellHeadingCenter"/>
    <w:rsid w:val="00C22F1B"/>
    <w:pPr>
      <w:jc w:val="left"/>
    </w:pPr>
  </w:style>
  <w:style w:type="character" w:customStyle="1" w:styleId="HeaderChar">
    <w:name w:val="Header Char"/>
    <w:link w:val="Header"/>
    <w:semiHidden/>
    <w:rsid w:val="007A06BE"/>
  </w:style>
  <w:style w:type="paragraph" w:styleId="Footer">
    <w:name w:val="footer"/>
    <w:aliases w:val="Footer First"/>
    <w:basedOn w:val="Normal"/>
    <w:link w:val="FooterChar"/>
    <w:semiHidden/>
    <w:rsid w:val="008B1BC1"/>
    <w:pPr>
      <w:pBdr>
        <w:top w:val="single" w:sz="8" w:space="1" w:color="auto"/>
      </w:pBdr>
      <w:tabs>
        <w:tab w:val="center" w:pos="4680"/>
        <w:tab w:val="right" w:pos="9360"/>
      </w:tabs>
      <w:spacing w:before="0" w:after="0"/>
    </w:pPr>
    <w:rPr>
      <w:rFonts w:eastAsia="MS Mincho"/>
      <w:sz w:val="18"/>
    </w:rPr>
  </w:style>
  <w:style w:type="character" w:customStyle="1" w:styleId="FooterChar">
    <w:name w:val="Footer Char"/>
    <w:aliases w:val="Footer First Char"/>
    <w:link w:val="Footer"/>
    <w:semiHidden/>
    <w:locked/>
    <w:rsid w:val="007A06BE"/>
    <w:rPr>
      <w:rFonts w:eastAsia="MS Mincho"/>
      <w:sz w:val="18"/>
    </w:rPr>
  </w:style>
  <w:style w:type="paragraph" w:customStyle="1" w:styleId="HeadingTOC">
    <w:name w:val="Heading (TOC)"/>
    <w:basedOn w:val="Normal"/>
    <w:next w:val="Normal"/>
    <w:rsid w:val="009D4E21"/>
    <w:pPr>
      <w:pageBreakBefore/>
      <w:pBdr>
        <w:bottom w:val="single" w:sz="8" w:space="1" w:color="auto"/>
      </w:pBdr>
      <w:spacing w:before="480" w:line="580" w:lineRule="atLeast"/>
    </w:pPr>
    <w:rPr>
      <w:b/>
      <w:i/>
      <w:color w:val="0071C5"/>
      <w:sz w:val="44"/>
      <w:szCs w:val="48"/>
    </w:rPr>
  </w:style>
  <w:style w:type="paragraph" w:customStyle="1" w:styleId="HeadingLOFLOT">
    <w:name w:val="Heading (LOF &amp; LOT)"/>
    <w:basedOn w:val="HeadingTOC"/>
    <w:rsid w:val="000221EA"/>
    <w:pPr>
      <w:keepNext/>
      <w:pageBreakBefore w:val="0"/>
      <w:pBdr>
        <w:bottom w:val="none" w:sz="0" w:space="0" w:color="auto"/>
      </w:pBdr>
      <w:spacing w:before="240" w:after="240" w:line="340" w:lineRule="exact"/>
    </w:pPr>
    <w:rPr>
      <w:i w:val="0"/>
      <w:sz w:val="28"/>
    </w:rPr>
  </w:style>
  <w:style w:type="paragraph" w:customStyle="1" w:styleId="Table">
    <w:name w:val="Table"/>
    <w:basedOn w:val="Normal"/>
    <w:link w:val="TableChar"/>
    <w:rsid w:val="00413AE7"/>
    <w:pPr>
      <w:spacing w:before="60" w:after="60"/>
    </w:pPr>
  </w:style>
  <w:style w:type="character" w:styleId="CommentReference">
    <w:name w:val="annotation reference"/>
    <w:basedOn w:val="DefaultParagraphFont"/>
    <w:uiPriority w:val="99"/>
    <w:unhideWhenUsed/>
    <w:locked/>
    <w:rsid w:val="00FA6F6F"/>
    <w:rPr>
      <w:sz w:val="16"/>
      <w:szCs w:val="16"/>
    </w:rPr>
  </w:style>
  <w:style w:type="paragraph" w:styleId="CommentText">
    <w:name w:val="annotation text"/>
    <w:basedOn w:val="Normal"/>
    <w:link w:val="CommentTextChar"/>
    <w:uiPriority w:val="99"/>
    <w:unhideWhenUsed/>
    <w:locked/>
    <w:rsid w:val="00FA6F6F"/>
  </w:style>
  <w:style w:type="character" w:customStyle="1" w:styleId="CommentTextChar">
    <w:name w:val="Comment Text Char"/>
    <w:basedOn w:val="DefaultParagraphFont"/>
    <w:link w:val="CommentText"/>
    <w:uiPriority w:val="99"/>
    <w:rsid w:val="007A06BE"/>
  </w:style>
  <w:style w:type="numbering" w:customStyle="1" w:styleId="Bullets">
    <w:name w:val="Bullets"/>
    <w:uiPriority w:val="99"/>
    <w:rsid w:val="00FB0688"/>
    <w:pPr>
      <w:numPr>
        <w:numId w:val="10"/>
      </w:numPr>
    </w:pPr>
  </w:style>
  <w:style w:type="character" w:styleId="Hyperlink">
    <w:name w:val="Hyperlink"/>
    <w:uiPriority w:val="99"/>
    <w:rsid w:val="009D4E21"/>
    <w:rPr>
      <w:rFonts w:cs="Times New Roman"/>
      <w:i/>
      <w:color w:val="0071C5"/>
      <w:u w:val="none"/>
    </w:rPr>
  </w:style>
  <w:style w:type="paragraph" w:styleId="TOC1">
    <w:name w:val="toc 1"/>
    <w:basedOn w:val="Normal"/>
    <w:next w:val="Normal"/>
    <w:uiPriority w:val="39"/>
    <w:rsid w:val="002935FC"/>
    <w:pPr>
      <w:tabs>
        <w:tab w:val="left" w:pos="540"/>
        <w:tab w:val="right" w:leader="dot" w:pos="9360"/>
      </w:tabs>
      <w:spacing w:before="0" w:after="0"/>
      <w:ind w:left="540" w:hanging="540"/>
    </w:pPr>
    <w:rPr>
      <w:b/>
      <w:noProof/>
      <w:sz w:val="18"/>
    </w:rPr>
  </w:style>
  <w:style w:type="paragraph" w:styleId="TOC2">
    <w:name w:val="toc 2"/>
    <w:basedOn w:val="Normal"/>
    <w:next w:val="Normal"/>
    <w:uiPriority w:val="39"/>
    <w:rsid w:val="002935FC"/>
    <w:pPr>
      <w:tabs>
        <w:tab w:val="left" w:pos="1260"/>
        <w:tab w:val="right" w:leader="dot" w:pos="9360"/>
      </w:tabs>
      <w:spacing w:before="20" w:after="20" w:line="220" w:lineRule="atLeast"/>
      <w:ind w:left="1260" w:hanging="720"/>
    </w:pPr>
    <w:rPr>
      <w:noProof/>
      <w:sz w:val="18"/>
    </w:rPr>
  </w:style>
  <w:style w:type="paragraph" w:styleId="TOC3">
    <w:name w:val="toc 3"/>
    <w:basedOn w:val="Normal"/>
    <w:next w:val="Normal"/>
    <w:uiPriority w:val="39"/>
    <w:rsid w:val="00FC1C74"/>
    <w:pPr>
      <w:tabs>
        <w:tab w:val="left" w:pos="2340"/>
        <w:tab w:val="right" w:leader="dot" w:pos="9360"/>
      </w:tabs>
      <w:spacing w:before="0" w:after="0" w:line="220" w:lineRule="atLeast"/>
      <w:ind w:left="2340" w:hanging="1080"/>
    </w:pPr>
    <w:rPr>
      <w:rFonts w:eastAsiaTheme="minorEastAsia"/>
      <w:noProof/>
      <w:color w:val="000000"/>
      <w:sz w:val="18"/>
      <w:szCs w:val="22"/>
    </w:rPr>
  </w:style>
  <w:style w:type="paragraph" w:styleId="TOAHeading">
    <w:name w:val="toa heading"/>
    <w:basedOn w:val="Normal"/>
    <w:next w:val="Normal"/>
    <w:semiHidden/>
    <w:rsid w:val="00413AE7"/>
    <w:rPr>
      <w:b/>
      <w:sz w:val="24"/>
    </w:rPr>
  </w:style>
  <w:style w:type="paragraph" w:customStyle="1" w:styleId="Bullet3">
    <w:name w:val="Bullet.3"/>
    <w:basedOn w:val="BulletSub"/>
    <w:qFormat/>
    <w:rsid w:val="00D771F8"/>
    <w:pPr>
      <w:numPr>
        <w:ilvl w:val="2"/>
      </w:numPr>
    </w:pPr>
  </w:style>
  <w:style w:type="paragraph" w:customStyle="1" w:styleId="List3">
    <w:name w:val="List.3"/>
    <w:basedOn w:val="ListNumber"/>
    <w:qFormat/>
    <w:rsid w:val="000578E5"/>
    <w:pPr>
      <w:numPr>
        <w:ilvl w:val="2"/>
      </w:numPr>
    </w:pPr>
  </w:style>
  <w:style w:type="paragraph" w:customStyle="1" w:styleId="FigureBody">
    <w:name w:val="Figure Body"/>
    <w:basedOn w:val="Body1"/>
    <w:rsid w:val="008A4CA7"/>
    <w:pPr>
      <w:jc w:val="center"/>
    </w:pPr>
    <w:rPr>
      <w:rFonts w:eastAsia="MS Mincho"/>
    </w:rPr>
  </w:style>
  <w:style w:type="character" w:styleId="FootnoteReference">
    <w:name w:val="footnote reference"/>
    <w:semiHidden/>
    <w:rsid w:val="00015E3C"/>
    <w:rPr>
      <w:b/>
      <w:color w:val="0070C0"/>
      <w:vertAlign w:val="superscript"/>
    </w:rPr>
  </w:style>
  <w:style w:type="paragraph" w:styleId="FootnoteText">
    <w:name w:val="footnote text"/>
    <w:basedOn w:val="Normal"/>
    <w:link w:val="FootnoteTextChar"/>
    <w:semiHidden/>
    <w:rsid w:val="00C23536"/>
    <w:pPr>
      <w:spacing w:before="0" w:after="0"/>
    </w:pPr>
    <w:rPr>
      <w:rFonts w:eastAsia="SimSun"/>
      <w:i/>
      <w:lang w:val="pl-PL" w:eastAsia="zh-CN"/>
    </w:rPr>
  </w:style>
  <w:style w:type="character" w:customStyle="1" w:styleId="FootnoteTextChar">
    <w:name w:val="Footnote Text Char"/>
    <w:link w:val="FootnoteText"/>
    <w:uiPriority w:val="99"/>
    <w:semiHidden/>
    <w:locked/>
    <w:rsid w:val="00C23536"/>
    <w:rPr>
      <w:rFonts w:ascii="Verdana" w:eastAsia="SimSun" w:hAnsi="Verdana"/>
      <w:i/>
      <w:lang w:val="pl-PL" w:eastAsia="zh-CN" w:bidi="ar-SA"/>
    </w:rPr>
  </w:style>
  <w:style w:type="paragraph" w:styleId="BalloonText">
    <w:name w:val="Balloon Text"/>
    <w:basedOn w:val="Normal"/>
    <w:link w:val="BalloonTextChar"/>
    <w:semiHidden/>
    <w:rsid w:val="008434E0"/>
    <w:rPr>
      <w:rFonts w:ascii="Tahoma" w:hAnsi="Tahoma" w:cs="Tahoma"/>
      <w:sz w:val="16"/>
      <w:szCs w:val="16"/>
    </w:rPr>
  </w:style>
  <w:style w:type="character" w:customStyle="1" w:styleId="BalloonTextChar">
    <w:name w:val="Balloon Text Char"/>
    <w:link w:val="BalloonText"/>
    <w:uiPriority w:val="99"/>
    <w:semiHidden/>
    <w:locked/>
    <w:rsid w:val="002D43A3"/>
    <w:rPr>
      <w:rFonts w:cs="Times New Roman"/>
      <w:sz w:val="2"/>
    </w:rPr>
  </w:style>
  <w:style w:type="paragraph" w:styleId="CommentSubject">
    <w:name w:val="annotation subject"/>
    <w:basedOn w:val="Normal"/>
    <w:link w:val="CommentSubjectChar"/>
    <w:semiHidden/>
    <w:rsid w:val="000A173D"/>
    <w:rPr>
      <w:b/>
      <w:bCs/>
    </w:rPr>
  </w:style>
  <w:style w:type="character" w:customStyle="1" w:styleId="CommentSubjectChar">
    <w:name w:val="Comment Subject Char"/>
    <w:link w:val="CommentSubject"/>
    <w:semiHidden/>
    <w:locked/>
    <w:rsid w:val="002D43A3"/>
    <w:rPr>
      <w:b/>
      <w:bCs/>
    </w:rPr>
  </w:style>
  <w:style w:type="paragraph" w:styleId="Index6">
    <w:name w:val="index 6"/>
    <w:basedOn w:val="Normal"/>
    <w:next w:val="Normal"/>
    <w:autoRedefine/>
    <w:semiHidden/>
    <w:rsid w:val="00413AE7"/>
    <w:pPr>
      <w:spacing w:before="0" w:after="0"/>
      <w:ind w:left="1440" w:hanging="240"/>
    </w:pPr>
  </w:style>
  <w:style w:type="paragraph" w:styleId="Index7">
    <w:name w:val="index 7"/>
    <w:basedOn w:val="Normal"/>
    <w:next w:val="Normal"/>
    <w:autoRedefine/>
    <w:semiHidden/>
    <w:rsid w:val="00413AE7"/>
    <w:pPr>
      <w:ind w:left="1400" w:hanging="200"/>
    </w:pPr>
  </w:style>
  <w:style w:type="paragraph" w:styleId="ListBullet">
    <w:name w:val="List Bullet"/>
    <w:basedOn w:val="Normal"/>
    <w:semiHidden/>
    <w:qFormat/>
    <w:rsid w:val="00704309"/>
    <w:pPr>
      <w:numPr>
        <w:numId w:val="18"/>
      </w:numPr>
    </w:pPr>
    <w:rPr>
      <w:rFonts w:eastAsiaTheme="minorHAnsi" w:cstheme="minorBidi"/>
      <w:sz w:val="18"/>
      <w:szCs w:val="22"/>
    </w:rPr>
  </w:style>
  <w:style w:type="character" w:customStyle="1" w:styleId="TableChar">
    <w:name w:val="Table Char"/>
    <w:link w:val="Table"/>
    <w:locked/>
    <w:rsid w:val="000971B6"/>
  </w:style>
  <w:style w:type="paragraph" w:customStyle="1" w:styleId="CellBodyLeft">
    <w:name w:val="CellBodyLeft"/>
    <w:link w:val="CellBodyLeftChar"/>
    <w:qFormat/>
    <w:rsid w:val="00413AE7"/>
    <w:pPr>
      <w:keepLines/>
      <w:spacing w:before="60" w:after="60" w:line="200" w:lineRule="atLeast"/>
      <w:ind w:left="14" w:right="14"/>
    </w:pPr>
    <w:rPr>
      <w:noProof/>
      <w:color w:val="000000"/>
      <w:sz w:val="16"/>
    </w:rPr>
  </w:style>
  <w:style w:type="character" w:customStyle="1" w:styleId="CellBodyLeftChar">
    <w:name w:val="CellBodyLeft Char"/>
    <w:link w:val="CellBodyLeft"/>
    <w:locked/>
    <w:rsid w:val="000616F2"/>
    <w:rPr>
      <w:noProof/>
      <w:color w:val="000000"/>
      <w:sz w:val="16"/>
    </w:rPr>
  </w:style>
  <w:style w:type="paragraph" w:customStyle="1" w:styleId="Legal">
    <w:name w:val="Legal"/>
    <w:basedOn w:val="Normal"/>
    <w:semiHidden/>
    <w:rsid w:val="006E0DD6"/>
    <w:pPr>
      <w:spacing w:before="0" w:after="80"/>
    </w:pPr>
    <w:rPr>
      <w:color w:val="000000"/>
      <w:sz w:val="14"/>
    </w:rPr>
  </w:style>
  <w:style w:type="paragraph" w:customStyle="1" w:styleId="Footnote">
    <w:name w:val="Footnote"/>
    <w:semiHidden/>
    <w:rsid w:val="00E32DA9"/>
    <w:pPr>
      <w:tabs>
        <w:tab w:val="left" w:pos="360"/>
      </w:tabs>
      <w:ind w:left="360" w:hanging="360"/>
    </w:pPr>
    <w:rPr>
      <w:rFonts w:eastAsia="SimSun"/>
      <w:i/>
      <w:sz w:val="16"/>
      <w:szCs w:val="16"/>
      <w:lang w:val="pl-PL" w:eastAsia="zh-CN"/>
    </w:rPr>
  </w:style>
  <w:style w:type="character" w:customStyle="1" w:styleId="EmailStyle163">
    <w:name w:val="EmailStyle163"/>
    <w:semiHidden/>
    <w:rsid w:val="00C7699A"/>
    <w:rPr>
      <w:rFonts w:ascii="Arial" w:hAnsi="Arial" w:cs="Arial"/>
      <w:color w:val="auto"/>
      <w:sz w:val="20"/>
      <w:szCs w:val="20"/>
    </w:rPr>
  </w:style>
  <w:style w:type="paragraph" w:customStyle="1" w:styleId="CellHeadingCenter">
    <w:name w:val="CellHeadingCenter"/>
    <w:basedOn w:val="Normal"/>
    <w:link w:val="CellHeadingCenterChar"/>
    <w:rsid w:val="009D4E21"/>
    <w:pPr>
      <w:keepNext/>
      <w:spacing w:before="60" w:after="60"/>
      <w:ind w:left="43" w:right="43"/>
      <w:jc w:val="center"/>
    </w:pPr>
    <w:rPr>
      <w:rFonts w:eastAsia="MS Mincho" w:cs="Arial"/>
      <w:b/>
      <w:bCs/>
      <w:color w:val="0071C5"/>
      <w:sz w:val="18"/>
      <w:szCs w:val="18"/>
      <w:lang w:eastAsia="pl-PL"/>
    </w:rPr>
  </w:style>
  <w:style w:type="table" w:styleId="TableGrid">
    <w:name w:val="Table Grid"/>
    <w:basedOn w:val="TableNormal"/>
    <w:rsid w:val="00FB4ED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
    <w:name w:val="Note"/>
    <w:basedOn w:val="Normal"/>
    <w:next w:val="Body1"/>
    <w:rsid w:val="006E0DD6"/>
    <w:pPr>
      <w:widowControl w:val="0"/>
      <w:numPr>
        <w:numId w:val="4"/>
      </w:numPr>
      <w:tabs>
        <w:tab w:val="clear" w:pos="720"/>
        <w:tab w:val="left" w:pos="1080"/>
      </w:tabs>
      <w:spacing w:before="260" w:after="0" w:line="220" w:lineRule="exact"/>
      <w:ind w:left="1080" w:hanging="1080"/>
    </w:pPr>
    <w:rPr>
      <w:rFonts w:cs="Narkisim"/>
      <w:sz w:val="18"/>
      <w:szCs w:val="18"/>
      <w:lang w:bidi="he-IL"/>
    </w:rPr>
  </w:style>
  <w:style w:type="character" w:styleId="PlaceholderText">
    <w:name w:val="Placeholder Text"/>
    <w:uiPriority w:val="99"/>
    <w:semiHidden/>
    <w:rsid w:val="001810C1"/>
    <w:rPr>
      <w:rFonts w:cs="Times New Roman"/>
      <w:color w:val="808080"/>
    </w:rPr>
  </w:style>
  <w:style w:type="character" w:customStyle="1" w:styleId="CellHeadingCenterChar">
    <w:name w:val="CellHeadingCenter Char"/>
    <w:link w:val="CellHeadingCenter"/>
    <w:locked/>
    <w:rsid w:val="009D4E21"/>
    <w:rPr>
      <w:rFonts w:eastAsia="MS Mincho" w:cs="Arial"/>
      <w:b/>
      <w:bCs/>
      <w:color w:val="0071C5"/>
      <w:sz w:val="18"/>
      <w:szCs w:val="18"/>
      <w:lang w:eastAsia="pl-PL"/>
    </w:rPr>
  </w:style>
  <w:style w:type="paragraph" w:customStyle="1" w:styleId="Classification">
    <w:name w:val="Classification"/>
    <w:semiHidden/>
    <w:rsid w:val="00246444"/>
    <w:pPr>
      <w:spacing w:before="240"/>
    </w:pPr>
    <w:rPr>
      <w:rFonts w:cs="Arial"/>
      <w:b/>
      <w:color w:val="F20017"/>
      <w:sz w:val="24"/>
      <w:szCs w:val="40"/>
    </w:rPr>
  </w:style>
  <w:style w:type="paragraph" w:customStyle="1" w:styleId="Code">
    <w:name w:val="Code"/>
    <w:basedOn w:val="Normal"/>
    <w:qFormat/>
    <w:rsid w:val="000A173D"/>
    <w:pPr>
      <w:tabs>
        <w:tab w:val="left" w:pos="864"/>
        <w:tab w:val="left" w:pos="1872"/>
        <w:tab w:val="left" w:pos="2664"/>
        <w:tab w:val="left" w:pos="3672"/>
        <w:tab w:val="left" w:pos="5760"/>
      </w:tabs>
      <w:spacing w:before="0" w:after="0"/>
    </w:pPr>
    <w:rPr>
      <w:rFonts w:ascii="Courier" w:hAnsi="Courier"/>
      <w:color w:val="000000"/>
    </w:rPr>
  </w:style>
  <w:style w:type="paragraph" w:customStyle="1" w:styleId="DocType">
    <w:name w:val="DocType"/>
    <w:basedOn w:val="Normal"/>
    <w:rsid w:val="009D4E21"/>
    <w:pPr>
      <w:pBdr>
        <w:bottom w:val="single" w:sz="4" w:space="1" w:color="auto"/>
      </w:pBdr>
      <w:spacing w:before="240" w:after="0" w:line="340" w:lineRule="atLeast"/>
    </w:pPr>
    <w:rPr>
      <w:b/>
      <w:bCs/>
      <w:color w:val="0071C5"/>
      <w:sz w:val="24"/>
    </w:rPr>
  </w:style>
  <w:style w:type="paragraph" w:customStyle="1" w:styleId="DateTitlePage">
    <w:name w:val="DateTitlePage"/>
    <w:basedOn w:val="Normal"/>
    <w:rsid w:val="009D4E21"/>
    <w:pPr>
      <w:tabs>
        <w:tab w:val="center" w:pos="4320"/>
        <w:tab w:val="right" w:pos="8640"/>
      </w:tabs>
      <w:spacing w:before="240" w:after="0"/>
      <w:ind w:right="360"/>
    </w:pPr>
    <w:rPr>
      <w:b/>
      <w:i/>
      <w:color w:val="0071C5"/>
      <w:sz w:val="24"/>
      <w:lang w:eastAsia="x-none"/>
    </w:rPr>
  </w:style>
  <w:style w:type="paragraph" w:customStyle="1" w:styleId="Warning">
    <w:name w:val="Warning"/>
    <w:basedOn w:val="Normal"/>
    <w:next w:val="Body1"/>
    <w:semiHidden/>
    <w:rsid w:val="006E0DD6"/>
    <w:pPr>
      <w:numPr>
        <w:numId w:val="7"/>
      </w:numPr>
      <w:tabs>
        <w:tab w:val="clear" w:pos="120"/>
        <w:tab w:val="num" w:pos="1080"/>
      </w:tabs>
      <w:spacing w:before="260" w:after="0" w:line="220" w:lineRule="exact"/>
      <w:ind w:left="1080" w:hanging="1080"/>
    </w:pPr>
    <w:rPr>
      <w:color w:val="000000"/>
    </w:rPr>
  </w:style>
  <w:style w:type="paragraph" w:customStyle="1" w:styleId="NoteTable">
    <w:name w:val="NoteTable"/>
    <w:basedOn w:val="Normal"/>
    <w:rsid w:val="00CB2569"/>
    <w:pPr>
      <w:numPr>
        <w:numId w:val="6"/>
      </w:numPr>
      <w:spacing w:after="0"/>
      <w:outlineLvl w:val="0"/>
    </w:pPr>
    <w:rPr>
      <w:sz w:val="16"/>
    </w:rPr>
  </w:style>
  <w:style w:type="paragraph" w:customStyle="1" w:styleId="CellBodyCenter">
    <w:name w:val="CellBodyCenter"/>
    <w:basedOn w:val="CellBodyLeft"/>
    <w:rsid w:val="00CB2569"/>
    <w:pPr>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pacing w:line="200" w:lineRule="exact"/>
      <w:ind w:left="29" w:right="29"/>
      <w:jc w:val="center"/>
    </w:pPr>
    <w:rPr>
      <w:rFonts w:cs="Arial"/>
      <w:noProof w:val="0"/>
      <w:lang w:val="en-GB"/>
    </w:rPr>
  </w:style>
  <w:style w:type="paragraph" w:styleId="EndnoteText">
    <w:name w:val="endnote text"/>
    <w:basedOn w:val="Normal"/>
    <w:link w:val="EndnoteTextChar"/>
    <w:semiHidden/>
    <w:rsid w:val="00CB2569"/>
    <w:pPr>
      <w:spacing w:before="200" w:after="0"/>
    </w:pPr>
    <w:rPr>
      <w:rFonts w:ascii="Times New Roman" w:hAnsi="Times New Roman"/>
    </w:rPr>
  </w:style>
  <w:style w:type="character" w:customStyle="1" w:styleId="EndnoteTextChar">
    <w:name w:val="Endnote Text Char"/>
    <w:link w:val="EndnoteText"/>
    <w:semiHidden/>
    <w:locked/>
    <w:rsid w:val="00CB2569"/>
    <w:rPr>
      <w:rFonts w:cs="Times New Roman"/>
    </w:rPr>
  </w:style>
  <w:style w:type="paragraph" w:styleId="Index1">
    <w:name w:val="index 1"/>
    <w:basedOn w:val="Normal"/>
    <w:next w:val="Normal"/>
    <w:autoRedefine/>
    <w:semiHidden/>
    <w:rsid w:val="00CB2569"/>
    <w:pPr>
      <w:spacing w:before="200" w:after="0"/>
      <w:ind w:left="200" w:hanging="200"/>
    </w:pPr>
    <w:rPr>
      <w:rFonts w:ascii="Times New Roman" w:hAnsi="Times New Roman"/>
    </w:rPr>
  </w:style>
  <w:style w:type="paragraph" w:styleId="Index2">
    <w:name w:val="index 2"/>
    <w:basedOn w:val="Normal"/>
    <w:next w:val="Normal"/>
    <w:autoRedefine/>
    <w:semiHidden/>
    <w:rsid w:val="00CB2569"/>
    <w:pPr>
      <w:spacing w:before="200" w:after="0"/>
      <w:ind w:left="400" w:hanging="200"/>
    </w:pPr>
    <w:rPr>
      <w:rFonts w:ascii="Times New Roman" w:hAnsi="Times New Roman"/>
    </w:rPr>
  </w:style>
  <w:style w:type="paragraph" w:styleId="Index3">
    <w:name w:val="index 3"/>
    <w:basedOn w:val="Normal"/>
    <w:next w:val="Normal"/>
    <w:autoRedefine/>
    <w:semiHidden/>
    <w:rsid w:val="00CB2569"/>
    <w:pPr>
      <w:spacing w:before="200" w:after="0"/>
      <w:ind w:left="600" w:hanging="200"/>
    </w:pPr>
    <w:rPr>
      <w:rFonts w:ascii="Times New Roman" w:hAnsi="Times New Roman"/>
    </w:rPr>
  </w:style>
  <w:style w:type="paragraph" w:styleId="Index4">
    <w:name w:val="index 4"/>
    <w:basedOn w:val="Normal"/>
    <w:next w:val="Normal"/>
    <w:autoRedefine/>
    <w:semiHidden/>
    <w:rsid w:val="00CB2569"/>
    <w:pPr>
      <w:spacing w:before="200" w:after="0"/>
      <w:ind w:left="800" w:hanging="200"/>
    </w:pPr>
    <w:rPr>
      <w:rFonts w:ascii="Times New Roman" w:hAnsi="Times New Roman"/>
    </w:rPr>
  </w:style>
  <w:style w:type="paragraph" w:styleId="Index5">
    <w:name w:val="index 5"/>
    <w:basedOn w:val="Normal"/>
    <w:next w:val="Normal"/>
    <w:autoRedefine/>
    <w:semiHidden/>
    <w:rsid w:val="00CB2569"/>
    <w:pPr>
      <w:spacing w:before="200" w:after="0"/>
      <w:ind w:left="1000" w:hanging="200"/>
    </w:pPr>
    <w:rPr>
      <w:rFonts w:ascii="Times New Roman" w:hAnsi="Times New Roman"/>
    </w:rPr>
  </w:style>
  <w:style w:type="paragraph" w:styleId="Index8">
    <w:name w:val="index 8"/>
    <w:basedOn w:val="Normal"/>
    <w:next w:val="Normal"/>
    <w:autoRedefine/>
    <w:semiHidden/>
    <w:rsid w:val="00CB2569"/>
    <w:pPr>
      <w:spacing w:before="200" w:after="0"/>
      <w:ind w:left="1600" w:hanging="200"/>
    </w:pPr>
    <w:rPr>
      <w:rFonts w:ascii="Times New Roman" w:hAnsi="Times New Roman"/>
    </w:rPr>
  </w:style>
  <w:style w:type="paragraph" w:styleId="Index9">
    <w:name w:val="index 9"/>
    <w:basedOn w:val="Normal"/>
    <w:next w:val="Normal"/>
    <w:autoRedefine/>
    <w:semiHidden/>
    <w:rsid w:val="00CB2569"/>
    <w:pPr>
      <w:spacing w:before="200" w:after="0"/>
      <w:ind w:left="1800" w:hanging="200"/>
    </w:pPr>
    <w:rPr>
      <w:rFonts w:ascii="Times New Roman" w:hAnsi="Times New Roman"/>
    </w:rPr>
  </w:style>
  <w:style w:type="paragraph" w:styleId="IndexHeading">
    <w:name w:val="index heading"/>
    <w:basedOn w:val="Normal"/>
    <w:next w:val="Index1"/>
    <w:semiHidden/>
    <w:rsid w:val="00413AE7"/>
    <w:pPr>
      <w:spacing w:before="200" w:after="0"/>
    </w:pPr>
    <w:rPr>
      <w:rFonts w:cs="Arial"/>
      <w:b/>
      <w:bCs/>
    </w:rPr>
  </w:style>
  <w:style w:type="paragraph" w:styleId="List2">
    <w:name w:val="List 2"/>
    <w:basedOn w:val="Normal"/>
    <w:uiPriority w:val="99"/>
    <w:semiHidden/>
    <w:rsid w:val="00704309"/>
    <w:pPr>
      <w:numPr>
        <w:ilvl w:val="1"/>
        <w:numId w:val="17"/>
      </w:numPr>
    </w:pPr>
    <w:rPr>
      <w:rFonts w:eastAsiaTheme="minorHAnsi" w:cstheme="minorBidi"/>
      <w:sz w:val="18"/>
      <w:szCs w:val="22"/>
    </w:rPr>
  </w:style>
  <w:style w:type="paragraph" w:styleId="List30">
    <w:name w:val="List 3"/>
    <w:basedOn w:val="Normal"/>
    <w:uiPriority w:val="99"/>
    <w:semiHidden/>
    <w:rsid w:val="00704309"/>
    <w:pPr>
      <w:numPr>
        <w:ilvl w:val="2"/>
        <w:numId w:val="17"/>
      </w:numPr>
    </w:pPr>
    <w:rPr>
      <w:rFonts w:eastAsiaTheme="minorHAnsi" w:cstheme="minorBidi"/>
      <w:sz w:val="18"/>
      <w:szCs w:val="22"/>
    </w:rPr>
  </w:style>
  <w:style w:type="paragraph" w:styleId="List4">
    <w:name w:val="List 4"/>
    <w:basedOn w:val="Normal"/>
    <w:semiHidden/>
    <w:rsid w:val="00CB2569"/>
    <w:pPr>
      <w:spacing w:before="200" w:after="0"/>
      <w:ind w:left="1440" w:hanging="360"/>
    </w:pPr>
    <w:rPr>
      <w:rFonts w:ascii="Times New Roman" w:hAnsi="Times New Roman"/>
    </w:rPr>
  </w:style>
  <w:style w:type="paragraph" w:styleId="List5">
    <w:name w:val="List 5"/>
    <w:basedOn w:val="Normal"/>
    <w:semiHidden/>
    <w:rsid w:val="00CB2569"/>
    <w:pPr>
      <w:spacing w:before="200" w:after="0"/>
      <w:ind w:left="1800" w:hanging="360"/>
    </w:pPr>
    <w:rPr>
      <w:rFonts w:ascii="Times New Roman" w:hAnsi="Times New Roman"/>
    </w:rPr>
  </w:style>
  <w:style w:type="paragraph" w:styleId="ListBullet3">
    <w:name w:val="List Bullet 3"/>
    <w:basedOn w:val="Normal"/>
    <w:uiPriority w:val="99"/>
    <w:semiHidden/>
    <w:rsid w:val="00704309"/>
    <w:pPr>
      <w:numPr>
        <w:ilvl w:val="2"/>
        <w:numId w:val="18"/>
      </w:numPr>
    </w:pPr>
    <w:rPr>
      <w:rFonts w:eastAsiaTheme="minorHAnsi" w:cstheme="minorBidi"/>
      <w:sz w:val="18"/>
      <w:szCs w:val="22"/>
    </w:rPr>
  </w:style>
  <w:style w:type="paragraph" w:styleId="ListBullet4">
    <w:name w:val="List Bullet 4"/>
    <w:basedOn w:val="Normal"/>
    <w:autoRedefine/>
    <w:semiHidden/>
    <w:rsid w:val="00CB2569"/>
    <w:pPr>
      <w:tabs>
        <w:tab w:val="num" w:pos="1440"/>
      </w:tabs>
      <w:spacing w:before="200" w:after="0"/>
      <w:ind w:left="1440" w:hanging="360"/>
    </w:pPr>
    <w:rPr>
      <w:rFonts w:ascii="Times New Roman" w:hAnsi="Times New Roman"/>
    </w:rPr>
  </w:style>
  <w:style w:type="paragraph" w:styleId="ListContinue3">
    <w:name w:val="List Continue 3"/>
    <w:basedOn w:val="Normal"/>
    <w:uiPriority w:val="99"/>
    <w:unhideWhenUsed/>
    <w:rsid w:val="002A68DA"/>
    <w:pPr>
      <w:spacing w:before="60" w:after="60"/>
      <w:ind w:left="1080"/>
    </w:pPr>
    <w:rPr>
      <w:rFonts w:eastAsiaTheme="minorHAnsi" w:cstheme="minorBidi"/>
      <w:sz w:val="18"/>
      <w:szCs w:val="22"/>
    </w:rPr>
  </w:style>
  <w:style w:type="paragraph" w:styleId="ListContinue4">
    <w:name w:val="List Continue 4"/>
    <w:basedOn w:val="Normal"/>
    <w:semiHidden/>
    <w:rsid w:val="00CB2569"/>
    <w:pPr>
      <w:spacing w:before="200"/>
      <w:ind w:left="1440"/>
    </w:pPr>
    <w:rPr>
      <w:rFonts w:ascii="Times New Roman" w:hAnsi="Times New Roman"/>
    </w:rPr>
  </w:style>
  <w:style w:type="paragraph" w:styleId="ListNumber">
    <w:name w:val="List Number"/>
    <w:basedOn w:val="Bullet1"/>
    <w:qFormat/>
    <w:rsid w:val="000578E5"/>
    <w:pPr>
      <w:numPr>
        <w:numId w:val="13"/>
      </w:numPr>
    </w:pPr>
    <w:rPr>
      <w:szCs w:val="18"/>
    </w:rPr>
  </w:style>
  <w:style w:type="paragraph" w:styleId="MacroText">
    <w:name w:val="macro"/>
    <w:link w:val="MacroTextChar"/>
    <w:semiHidden/>
    <w:rsid w:val="00CB2569"/>
    <w:pPr>
      <w:tabs>
        <w:tab w:val="left" w:pos="480"/>
        <w:tab w:val="left" w:pos="960"/>
        <w:tab w:val="left" w:pos="1440"/>
        <w:tab w:val="left" w:pos="1920"/>
        <w:tab w:val="left" w:pos="2400"/>
        <w:tab w:val="left" w:pos="2880"/>
        <w:tab w:val="left" w:pos="3360"/>
        <w:tab w:val="left" w:pos="3840"/>
        <w:tab w:val="left" w:pos="4320"/>
      </w:tabs>
      <w:spacing w:before="200"/>
    </w:pPr>
    <w:rPr>
      <w:rFonts w:ascii="Courier New" w:hAnsi="Courier New" w:cs="Courier New"/>
    </w:rPr>
  </w:style>
  <w:style w:type="character" w:customStyle="1" w:styleId="MacroTextChar">
    <w:name w:val="Macro Text Char"/>
    <w:link w:val="MacroText"/>
    <w:semiHidden/>
    <w:locked/>
    <w:rsid w:val="00CB2569"/>
    <w:rPr>
      <w:rFonts w:ascii="Courier New" w:hAnsi="Courier New" w:cs="Courier New"/>
      <w:lang w:val="en-US" w:eastAsia="en-US" w:bidi="ar-SA"/>
    </w:rPr>
  </w:style>
  <w:style w:type="paragraph" w:styleId="TableofAuthorities">
    <w:name w:val="table of authorities"/>
    <w:basedOn w:val="Normal"/>
    <w:next w:val="Normal"/>
    <w:semiHidden/>
    <w:rsid w:val="00CB2569"/>
    <w:pPr>
      <w:spacing w:before="200" w:after="0"/>
      <w:ind w:left="200" w:hanging="200"/>
    </w:pPr>
    <w:rPr>
      <w:rFonts w:ascii="Times New Roman" w:hAnsi="Times New Roman"/>
    </w:rPr>
  </w:style>
  <w:style w:type="table" w:customStyle="1" w:styleId="Figure">
    <w:name w:val="Figure"/>
    <w:basedOn w:val="TableNormal"/>
    <w:uiPriority w:val="99"/>
    <w:rsid w:val="008A4CA7"/>
    <w:tblPr>
      <w:tblBorders>
        <w:top w:val="single" w:sz="4" w:space="0" w:color="auto"/>
        <w:left w:val="single" w:sz="4" w:space="0" w:color="auto"/>
        <w:bottom w:val="single" w:sz="4" w:space="0" w:color="auto"/>
        <w:right w:val="single" w:sz="4" w:space="0" w:color="auto"/>
      </w:tblBorders>
    </w:tblPr>
  </w:style>
  <w:style w:type="paragraph" w:styleId="ListContinue">
    <w:name w:val="List Continue"/>
    <w:basedOn w:val="Normal"/>
    <w:uiPriority w:val="99"/>
    <w:unhideWhenUsed/>
    <w:locked/>
    <w:rsid w:val="002A68DA"/>
    <w:pPr>
      <w:spacing w:before="60" w:after="60"/>
      <w:ind w:left="360"/>
    </w:pPr>
    <w:rPr>
      <w:rFonts w:eastAsiaTheme="minorHAnsi" w:cstheme="minorBidi"/>
      <w:sz w:val="18"/>
      <w:szCs w:val="22"/>
    </w:rPr>
  </w:style>
  <w:style w:type="paragraph" w:styleId="ListContinue2">
    <w:name w:val="List Continue 2"/>
    <w:basedOn w:val="Normal"/>
    <w:uiPriority w:val="99"/>
    <w:unhideWhenUsed/>
    <w:locked/>
    <w:rsid w:val="002A68DA"/>
    <w:pPr>
      <w:spacing w:before="60" w:after="60"/>
      <w:ind w:left="720"/>
    </w:pPr>
    <w:rPr>
      <w:rFonts w:eastAsiaTheme="minorHAnsi" w:cstheme="minorBidi"/>
      <w:sz w:val="18"/>
      <w:szCs w:val="22"/>
    </w:rPr>
  </w:style>
  <w:style w:type="paragraph" w:customStyle="1" w:styleId="CellStep">
    <w:name w:val="CellStep"/>
    <w:semiHidden/>
    <w:rsid w:val="00E32DA9"/>
    <w:pPr>
      <w:numPr>
        <w:numId w:val="8"/>
      </w:numPr>
    </w:pPr>
    <w:rPr>
      <w:sz w:val="16"/>
    </w:rPr>
  </w:style>
  <w:style w:type="table" w:styleId="TableGrid3">
    <w:name w:val="Table Grid 3"/>
    <w:aliases w:val="Config Register"/>
    <w:basedOn w:val="TableNormal"/>
    <w:rsid w:val="00CB2569"/>
    <w:pPr>
      <w:overflowPunct w:val="0"/>
      <w:autoSpaceDE w:val="0"/>
      <w:autoSpaceDN w:val="0"/>
      <w:adjustRightInd w:val="0"/>
      <w:textAlignment w:val="baseline"/>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CB2569"/>
    <w:rPr>
      <w:sz w:val="18"/>
    </w:rPr>
  </w:style>
  <w:style w:type="numbering" w:styleId="111111">
    <w:name w:val="Outline List 2"/>
    <w:basedOn w:val="NoList"/>
    <w:uiPriority w:val="99"/>
    <w:rsid w:val="001A1A71"/>
  </w:style>
  <w:style w:type="character" w:customStyle="1" w:styleId="EmailStyle1631">
    <w:name w:val="EmailStyle1631"/>
    <w:uiPriority w:val="99"/>
    <w:semiHidden/>
    <w:rsid w:val="00434872"/>
    <w:rPr>
      <w:rFonts w:ascii="Arial" w:hAnsi="Arial" w:cs="Arial"/>
      <w:color w:val="auto"/>
      <w:sz w:val="20"/>
      <w:szCs w:val="20"/>
    </w:rPr>
  </w:style>
  <w:style w:type="paragraph" w:customStyle="1" w:styleId="Scilicet">
    <w:name w:val="Scilicet"/>
    <w:next w:val="Heading1"/>
    <w:rsid w:val="00725ABF"/>
    <w:pPr>
      <w:numPr>
        <w:numId w:val="9"/>
      </w:numPr>
      <w:spacing w:before="120" w:after="120"/>
      <w:jc w:val="center"/>
    </w:pPr>
    <w:rPr>
      <w:b/>
      <w:color w:val="0071C5"/>
      <w:sz w:val="22"/>
    </w:rPr>
  </w:style>
  <w:style w:type="paragraph" w:customStyle="1" w:styleId="Bullet1">
    <w:name w:val="Bullet1"/>
    <w:qFormat/>
    <w:rsid w:val="00D771F8"/>
    <w:pPr>
      <w:numPr>
        <w:numId w:val="19"/>
      </w:numPr>
      <w:spacing w:before="60" w:after="60"/>
    </w:pPr>
    <w:rPr>
      <w:color w:val="000000"/>
      <w:sz w:val="18"/>
    </w:rPr>
  </w:style>
  <w:style w:type="paragraph" w:customStyle="1" w:styleId="Body1">
    <w:name w:val="Body1"/>
    <w:basedOn w:val="Normal"/>
    <w:qFormat/>
    <w:rsid w:val="00246444"/>
    <w:pPr>
      <w:tabs>
        <w:tab w:val="right" w:leader="dot" w:pos="9360"/>
      </w:tabs>
    </w:pPr>
    <w:rPr>
      <w:sz w:val="18"/>
      <w:lang w:eastAsia="x-none"/>
    </w:rPr>
  </w:style>
  <w:style w:type="paragraph" w:customStyle="1" w:styleId="DocDate">
    <w:name w:val="DocDate"/>
    <w:basedOn w:val="Normal"/>
    <w:rsid w:val="00760B53"/>
    <w:pPr>
      <w:spacing w:before="400" w:after="0"/>
      <w:ind w:left="187"/>
    </w:pPr>
    <w:rPr>
      <w:b/>
      <w:i/>
      <w:noProof/>
      <w:color w:val="075FA8"/>
      <w:sz w:val="24"/>
    </w:rPr>
  </w:style>
  <w:style w:type="paragraph" w:customStyle="1" w:styleId="CellBodyBullet">
    <w:name w:val="CellBodyBullet"/>
    <w:basedOn w:val="Normal"/>
    <w:rsid w:val="00D771F8"/>
    <w:pPr>
      <w:numPr>
        <w:numId w:val="3"/>
      </w:numPr>
      <w:spacing w:before="0" w:after="0"/>
      <w:ind w:left="504"/>
    </w:pPr>
    <w:rPr>
      <w:rFonts w:eastAsia="MS Mincho"/>
      <w:sz w:val="16"/>
    </w:rPr>
  </w:style>
  <w:style w:type="paragraph" w:styleId="TableofFigures">
    <w:name w:val="table of figures"/>
    <w:basedOn w:val="Normal"/>
    <w:uiPriority w:val="99"/>
    <w:locked/>
    <w:rsid w:val="00A626A6"/>
    <w:pPr>
      <w:tabs>
        <w:tab w:val="left" w:pos="2160"/>
        <w:tab w:val="right" w:leader="dot" w:pos="9350"/>
      </w:tabs>
      <w:spacing w:before="20" w:after="20" w:line="220" w:lineRule="atLeast"/>
      <w:ind w:left="1440" w:hanging="1440"/>
    </w:pPr>
    <w:rPr>
      <w:noProof/>
      <w:sz w:val="18"/>
    </w:rPr>
  </w:style>
  <w:style w:type="paragraph" w:customStyle="1" w:styleId="CellHeadingCenter-SM">
    <w:name w:val="CellHeadingCenter-SM"/>
    <w:basedOn w:val="CellHeadingCenter"/>
    <w:rsid w:val="002912DC"/>
    <w:rPr>
      <w:sz w:val="16"/>
    </w:rPr>
  </w:style>
  <w:style w:type="character" w:styleId="LineNumber">
    <w:name w:val="line number"/>
    <w:aliases w:val="(Do Not Use&gt;)"/>
    <w:basedOn w:val="DefaultParagraphFont"/>
    <w:semiHidden/>
    <w:locked/>
    <w:rsid w:val="00247B4F"/>
  </w:style>
  <w:style w:type="character" w:styleId="PageNumber">
    <w:name w:val="page number"/>
    <w:basedOn w:val="DefaultParagraphFont"/>
    <w:semiHidden/>
    <w:locked/>
    <w:rsid w:val="002B5327"/>
  </w:style>
  <w:style w:type="paragraph" w:customStyle="1" w:styleId="Opens">
    <w:name w:val="Opens"/>
    <w:basedOn w:val="Normal"/>
    <w:rsid w:val="00725ABF"/>
    <w:pPr>
      <w:spacing w:before="200" w:after="0"/>
    </w:pPr>
    <w:rPr>
      <w:color w:val="FF0000"/>
      <w:sz w:val="18"/>
    </w:rPr>
  </w:style>
  <w:style w:type="paragraph" w:styleId="TOC9">
    <w:name w:val="toc 9"/>
    <w:basedOn w:val="Normal"/>
    <w:next w:val="Normal"/>
    <w:autoRedefine/>
    <w:uiPriority w:val="39"/>
    <w:semiHidden/>
    <w:rsid w:val="000221EA"/>
    <w:pPr>
      <w:tabs>
        <w:tab w:val="right" w:leader="dot" w:pos="9350"/>
      </w:tabs>
      <w:spacing w:after="100"/>
      <w:ind w:left="180"/>
    </w:pPr>
    <w:rPr>
      <w:noProof/>
      <w:sz w:val="18"/>
    </w:rPr>
  </w:style>
  <w:style w:type="paragraph" w:customStyle="1" w:styleId="NormalBold">
    <w:name w:val="Normal.Bold"/>
    <w:basedOn w:val="Normal"/>
    <w:next w:val="Normal"/>
    <w:link w:val="NormalBoldChar"/>
    <w:semiHidden/>
    <w:rsid w:val="000221EA"/>
    <w:pPr>
      <w:spacing w:before="200" w:after="0"/>
    </w:pPr>
    <w:rPr>
      <w:b/>
      <w:sz w:val="18"/>
    </w:rPr>
  </w:style>
  <w:style w:type="paragraph" w:customStyle="1" w:styleId="TableNoteNumberedList">
    <w:name w:val="Table.Note.NumberedList"/>
    <w:basedOn w:val="Normal"/>
    <w:rsid w:val="003A63B8"/>
    <w:pPr>
      <w:numPr>
        <w:ilvl w:val="1"/>
        <w:numId w:val="5"/>
      </w:numPr>
      <w:tabs>
        <w:tab w:val="clear" w:pos="792"/>
        <w:tab w:val="num" w:pos="540"/>
      </w:tabs>
      <w:snapToGrid w:val="0"/>
      <w:spacing w:before="0" w:after="0"/>
      <w:ind w:left="540" w:hanging="378"/>
    </w:pPr>
    <w:rPr>
      <w:sz w:val="16"/>
    </w:rPr>
  </w:style>
  <w:style w:type="paragraph" w:customStyle="1" w:styleId="TableNote">
    <w:name w:val="Table.Note"/>
    <w:basedOn w:val="Normal"/>
    <w:next w:val="TableNoteNumberedList"/>
    <w:rsid w:val="00CC4FC8"/>
    <w:pPr>
      <w:numPr>
        <w:numId w:val="5"/>
      </w:numPr>
      <w:spacing w:after="0"/>
      <w:ind w:left="720" w:hanging="720"/>
    </w:pPr>
    <w:rPr>
      <w:sz w:val="16"/>
    </w:rPr>
  </w:style>
  <w:style w:type="character" w:customStyle="1" w:styleId="CaptionChar">
    <w:name w:val="Caption Char"/>
    <w:link w:val="Caption"/>
    <w:rsid w:val="00CC4FC8"/>
    <w:rPr>
      <w:b/>
      <w:color w:val="0071C5"/>
      <w:sz w:val="18"/>
    </w:rPr>
  </w:style>
  <w:style w:type="character" w:customStyle="1" w:styleId="NormalBoldChar">
    <w:name w:val="Normal.Bold Char"/>
    <w:basedOn w:val="DefaultParagraphFont"/>
    <w:link w:val="NormalBold"/>
    <w:semiHidden/>
    <w:rsid w:val="007A06BE"/>
    <w:rPr>
      <w:b/>
      <w:sz w:val="18"/>
    </w:rPr>
  </w:style>
  <w:style w:type="paragraph" w:customStyle="1" w:styleId="BulletSub">
    <w:name w:val="Bullet.Sub"/>
    <w:basedOn w:val="Normal"/>
    <w:qFormat/>
    <w:rsid w:val="00D771F8"/>
    <w:pPr>
      <w:numPr>
        <w:ilvl w:val="1"/>
        <w:numId w:val="19"/>
      </w:numPr>
      <w:spacing w:before="60" w:after="60"/>
    </w:pPr>
    <w:rPr>
      <w:color w:val="000000"/>
      <w:sz w:val="18"/>
    </w:rPr>
  </w:style>
  <w:style w:type="paragraph" w:customStyle="1" w:styleId="ListSub">
    <w:name w:val="List.Sub"/>
    <w:basedOn w:val="ListNumber"/>
    <w:qFormat/>
    <w:rsid w:val="000578E5"/>
    <w:pPr>
      <w:numPr>
        <w:ilvl w:val="1"/>
      </w:numPr>
    </w:pPr>
  </w:style>
  <w:style w:type="paragraph" w:customStyle="1" w:styleId="Caution">
    <w:name w:val="Caution"/>
    <w:basedOn w:val="Body1"/>
    <w:next w:val="Body1"/>
    <w:rsid w:val="0035404B"/>
    <w:pPr>
      <w:tabs>
        <w:tab w:val="clear" w:pos="9360"/>
        <w:tab w:val="left" w:pos="1440"/>
      </w:tabs>
      <w:ind w:left="1440" w:hanging="1440"/>
    </w:pPr>
    <w:rPr>
      <w:noProof/>
      <w:lang w:eastAsia="en-US"/>
    </w:rPr>
  </w:style>
  <w:style w:type="numbering" w:customStyle="1" w:styleId="Nums">
    <w:name w:val="Nums"/>
    <w:uiPriority w:val="99"/>
    <w:rsid w:val="00C16B84"/>
    <w:pPr>
      <w:numPr>
        <w:numId w:val="12"/>
      </w:numPr>
    </w:pPr>
  </w:style>
  <w:style w:type="paragraph" w:styleId="List">
    <w:name w:val="List"/>
    <w:basedOn w:val="Normal"/>
    <w:uiPriority w:val="99"/>
    <w:semiHidden/>
    <w:qFormat/>
    <w:locked/>
    <w:rsid w:val="00704309"/>
    <w:pPr>
      <w:numPr>
        <w:numId w:val="17"/>
      </w:numPr>
      <w:spacing w:before="200"/>
    </w:pPr>
    <w:rPr>
      <w:rFonts w:eastAsiaTheme="minorHAnsi" w:cstheme="minorBidi"/>
      <w:sz w:val="18"/>
      <w:szCs w:val="22"/>
    </w:rPr>
  </w:style>
  <w:style w:type="paragraph" w:styleId="ListBullet2">
    <w:name w:val="List Bullet 2"/>
    <w:basedOn w:val="Normal"/>
    <w:uiPriority w:val="99"/>
    <w:semiHidden/>
    <w:locked/>
    <w:rsid w:val="00704309"/>
    <w:pPr>
      <w:numPr>
        <w:ilvl w:val="1"/>
        <w:numId w:val="18"/>
      </w:numPr>
    </w:pPr>
    <w:rPr>
      <w:rFonts w:eastAsiaTheme="minorHAnsi" w:cstheme="minorBidi"/>
      <w:sz w:val="18"/>
      <w:szCs w:val="22"/>
    </w:rPr>
  </w:style>
  <w:style w:type="character" w:customStyle="1" w:styleId="CodeChar">
    <w:name w:val="CodeChar"/>
    <w:basedOn w:val="DefaultParagraphFont"/>
    <w:uiPriority w:val="1"/>
    <w:rsid w:val="00137841"/>
    <w:rPr>
      <w:rFonts w:ascii="Courier New" w:hAnsi="Courier New" w:cs="Courier New"/>
    </w:rPr>
  </w:style>
  <w:style w:type="character" w:customStyle="1" w:styleId="apple-tab-span">
    <w:name w:val="apple-tab-span"/>
    <w:basedOn w:val="DefaultParagraphFont"/>
    <w:rsid w:val="00E11A2D"/>
  </w:style>
  <w:style w:type="paragraph" w:styleId="NormalWeb">
    <w:name w:val="Normal (Web)"/>
    <w:basedOn w:val="Normal"/>
    <w:uiPriority w:val="99"/>
    <w:unhideWhenUsed/>
    <w:locked/>
    <w:rsid w:val="00C71390"/>
    <w:pPr>
      <w:spacing w:before="100" w:beforeAutospacing="1" w:after="100" w:afterAutospacing="1"/>
    </w:pPr>
    <w:rPr>
      <w:rFonts w:ascii="Times New Roman" w:eastAsiaTheme="minorEastAsia" w:hAnsi="Times New Roman"/>
      <w:sz w:val="24"/>
      <w:szCs w:val="24"/>
    </w:rPr>
  </w:style>
  <w:style w:type="character" w:styleId="Strong">
    <w:name w:val="Strong"/>
    <w:basedOn w:val="DefaultParagraphFont"/>
    <w:uiPriority w:val="22"/>
    <w:qFormat/>
    <w:rsid w:val="00C713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sChild>
        <w:div w:id="56">
          <w:marLeft w:val="60"/>
          <w:marRight w:val="0"/>
          <w:marTop w:val="100"/>
          <w:marBottom w:val="100"/>
          <w:divBdr>
            <w:top w:val="none" w:sz="0" w:space="0" w:color="auto"/>
            <w:left w:val="single" w:sz="12" w:space="3" w:color="0000FF"/>
            <w:bottom w:val="none" w:sz="0" w:space="0" w:color="auto"/>
            <w:right w:val="none" w:sz="0" w:space="0" w:color="auto"/>
          </w:divBdr>
          <w:divsChild>
            <w:div w:id="58">
              <w:marLeft w:val="60"/>
              <w:marRight w:val="0"/>
              <w:marTop w:val="100"/>
              <w:marBottom w:val="100"/>
              <w:divBdr>
                <w:top w:val="none" w:sz="0" w:space="0" w:color="auto"/>
                <w:left w:val="single" w:sz="12" w:space="3" w:color="0000FF"/>
                <w:bottom w:val="none" w:sz="0" w:space="0" w:color="auto"/>
                <w:right w:val="none" w:sz="0" w:space="0" w:color="auto"/>
              </w:divBdr>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
    <w:div w:id="105195490">
      <w:bodyDiv w:val="1"/>
      <w:marLeft w:val="0"/>
      <w:marRight w:val="0"/>
      <w:marTop w:val="0"/>
      <w:marBottom w:val="0"/>
      <w:divBdr>
        <w:top w:val="none" w:sz="0" w:space="0" w:color="auto"/>
        <w:left w:val="none" w:sz="0" w:space="0" w:color="auto"/>
        <w:bottom w:val="none" w:sz="0" w:space="0" w:color="auto"/>
        <w:right w:val="none" w:sz="0" w:space="0" w:color="auto"/>
      </w:divBdr>
    </w:div>
    <w:div w:id="107239052">
      <w:bodyDiv w:val="1"/>
      <w:marLeft w:val="0"/>
      <w:marRight w:val="0"/>
      <w:marTop w:val="0"/>
      <w:marBottom w:val="0"/>
      <w:divBdr>
        <w:top w:val="none" w:sz="0" w:space="0" w:color="auto"/>
        <w:left w:val="none" w:sz="0" w:space="0" w:color="auto"/>
        <w:bottom w:val="none" w:sz="0" w:space="0" w:color="auto"/>
        <w:right w:val="none" w:sz="0" w:space="0" w:color="auto"/>
      </w:divBdr>
    </w:div>
    <w:div w:id="209459568">
      <w:bodyDiv w:val="1"/>
      <w:marLeft w:val="0"/>
      <w:marRight w:val="0"/>
      <w:marTop w:val="0"/>
      <w:marBottom w:val="0"/>
      <w:divBdr>
        <w:top w:val="none" w:sz="0" w:space="0" w:color="auto"/>
        <w:left w:val="none" w:sz="0" w:space="0" w:color="auto"/>
        <w:bottom w:val="none" w:sz="0" w:space="0" w:color="auto"/>
        <w:right w:val="none" w:sz="0" w:space="0" w:color="auto"/>
      </w:divBdr>
    </w:div>
    <w:div w:id="237717873">
      <w:bodyDiv w:val="1"/>
      <w:marLeft w:val="0"/>
      <w:marRight w:val="0"/>
      <w:marTop w:val="0"/>
      <w:marBottom w:val="0"/>
      <w:divBdr>
        <w:top w:val="none" w:sz="0" w:space="0" w:color="auto"/>
        <w:left w:val="none" w:sz="0" w:space="0" w:color="auto"/>
        <w:bottom w:val="none" w:sz="0" w:space="0" w:color="auto"/>
        <w:right w:val="none" w:sz="0" w:space="0" w:color="auto"/>
      </w:divBdr>
    </w:div>
    <w:div w:id="262686150">
      <w:bodyDiv w:val="1"/>
      <w:marLeft w:val="0"/>
      <w:marRight w:val="0"/>
      <w:marTop w:val="0"/>
      <w:marBottom w:val="0"/>
      <w:divBdr>
        <w:top w:val="none" w:sz="0" w:space="0" w:color="auto"/>
        <w:left w:val="none" w:sz="0" w:space="0" w:color="auto"/>
        <w:bottom w:val="none" w:sz="0" w:space="0" w:color="auto"/>
        <w:right w:val="none" w:sz="0" w:space="0" w:color="auto"/>
      </w:divBdr>
    </w:div>
    <w:div w:id="292444125">
      <w:bodyDiv w:val="1"/>
      <w:marLeft w:val="0"/>
      <w:marRight w:val="0"/>
      <w:marTop w:val="0"/>
      <w:marBottom w:val="0"/>
      <w:divBdr>
        <w:top w:val="none" w:sz="0" w:space="0" w:color="auto"/>
        <w:left w:val="none" w:sz="0" w:space="0" w:color="auto"/>
        <w:bottom w:val="none" w:sz="0" w:space="0" w:color="auto"/>
        <w:right w:val="none" w:sz="0" w:space="0" w:color="auto"/>
      </w:divBdr>
    </w:div>
    <w:div w:id="361171213">
      <w:bodyDiv w:val="1"/>
      <w:marLeft w:val="0"/>
      <w:marRight w:val="0"/>
      <w:marTop w:val="0"/>
      <w:marBottom w:val="0"/>
      <w:divBdr>
        <w:top w:val="none" w:sz="0" w:space="0" w:color="auto"/>
        <w:left w:val="none" w:sz="0" w:space="0" w:color="auto"/>
        <w:bottom w:val="none" w:sz="0" w:space="0" w:color="auto"/>
        <w:right w:val="none" w:sz="0" w:space="0" w:color="auto"/>
      </w:divBdr>
    </w:div>
    <w:div w:id="384184059">
      <w:bodyDiv w:val="1"/>
      <w:marLeft w:val="0"/>
      <w:marRight w:val="0"/>
      <w:marTop w:val="0"/>
      <w:marBottom w:val="0"/>
      <w:divBdr>
        <w:top w:val="none" w:sz="0" w:space="0" w:color="auto"/>
        <w:left w:val="none" w:sz="0" w:space="0" w:color="auto"/>
        <w:bottom w:val="none" w:sz="0" w:space="0" w:color="auto"/>
        <w:right w:val="none" w:sz="0" w:space="0" w:color="auto"/>
      </w:divBdr>
    </w:div>
    <w:div w:id="454254530">
      <w:bodyDiv w:val="1"/>
      <w:marLeft w:val="0"/>
      <w:marRight w:val="0"/>
      <w:marTop w:val="0"/>
      <w:marBottom w:val="0"/>
      <w:divBdr>
        <w:top w:val="none" w:sz="0" w:space="0" w:color="auto"/>
        <w:left w:val="none" w:sz="0" w:space="0" w:color="auto"/>
        <w:bottom w:val="none" w:sz="0" w:space="0" w:color="auto"/>
        <w:right w:val="none" w:sz="0" w:space="0" w:color="auto"/>
      </w:divBdr>
      <w:divsChild>
        <w:div w:id="1335263162">
          <w:marLeft w:val="274"/>
          <w:marRight w:val="0"/>
          <w:marTop w:val="240"/>
          <w:marBottom w:val="0"/>
          <w:divBdr>
            <w:top w:val="none" w:sz="0" w:space="0" w:color="auto"/>
            <w:left w:val="none" w:sz="0" w:space="0" w:color="auto"/>
            <w:bottom w:val="none" w:sz="0" w:space="0" w:color="auto"/>
            <w:right w:val="none" w:sz="0" w:space="0" w:color="auto"/>
          </w:divBdr>
        </w:div>
        <w:div w:id="565847939">
          <w:marLeft w:val="619"/>
          <w:marRight w:val="0"/>
          <w:marTop w:val="240"/>
          <w:marBottom w:val="0"/>
          <w:divBdr>
            <w:top w:val="none" w:sz="0" w:space="0" w:color="auto"/>
            <w:left w:val="none" w:sz="0" w:space="0" w:color="auto"/>
            <w:bottom w:val="none" w:sz="0" w:space="0" w:color="auto"/>
            <w:right w:val="none" w:sz="0" w:space="0" w:color="auto"/>
          </w:divBdr>
        </w:div>
        <w:div w:id="1291859331">
          <w:marLeft w:val="274"/>
          <w:marRight w:val="0"/>
          <w:marTop w:val="240"/>
          <w:marBottom w:val="0"/>
          <w:divBdr>
            <w:top w:val="none" w:sz="0" w:space="0" w:color="auto"/>
            <w:left w:val="none" w:sz="0" w:space="0" w:color="auto"/>
            <w:bottom w:val="none" w:sz="0" w:space="0" w:color="auto"/>
            <w:right w:val="none" w:sz="0" w:space="0" w:color="auto"/>
          </w:divBdr>
        </w:div>
        <w:div w:id="698119984">
          <w:marLeft w:val="907"/>
          <w:marRight w:val="0"/>
          <w:marTop w:val="160"/>
          <w:marBottom w:val="0"/>
          <w:divBdr>
            <w:top w:val="none" w:sz="0" w:space="0" w:color="auto"/>
            <w:left w:val="none" w:sz="0" w:space="0" w:color="auto"/>
            <w:bottom w:val="none" w:sz="0" w:space="0" w:color="auto"/>
            <w:right w:val="none" w:sz="0" w:space="0" w:color="auto"/>
          </w:divBdr>
        </w:div>
        <w:div w:id="1001396416">
          <w:marLeft w:val="360"/>
          <w:marRight w:val="0"/>
          <w:marTop w:val="240"/>
          <w:marBottom w:val="0"/>
          <w:divBdr>
            <w:top w:val="none" w:sz="0" w:space="0" w:color="auto"/>
            <w:left w:val="none" w:sz="0" w:space="0" w:color="auto"/>
            <w:bottom w:val="none" w:sz="0" w:space="0" w:color="auto"/>
            <w:right w:val="none" w:sz="0" w:space="0" w:color="auto"/>
          </w:divBdr>
        </w:div>
        <w:div w:id="2060859051">
          <w:marLeft w:val="907"/>
          <w:marRight w:val="0"/>
          <w:marTop w:val="160"/>
          <w:marBottom w:val="0"/>
          <w:divBdr>
            <w:top w:val="none" w:sz="0" w:space="0" w:color="auto"/>
            <w:left w:val="none" w:sz="0" w:space="0" w:color="auto"/>
            <w:bottom w:val="none" w:sz="0" w:space="0" w:color="auto"/>
            <w:right w:val="none" w:sz="0" w:space="0" w:color="auto"/>
          </w:divBdr>
        </w:div>
        <w:div w:id="411585023">
          <w:marLeft w:val="360"/>
          <w:marRight w:val="0"/>
          <w:marTop w:val="240"/>
          <w:marBottom w:val="0"/>
          <w:divBdr>
            <w:top w:val="none" w:sz="0" w:space="0" w:color="auto"/>
            <w:left w:val="none" w:sz="0" w:space="0" w:color="auto"/>
            <w:bottom w:val="none" w:sz="0" w:space="0" w:color="auto"/>
            <w:right w:val="none" w:sz="0" w:space="0" w:color="auto"/>
          </w:divBdr>
        </w:div>
        <w:div w:id="1808206773">
          <w:marLeft w:val="907"/>
          <w:marRight w:val="0"/>
          <w:marTop w:val="160"/>
          <w:marBottom w:val="0"/>
          <w:divBdr>
            <w:top w:val="none" w:sz="0" w:space="0" w:color="auto"/>
            <w:left w:val="none" w:sz="0" w:space="0" w:color="auto"/>
            <w:bottom w:val="none" w:sz="0" w:space="0" w:color="auto"/>
            <w:right w:val="none" w:sz="0" w:space="0" w:color="auto"/>
          </w:divBdr>
        </w:div>
      </w:divsChild>
    </w:div>
    <w:div w:id="512259051">
      <w:bodyDiv w:val="1"/>
      <w:marLeft w:val="0"/>
      <w:marRight w:val="0"/>
      <w:marTop w:val="0"/>
      <w:marBottom w:val="0"/>
      <w:divBdr>
        <w:top w:val="none" w:sz="0" w:space="0" w:color="auto"/>
        <w:left w:val="none" w:sz="0" w:space="0" w:color="auto"/>
        <w:bottom w:val="none" w:sz="0" w:space="0" w:color="auto"/>
        <w:right w:val="none" w:sz="0" w:space="0" w:color="auto"/>
      </w:divBdr>
      <w:divsChild>
        <w:div w:id="450974620">
          <w:marLeft w:val="360"/>
          <w:marRight w:val="0"/>
          <w:marTop w:val="240"/>
          <w:marBottom w:val="0"/>
          <w:divBdr>
            <w:top w:val="none" w:sz="0" w:space="0" w:color="auto"/>
            <w:left w:val="none" w:sz="0" w:space="0" w:color="auto"/>
            <w:bottom w:val="none" w:sz="0" w:space="0" w:color="auto"/>
            <w:right w:val="none" w:sz="0" w:space="0" w:color="auto"/>
          </w:divBdr>
        </w:div>
        <w:div w:id="2031300504">
          <w:marLeft w:val="360"/>
          <w:marRight w:val="0"/>
          <w:marTop w:val="240"/>
          <w:marBottom w:val="0"/>
          <w:divBdr>
            <w:top w:val="none" w:sz="0" w:space="0" w:color="auto"/>
            <w:left w:val="none" w:sz="0" w:space="0" w:color="auto"/>
            <w:bottom w:val="none" w:sz="0" w:space="0" w:color="auto"/>
            <w:right w:val="none" w:sz="0" w:space="0" w:color="auto"/>
          </w:divBdr>
        </w:div>
        <w:div w:id="1262764347">
          <w:marLeft w:val="360"/>
          <w:marRight w:val="0"/>
          <w:marTop w:val="240"/>
          <w:marBottom w:val="0"/>
          <w:divBdr>
            <w:top w:val="none" w:sz="0" w:space="0" w:color="auto"/>
            <w:left w:val="none" w:sz="0" w:space="0" w:color="auto"/>
            <w:bottom w:val="none" w:sz="0" w:space="0" w:color="auto"/>
            <w:right w:val="none" w:sz="0" w:space="0" w:color="auto"/>
          </w:divBdr>
        </w:div>
      </w:divsChild>
    </w:div>
    <w:div w:id="631523913">
      <w:bodyDiv w:val="1"/>
      <w:marLeft w:val="0"/>
      <w:marRight w:val="0"/>
      <w:marTop w:val="0"/>
      <w:marBottom w:val="0"/>
      <w:divBdr>
        <w:top w:val="none" w:sz="0" w:space="0" w:color="auto"/>
        <w:left w:val="none" w:sz="0" w:space="0" w:color="auto"/>
        <w:bottom w:val="none" w:sz="0" w:space="0" w:color="auto"/>
        <w:right w:val="none" w:sz="0" w:space="0" w:color="auto"/>
      </w:divBdr>
    </w:div>
    <w:div w:id="662394833">
      <w:bodyDiv w:val="1"/>
      <w:marLeft w:val="0"/>
      <w:marRight w:val="0"/>
      <w:marTop w:val="0"/>
      <w:marBottom w:val="0"/>
      <w:divBdr>
        <w:top w:val="none" w:sz="0" w:space="0" w:color="auto"/>
        <w:left w:val="none" w:sz="0" w:space="0" w:color="auto"/>
        <w:bottom w:val="none" w:sz="0" w:space="0" w:color="auto"/>
        <w:right w:val="none" w:sz="0" w:space="0" w:color="auto"/>
      </w:divBdr>
    </w:div>
    <w:div w:id="694843209">
      <w:bodyDiv w:val="1"/>
      <w:marLeft w:val="0"/>
      <w:marRight w:val="0"/>
      <w:marTop w:val="0"/>
      <w:marBottom w:val="0"/>
      <w:divBdr>
        <w:top w:val="none" w:sz="0" w:space="0" w:color="auto"/>
        <w:left w:val="none" w:sz="0" w:space="0" w:color="auto"/>
        <w:bottom w:val="none" w:sz="0" w:space="0" w:color="auto"/>
        <w:right w:val="none" w:sz="0" w:space="0" w:color="auto"/>
      </w:divBdr>
    </w:div>
    <w:div w:id="748618018">
      <w:bodyDiv w:val="1"/>
      <w:marLeft w:val="0"/>
      <w:marRight w:val="0"/>
      <w:marTop w:val="0"/>
      <w:marBottom w:val="0"/>
      <w:divBdr>
        <w:top w:val="none" w:sz="0" w:space="0" w:color="auto"/>
        <w:left w:val="none" w:sz="0" w:space="0" w:color="auto"/>
        <w:bottom w:val="none" w:sz="0" w:space="0" w:color="auto"/>
        <w:right w:val="none" w:sz="0" w:space="0" w:color="auto"/>
      </w:divBdr>
    </w:div>
    <w:div w:id="877743354">
      <w:bodyDiv w:val="1"/>
      <w:marLeft w:val="0"/>
      <w:marRight w:val="0"/>
      <w:marTop w:val="0"/>
      <w:marBottom w:val="0"/>
      <w:divBdr>
        <w:top w:val="none" w:sz="0" w:space="0" w:color="auto"/>
        <w:left w:val="none" w:sz="0" w:space="0" w:color="auto"/>
        <w:bottom w:val="none" w:sz="0" w:space="0" w:color="auto"/>
        <w:right w:val="none" w:sz="0" w:space="0" w:color="auto"/>
      </w:divBdr>
    </w:div>
    <w:div w:id="908229697">
      <w:bodyDiv w:val="1"/>
      <w:marLeft w:val="0"/>
      <w:marRight w:val="0"/>
      <w:marTop w:val="0"/>
      <w:marBottom w:val="0"/>
      <w:divBdr>
        <w:top w:val="none" w:sz="0" w:space="0" w:color="auto"/>
        <w:left w:val="none" w:sz="0" w:space="0" w:color="auto"/>
        <w:bottom w:val="none" w:sz="0" w:space="0" w:color="auto"/>
        <w:right w:val="none" w:sz="0" w:space="0" w:color="auto"/>
      </w:divBdr>
    </w:div>
    <w:div w:id="924411602">
      <w:bodyDiv w:val="1"/>
      <w:marLeft w:val="0"/>
      <w:marRight w:val="0"/>
      <w:marTop w:val="0"/>
      <w:marBottom w:val="0"/>
      <w:divBdr>
        <w:top w:val="none" w:sz="0" w:space="0" w:color="auto"/>
        <w:left w:val="none" w:sz="0" w:space="0" w:color="auto"/>
        <w:bottom w:val="none" w:sz="0" w:space="0" w:color="auto"/>
        <w:right w:val="none" w:sz="0" w:space="0" w:color="auto"/>
      </w:divBdr>
    </w:div>
    <w:div w:id="967780531">
      <w:bodyDiv w:val="1"/>
      <w:marLeft w:val="0"/>
      <w:marRight w:val="0"/>
      <w:marTop w:val="0"/>
      <w:marBottom w:val="0"/>
      <w:divBdr>
        <w:top w:val="none" w:sz="0" w:space="0" w:color="auto"/>
        <w:left w:val="none" w:sz="0" w:space="0" w:color="auto"/>
        <w:bottom w:val="none" w:sz="0" w:space="0" w:color="auto"/>
        <w:right w:val="none" w:sz="0" w:space="0" w:color="auto"/>
      </w:divBdr>
    </w:div>
    <w:div w:id="1032075582">
      <w:bodyDiv w:val="1"/>
      <w:marLeft w:val="0"/>
      <w:marRight w:val="0"/>
      <w:marTop w:val="0"/>
      <w:marBottom w:val="0"/>
      <w:divBdr>
        <w:top w:val="none" w:sz="0" w:space="0" w:color="auto"/>
        <w:left w:val="none" w:sz="0" w:space="0" w:color="auto"/>
        <w:bottom w:val="none" w:sz="0" w:space="0" w:color="auto"/>
        <w:right w:val="none" w:sz="0" w:space="0" w:color="auto"/>
      </w:divBdr>
    </w:div>
    <w:div w:id="1047799509">
      <w:bodyDiv w:val="1"/>
      <w:marLeft w:val="0"/>
      <w:marRight w:val="0"/>
      <w:marTop w:val="0"/>
      <w:marBottom w:val="0"/>
      <w:divBdr>
        <w:top w:val="none" w:sz="0" w:space="0" w:color="auto"/>
        <w:left w:val="none" w:sz="0" w:space="0" w:color="auto"/>
        <w:bottom w:val="none" w:sz="0" w:space="0" w:color="auto"/>
        <w:right w:val="none" w:sz="0" w:space="0" w:color="auto"/>
      </w:divBdr>
    </w:div>
    <w:div w:id="1067266808">
      <w:bodyDiv w:val="1"/>
      <w:marLeft w:val="0"/>
      <w:marRight w:val="0"/>
      <w:marTop w:val="0"/>
      <w:marBottom w:val="0"/>
      <w:divBdr>
        <w:top w:val="none" w:sz="0" w:space="0" w:color="auto"/>
        <w:left w:val="none" w:sz="0" w:space="0" w:color="auto"/>
        <w:bottom w:val="none" w:sz="0" w:space="0" w:color="auto"/>
        <w:right w:val="none" w:sz="0" w:space="0" w:color="auto"/>
      </w:divBdr>
      <w:divsChild>
        <w:div w:id="941494505">
          <w:marLeft w:val="360"/>
          <w:marRight w:val="0"/>
          <w:marTop w:val="240"/>
          <w:marBottom w:val="0"/>
          <w:divBdr>
            <w:top w:val="none" w:sz="0" w:space="0" w:color="auto"/>
            <w:left w:val="none" w:sz="0" w:space="0" w:color="auto"/>
            <w:bottom w:val="none" w:sz="0" w:space="0" w:color="auto"/>
            <w:right w:val="none" w:sz="0" w:space="0" w:color="auto"/>
          </w:divBdr>
        </w:div>
        <w:div w:id="1530991495">
          <w:marLeft w:val="360"/>
          <w:marRight w:val="0"/>
          <w:marTop w:val="240"/>
          <w:marBottom w:val="0"/>
          <w:divBdr>
            <w:top w:val="none" w:sz="0" w:space="0" w:color="auto"/>
            <w:left w:val="none" w:sz="0" w:space="0" w:color="auto"/>
            <w:bottom w:val="none" w:sz="0" w:space="0" w:color="auto"/>
            <w:right w:val="none" w:sz="0" w:space="0" w:color="auto"/>
          </w:divBdr>
        </w:div>
        <w:div w:id="1525048782">
          <w:marLeft w:val="360"/>
          <w:marRight w:val="0"/>
          <w:marTop w:val="240"/>
          <w:marBottom w:val="0"/>
          <w:divBdr>
            <w:top w:val="none" w:sz="0" w:space="0" w:color="auto"/>
            <w:left w:val="none" w:sz="0" w:space="0" w:color="auto"/>
            <w:bottom w:val="none" w:sz="0" w:space="0" w:color="auto"/>
            <w:right w:val="none" w:sz="0" w:space="0" w:color="auto"/>
          </w:divBdr>
        </w:div>
      </w:divsChild>
    </w:div>
    <w:div w:id="1118722587">
      <w:bodyDiv w:val="1"/>
      <w:marLeft w:val="0"/>
      <w:marRight w:val="0"/>
      <w:marTop w:val="0"/>
      <w:marBottom w:val="0"/>
      <w:divBdr>
        <w:top w:val="none" w:sz="0" w:space="0" w:color="auto"/>
        <w:left w:val="none" w:sz="0" w:space="0" w:color="auto"/>
        <w:bottom w:val="none" w:sz="0" w:space="0" w:color="auto"/>
        <w:right w:val="none" w:sz="0" w:space="0" w:color="auto"/>
      </w:divBdr>
    </w:div>
    <w:div w:id="1156456962">
      <w:bodyDiv w:val="1"/>
      <w:marLeft w:val="0"/>
      <w:marRight w:val="0"/>
      <w:marTop w:val="0"/>
      <w:marBottom w:val="0"/>
      <w:divBdr>
        <w:top w:val="none" w:sz="0" w:space="0" w:color="auto"/>
        <w:left w:val="none" w:sz="0" w:space="0" w:color="auto"/>
        <w:bottom w:val="none" w:sz="0" w:space="0" w:color="auto"/>
        <w:right w:val="none" w:sz="0" w:space="0" w:color="auto"/>
      </w:divBdr>
    </w:div>
    <w:div w:id="1170174333">
      <w:bodyDiv w:val="1"/>
      <w:marLeft w:val="0"/>
      <w:marRight w:val="0"/>
      <w:marTop w:val="0"/>
      <w:marBottom w:val="0"/>
      <w:divBdr>
        <w:top w:val="none" w:sz="0" w:space="0" w:color="auto"/>
        <w:left w:val="none" w:sz="0" w:space="0" w:color="auto"/>
        <w:bottom w:val="none" w:sz="0" w:space="0" w:color="auto"/>
        <w:right w:val="none" w:sz="0" w:space="0" w:color="auto"/>
      </w:divBdr>
    </w:div>
    <w:div w:id="1241603582">
      <w:bodyDiv w:val="1"/>
      <w:marLeft w:val="0"/>
      <w:marRight w:val="0"/>
      <w:marTop w:val="0"/>
      <w:marBottom w:val="0"/>
      <w:divBdr>
        <w:top w:val="none" w:sz="0" w:space="0" w:color="auto"/>
        <w:left w:val="none" w:sz="0" w:space="0" w:color="auto"/>
        <w:bottom w:val="none" w:sz="0" w:space="0" w:color="auto"/>
        <w:right w:val="none" w:sz="0" w:space="0" w:color="auto"/>
      </w:divBdr>
      <w:divsChild>
        <w:div w:id="1023093758">
          <w:marLeft w:val="619"/>
          <w:marRight w:val="0"/>
          <w:marTop w:val="240"/>
          <w:marBottom w:val="0"/>
          <w:divBdr>
            <w:top w:val="none" w:sz="0" w:space="0" w:color="auto"/>
            <w:left w:val="none" w:sz="0" w:space="0" w:color="auto"/>
            <w:bottom w:val="none" w:sz="0" w:space="0" w:color="auto"/>
            <w:right w:val="none" w:sz="0" w:space="0" w:color="auto"/>
          </w:divBdr>
        </w:div>
        <w:div w:id="1807164916">
          <w:marLeft w:val="446"/>
          <w:marRight w:val="0"/>
          <w:marTop w:val="240"/>
          <w:marBottom w:val="0"/>
          <w:divBdr>
            <w:top w:val="none" w:sz="0" w:space="0" w:color="auto"/>
            <w:left w:val="none" w:sz="0" w:space="0" w:color="auto"/>
            <w:bottom w:val="none" w:sz="0" w:space="0" w:color="auto"/>
            <w:right w:val="none" w:sz="0" w:space="0" w:color="auto"/>
          </w:divBdr>
        </w:div>
        <w:div w:id="1772771869">
          <w:marLeft w:val="806"/>
          <w:marRight w:val="0"/>
          <w:marTop w:val="240"/>
          <w:marBottom w:val="0"/>
          <w:divBdr>
            <w:top w:val="none" w:sz="0" w:space="0" w:color="auto"/>
            <w:left w:val="none" w:sz="0" w:space="0" w:color="auto"/>
            <w:bottom w:val="none" w:sz="0" w:space="0" w:color="auto"/>
            <w:right w:val="none" w:sz="0" w:space="0" w:color="auto"/>
          </w:divBdr>
        </w:div>
        <w:div w:id="1871409276">
          <w:marLeft w:val="806"/>
          <w:marRight w:val="0"/>
          <w:marTop w:val="240"/>
          <w:marBottom w:val="0"/>
          <w:divBdr>
            <w:top w:val="none" w:sz="0" w:space="0" w:color="auto"/>
            <w:left w:val="none" w:sz="0" w:space="0" w:color="auto"/>
            <w:bottom w:val="none" w:sz="0" w:space="0" w:color="auto"/>
            <w:right w:val="none" w:sz="0" w:space="0" w:color="auto"/>
          </w:divBdr>
        </w:div>
        <w:div w:id="159388130">
          <w:marLeft w:val="806"/>
          <w:marRight w:val="0"/>
          <w:marTop w:val="240"/>
          <w:marBottom w:val="0"/>
          <w:divBdr>
            <w:top w:val="none" w:sz="0" w:space="0" w:color="auto"/>
            <w:left w:val="none" w:sz="0" w:space="0" w:color="auto"/>
            <w:bottom w:val="none" w:sz="0" w:space="0" w:color="auto"/>
            <w:right w:val="none" w:sz="0" w:space="0" w:color="auto"/>
          </w:divBdr>
        </w:div>
        <w:div w:id="70659372">
          <w:marLeft w:val="446"/>
          <w:marRight w:val="0"/>
          <w:marTop w:val="240"/>
          <w:marBottom w:val="0"/>
          <w:divBdr>
            <w:top w:val="none" w:sz="0" w:space="0" w:color="auto"/>
            <w:left w:val="none" w:sz="0" w:space="0" w:color="auto"/>
            <w:bottom w:val="none" w:sz="0" w:space="0" w:color="auto"/>
            <w:right w:val="none" w:sz="0" w:space="0" w:color="auto"/>
          </w:divBdr>
        </w:div>
        <w:div w:id="1058674819">
          <w:marLeft w:val="806"/>
          <w:marRight w:val="0"/>
          <w:marTop w:val="240"/>
          <w:marBottom w:val="0"/>
          <w:divBdr>
            <w:top w:val="none" w:sz="0" w:space="0" w:color="auto"/>
            <w:left w:val="none" w:sz="0" w:space="0" w:color="auto"/>
            <w:bottom w:val="none" w:sz="0" w:space="0" w:color="auto"/>
            <w:right w:val="none" w:sz="0" w:space="0" w:color="auto"/>
          </w:divBdr>
        </w:div>
        <w:div w:id="81729036">
          <w:marLeft w:val="806"/>
          <w:marRight w:val="0"/>
          <w:marTop w:val="240"/>
          <w:marBottom w:val="0"/>
          <w:divBdr>
            <w:top w:val="none" w:sz="0" w:space="0" w:color="auto"/>
            <w:left w:val="none" w:sz="0" w:space="0" w:color="auto"/>
            <w:bottom w:val="none" w:sz="0" w:space="0" w:color="auto"/>
            <w:right w:val="none" w:sz="0" w:space="0" w:color="auto"/>
          </w:divBdr>
        </w:div>
        <w:div w:id="1531453072">
          <w:marLeft w:val="446"/>
          <w:marRight w:val="0"/>
          <w:marTop w:val="240"/>
          <w:marBottom w:val="0"/>
          <w:divBdr>
            <w:top w:val="none" w:sz="0" w:space="0" w:color="auto"/>
            <w:left w:val="none" w:sz="0" w:space="0" w:color="auto"/>
            <w:bottom w:val="none" w:sz="0" w:space="0" w:color="auto"/>
            <w:right w:val="none" w:sz="0" w:space="0" w:color="auto"/>
          </w:divBdr>
        </w:div>
        <w:div w:id="609968555">
          <w:marLeft w:val="806"/>
          <w:marRight w:val="0"/>
          <w:marTop w:val="240"/>
          <w:marBottom w:val="0"/>
          <w:divBdr>
            <w:top w:val="none" w:sz="0" w:space="0" w:color="auto"/>
            <w:left w:val="none" w:sz="0" w:space="0" w:color="auto"/>
            <w:bottom w:val="none" w:sz="0" w:space="0" w:color="auto"/>
            <w:right w:val="none" w:sz="0" w:space="0" w:color="auto"/>
          </w:divBdr>
        </w:div>
        <w:div w:id="1153328547">
          <w:marLeft w:val="806"/>
          <w:marRight w:val="0"/>
          <w:marTop w:val="240"/>
          <w:marBottom w:val="0"/>
          <w:divBdr>
            <w:top w:val="none" w:sz="0" w:space="0" w:color="auto"/>
            <w:left w:val="none" w:sz="0" w:space="0" w:color="auto"/>
            <w:bottom w:val="none" w:sz="0" w:space="0" w:color="auto"/>
            <w:right w:val="none" w:sz="0" w:space="0" w:color="auto"/>
          </w:divBdr>
        </w:div>
      </w:divsChild>
    </w:div>
    <w:div w:id="1263147926">
      <w:bodyDiv w:val="1"/>
      <w:marLeft w:val="0"/>
      <w:marRight w:val="0"/>
      <w:marTop w:val="0"/>
      <w:marBottom w:val="0"/>
      <w:divBdr>
        <w:top w:val="none" w:sz="0" w:space="0" w:color="auto"/>
        <w:left w:val="none" w:sz="0" w:space="0" w:color="auto"/>
        <w:bottom w:val="none" w:sz="0" w:space="0" w:color="auto"/>
        <w:right w:val="none" w:sz="0" w:space="0" w:color="auto"/>
      </w:divBdr>
    </w:div>
    <w:div w:id="1283607272">
      <w:bodyDiv w:val="1"/>
      <w:marLeft w:val="0"/>
      <w:marRight w:val="0"/>
      <w:marTop w:val="0"/>
      <w:marBottom w:val="0"/>
      <w:divBdr>
        <w:top w:val="none" w:sz="0" w:space="0" w:color="auto"/>
        <w:left w:val="none" w:sz="0" w:space="0" w:color="auto"/>
        <w:bottom w:val="none" w:sz="0" w:space="0" w:color="auto"/>
        <w:right w:val="none" w:sz="0" w:space="0" w:color="auto"/>
      </w:divBdr>
    </w:div>
    <w:div w:id="1309936186">
      <w:bodyDiv w:val="1"/>
      <w:marLeft w:val="0"/>
      <w:marRight w:val="0"/>
      <w:marTop w:val="0"/>
      <w:marBottom w:val="0"/>
      <w:divBdr>
        <w:top w:val="none" w:sz="0" w:space="0" w:color="auto"/>
        <w:left w:val="none" w:sz="0" w:space="0" w:color="auto"/>
        <w:bottom w:val="none" w:sz="0" w:space="0" w:color="auto"/>
        <w:right w:val="none" w:sz="0" w:space="0" w:color="auto"/>
      </w:divBdr>
    </w:div>
    <w:div w:id="1318076484">
      <w:bodyDiv w:val="1"/>
      <w:marLeft w:val="0"/>
      <w:marRight w:val="0"/>
      <w:marTop w:val="0"/>
      <w:marBottom w:val="0"/>
      <w:divBdr>
        <w:top w:val="none" w:sz="0" w:space="0" w:color="auto"/>
        <w:left w:val="none" w:sz="0" w:space="0" w:color="auto"/>
        <w:bottom w:val="none" w:sz="0" w:space="0" w:color="auto"/>
        <w:right w:val="none" w:sz="0" w:space="0" w:color="auto"/>
      </w:divBdr>
    </w:div>
    <w:div w:id="1351253945">
      <w:bodyDiv w:val="1"/>
      <w:marLeft w:val="0"/>
      <w:marRight w:val="0"/>
      <w:marTop w:val="0"/>
      <w:marBottom w:val="0"/>
      <w:divBdr>
        <w:top w:val="none" w:sz="0" w:space="0" w:color="auto"/>
        <w:left w:val="none" w:sz="0" w:space="0" w:color="auto"/>
        <w:bottom w:val="none" w:sz="0" w:space="0" w:color="auto"/>
        <w:right w:val="none" w:sz="0" w:space="0" w:color="auto"/>
      </w:divBdr>
    </w:div>
    <w:div w:id="1403988828">
      <w:bodyDiv w:val="1"/>
      <w:marLeft w:val="0"/>
      <w:marRight w:val="0"/>
      <w:marTop w:val="0"/>
      <w:marBottom w:val="0"/>
      <w:divBdr>
        <w:top w:val="none" w:sz="0" w:space="0" w:color="auto"/>
        <w:left w:val="none" w:sz="0" w:space="0" w:color="auto"/>
        <w:bottom w:val="none" w:sz="0" w:space="0" w:color="auto"/>
        <w:right w:val="none" w:sz="0" w:space="0" w:color="auto"/>
      </w:divBdr>
      <w:divsChild>
        <w:div w:id="1702899741">
          <w:marLeft w:val="274"/>
          <w:marRight w:val="0"/>
          <w:marTop w:val="240"/>
          <w:marBottom w:val="0"/>
          <w:divBdr>
            <w:top w:val="none" w:sz="0" w:space="0" w:color="auto"/>
            <w:left w:val="none" w:sz="0" w:space="0" w:color="auto"/>
            <w:bottom w:val="none" w:sz="0" w:space="0" w:color="auto"/>
            <w:right w:val="none" w:sz="0" w:space="0" w:color="auto"/>
          </w:divBdr>
        </w:div>
        <w:div w:id="1859074984">
          <w:marLeft w:val="619"/>
          <w:marRight w:val="0"/>
          <w:marTop w:val="240"/>
          <w:marBottom w:val="0"/>
          <w:divBdr>
            <w:top w:val="none" w:sz="0" w:space="0" w:color="auto"/>
            <w:left w:val="none" w:sz="0" w:space="0" w:color="auto"/>
            <w:bottom w:val="none" w:sz="0" w:space="0" w:color="auto"/>
            <w:right w:val="none" w:sz="0" w:space="0" w:color="auto"/>
          </w:divBdr>
        </w:div>
        <w:div w:id="1205484533">
          <w:marLeft w:val="274"/>
          <w:marRight w:val="0"/>
          <w:marTop w:val="240"/>
          <w:marBottom w:val="0"/>
          <w:divBdr>
            <w:top w:val="none" w:sz="0" w:space="0" w:color="auto"/>
            <w:left w:val="none" w:sz="0" w:space="0" w:color="auto"/>
            <w:bottom w:val="none" w:sz="0" w:space="0" w:color="auto"/>
            <w:right w:val="none" w:sz="0" w:space="0" w:color="auto"/>
          </w:divBdr>
        </w:div>
        <w:div w:id="2134710644">
          <w:marLeft w:val="619"/>
          <w:marRight w:val="0"/>
          <w:marTop w:val="240"/>
          <w:marBottom w:val="0"/>
          <w:divBdr>
            <w:top w:val="none" w:sz="0" w:space="0" w:color="auto"/>
            <w:left w:val="none" w:sz="0" w:space="0" w:color="auto"/>
            <w:bottom w:val="none" w:sz="0" w:space="0" w:color="auto"/>
            <w:right w:val="none" w:sz="0" w:space="0" w:color="auto"/>
          </w:divBdr>
        </w:div>
        <w:div w:id="1824737049">
          <w:marLeft w:val="274"/>
          <w:marRight w:val="0"/>
          <w:marTop w:val="240"/>
          <w:marBottom w:val="0"/>
          <w:divBdr>
            <w:top w:val="none" w:sz="0" w:space="0" w:color="auto"/>
            <w:left w:val="none" w:sz="0" w:space="0" w:color="auto"/>
            <w:bottom w:val="none" w:sz="0" w:space="0" w:color="auto"/>
            <w:right w:val="none" w:sz="0" w:space="0" w:color="auto"/>
          </w:divBdr>
        </w:div>
        <w:div w:id="913929982">
          <w:marLeft w:val="619"/>
          <w:marRight w:val="0"/>
          <w:marTop w:val="240"/>
          <w:marBottom w:val="0"/>
          <w:divBdr>
            <w:top w:val="none" w:sz="0" w:space="0" w:color="auto"/>
            <w:left w:val="none" w:sz="0" w:space="0" w:color="auto"/>
            <w:bottom w:val="none" w:sz="0" w:space="0" w:color="auto"/>
            <w:right w:val="none" w:sz="0" w:space="0" w:color="auto"/>
          </w:divBdr>
        </w:div>
        <w:div w:id="368072789">
          <w:marLeft w:val="274"/>
          <w:marRight w:val="0"/>
          <w:marTop w:val="240"/>
          <w:marBottom w:val="0"/>
          <w:divBdr>
            <w:top w:val="none" w:sz="0" w:space="0" w:color="auto"/>
            <w:left w:val="none" w:sz="0" w:space="0" w:color="auto"/>
            <w:bottom w:val="none" w:sz="0" w:space="0" w:color="auto"/>
            <w:right w:val="none" w:sz="0" w:space="0" w:color="auto"/>
          </w:divBdr>
        </w:div>
        <w:div w:id="1344285078">
          <w:marLeft w:val="619"/>
          <w:marRight w:val="0"/>
          <w:marTop w:val="240"/>
          <w:marBottom w:val="0"/>
          <w:divBdr>
            <w:top w:val="none" w:sz="0" w:space="0" w:color="auto"/>
            <w:left w:val="none" w:sz="0" w:space="0" w:color="auto"/>
            <w:bottom w:val="none" w:sz="0" w:space="0" w:color="auto"/>
            <w:right w:val="none" w:sz="0" w:space="0" w:color="auto"/>
          </w:divBdr>
        </w:div>
        <w:div w:id="1135368954">
          <w:marLeft w:val="274"/>
          <w:marRight w:val="0"/>
          <w:marTop w:val="240"/>
          <w:marBottom w:val="0"/>
          <w:divBdr>
            <w:top w:val="none" w:sz="0" w:space="0" w:color="auto"/>
            <w:left w:val="none" w:sz="0" w:space="0" w:color="auto"/>
            <w:bottom w:val="none" w:sz="0" w:space="0" w:color="auto"/>
            <w:right w:val="none" w:sz="0" w:space="0" w:color="auto"/>
          </w:divBdr>
        </w:div>
        <w:div w:id="1735355226">
          <w:marLeft w:val="619"/>
          <w:marRight w:val="0"/>
          <w:marTop w:val="240"/>
          <w:marBottom w:val="0"/>
          <w:divBdr>
            <w:top w:val="none" w:sz="0" w:space="0" w:color="auto"/>
            <w:left w:val="none" w:sz="0" w:space="0" w:color="auto"/>
            <w:bottom w:val="none" w:sz="0" w:space="0" w:color="auto"/>
            <w:right w:val="none" w:sz="0" w:space="0" w:color="auto"/>
          </w:divBdr>
        </w:div>
        <w:div w:id="1261570213">
          <w:marLeft w:val="274"/>
          <w:marRight w:val="0"/>
          <w:marTop w:val="240"/>
          <w:marBottom w:val="0"/>
          <w:divBdr>
            <w:top w:val="none" w:sz="0" w:space="0" w:color="auto"/>
            <w:left w:val="none" w:sz="0" w:space="0" w:color="auto"/>
            <w:bottom w:val="none" w:sz="0" w:space="0" w:color="auto"/>
            <w:right w:val="none" w:sz="0" w:space="0" w:color="auto"/>
          </w:divBdr>
        </w:div>
        <w:div w:id="832599030">
          <w:marLeft w:val="619"/>
          <w:marRight w:val="0"/>
          <w:marTop w:val="240"/>
          <w:marBottom w:val="0"/>
          <w:divBdr>
            <w:top w:val="none" w:sz="0" w:space="0" w:color="auto"/>
            <w:left w:val="none" w:sz="0" w:space="0" w:color="auto"/>
            <w:bottom w:val="none" w:sz="0" w:space="0" w:color="auto"/>
            <w:right w:val="none" w:sz="0" w:space="0" w:color="auto"/>
          </w:divBdr>
        </w:div>
      </w:divsChild>
    </w:div>
    <w:div w:id="1416438851">
      <w:bodyDiv w:val="1"/>
      <w:marLeft w:val="0"/>
      <w:marRight w:val="0"/>
      <w:marTop w:val="0"/>
      <w:marBottom w:val="0"/>
      <w:divBdr>
        <w:top w:val="none" w:sz="0" w:space="0" w:color="auto"/>
        <w:left w:val="none" w:sz="0" w:space="0" w:color="auto"/>
        <w:bottom w:val="none" w:sz="0" w:space="0" w:color="auto"/>
        <w:right w:val="none" w:sz="0" w:space="0" w:color="auto"/>
      </w:divBdr>
    </w:div>
    <w:div w:id="1474634360">
      <w:bodyDiv w:val="1"/>
      <w:marLeft w:val="0"/>
      <w:marRight w:val="0"/>
      <w:marTop w:val="0"/>
      <w:marBottom w:val="0"/>
      <w:divBdr>
        <w:top w:val="none" w:sz="0" w:space="0" w:color="auto"/>
        <w:left w:val="none" w:sz="0" w:space="0" w:color="auto"/>
        <w:bottom w:val="none" w:sz="0" w:space="0" w:color="auto"/>
        <w:right w:val="none" w:sz="0" w:space="0" w:color="auto"/>
      </w:divBdr>
    </w:div>
    <w:div w:id="1515343074">
      <w:bodyDiv w:val="1"/>
      <w:marLeft w:val="0"/>
      <w:marRight w:val="0"/>
      <w:marTop w:val="0"/>
      <w:marBottom w:val="0"/>
      <w:divBdr>
        <w:top w:val="none" w:sz="0" w:space="0" w:color="auto"/>
        <w:left w:val="none" w:sz="0" w:space="0" w:color="auto"/>
        <w:bottom w:val="none" w:sz="0" w:space="0" w:color="auto"/>
        <w:right w:val="none" w:sz="0" w:space="0" w:color="auto"/>
      </w:divBdr>
      <w:divsChild>
        <w:div w:id="2026587154">
          <w:marLeft w:val="274"/>
          <w:marRight w:val="0"/>
          <w:marTop w:val="240"/>
          <w:marBottom w:val="0"/>
          <w:divBdr>
            <w:top w:val="none" w:sz="0" w:space="0" w:color="auto"/>
            <w:left w:val="none" w:sz="0" w:space="0" w:color="auto"/>
            <w:bottom w:val="none" w:sz="0" w:space="0" w:color="auto"/>
            <w:right w:val="none" w:sz="0" w:space="0" w:color="auto"/>
          </w:divBdr>
        </w:div>
        <w:div w:id="1933274694">
          <w:marLeft w:val="274"/>
          <w:marRight w:val="0"/>
          <w:marTop w:val="240"/>
          <w:marBottom w:val="0"/>
          <w:divBdr>
            <w:top w:val="none" w:sz="0" w:space="0" w:color="auto"/>
            <w:left w:val="none" w:sz="0" w:space="0" w:color="auto"/>
            <w:bottom w:val="none" w:sz="0" w:space="0" w:color="auto"/>
            <w:right w:val="none" w:sz="0" w:space="0" w:color="auto"/>
          </w:divBdr>
        </w:div>
        <w:div w:id="770322394">
          <w:marLeft w:val="274"/>
          <w:marRight w:val="0"/>
          <w:marTop w:val="240"/>
          <w:marBottom w:val="0"/>
          <w:divBdr>
            <w:top w:val="none" w:sz="0" w:space="0" w:color="auto"/>
            <w:left w:val="none" w:sz="0" w:space="0" w:color="auto"/>
            <w:bottom w:val="none" w:sz="0" w:space="0" w:color="auto"/>
            <w:right w:val="none" w:sz="0" w:space="0" w:color="auto"/>
          </w:divBdr>
        </w:div>
        <w:div w:id="45960333">
          <w:marLeft w:val="274"/>
          <w:marRight w:val="0"/>
          <w:marTop w:val="240"/>
          <w:marBottom w:val="0"/>
          <w:divBdr>
            <w:top w:val="none" w:sz="0" w:space="0" w:color="auto"/>
            <w:left w:val="none" w:sz="0" w:space="0" w:color="auto"/>
            <w:bottom w:val="none" w:sz="0" w:space="0" w:color="auto"/>
            <w:right w:val="none" w:sz="0" w:space="0" w:color="auto"/>
          </w:divBdr>
        </w:div>
      </w:divsChild>
    </w:div>
    <w:div w:id="1546795959">
      <w:bodyDiv w:val="1"/>
      <w:marLeft w:val="0"/>
      <w:marRight w:val="0"/>
      <w:marTop w:val="0"/>
      <w:marBottom w:val="0"/>
      <w:divBdr>
        <w:top w:val="none" w:sz="0" w:space="0" w:color="auto"/>
        <w:left w:val="none" w:sz="0" w:space="0" w:color="auto"/>
        <w:bottom w:val="none" w:sz="0" w:space="0" w:color="auto"/>
        <w:right w:val="none" w:sz="0" w:space="0" w:color="auto"/>
      </w:divBdr>
    </w:div>
    <w:div w:id="1578591427">
      <w:bodyDiv w:val="1"/>
      <w:marLeft w:val="0"/>
      <w:marRight w:val="0"/>
      <w:marTop w:val="0"/>
      <w:marBottom w:val="0"/>
      <w:divBdr>
        <w:top w:val="none" w:sz="0" w:space="0" w:color="auto"/>
        <w:left w:val="none" w:sz="0" w:space="0" w:color="auto"/>
        <w:bottom w:val="none" w:sz="0" w:space="0" w:color="auto"/>
        <w:right w:val="none" w:sz="0" w:space="0" w:color="auto"/>
      </w:divBdr>
      <w:divsChild>
        <w:div w:id="391193576">
          <w:marLeft w:val="274"/>
          <w:marRight w:val="0"/>
          <w:marTop w:val="240"/>
          <w:marBottom w:val="0"/>
          <w:divBdr>
            <w:top w:val="none" w:sz="0" w:space="0" w:color="auto"/>
            <w:left w:val="none" w:sz="0" w:space="0" w:color="auto"/>
            <w:bottom w:val="none" w:sz="0" w:space="0" w:color="auto"/>
            <w:right w:val="none" w:sz="0" w:space="0" w:color="auto"/>
          </w:divBdr>
        </w:div>
        <w:div w:id="1215971698">
          <w:marLeft w:val="274"/>
          <w:marRight w:val="0"/>
          <w:marTop w:val="240"/>
          <w:marBottom w:val="0"/>
          <w:divBdr>
            <w:top w:val="none" w:sz="0" w:space="0" w:color="auto"/>
            <w:left w:val="none" w:sz="0" w:space="0" w:color="auto"/>
            <w:bottom w:val="none" w:sz="0" w:space="0" w:color="auto"/>
            <w:right w:val="none" w:sz="0" w:space="0" w:color="auto"/>
          </w:divBdr>
        </w:div>
      </w:divsChild>
    </w:div>
    <w:div w:id="1592929885">
      <w:bodyDiv w:val="1"/>
      <w:marLeft w:val="0"/>
      <w:marRight w:val="0"/>
      <w:marTop w:val="0"/>
      <w:marBottom w:val="0"/>
      <w:divBdr>
        <w:top w:val="none" w:sz="0" w:space="0" w:color="auto"/>
        <w:left w:val="none" w:sz="0" w:space="0" w:color="auto"/>
        <w:bottom w:val="none" w:sz="0" w:space="0" w:color="auto"/>
        <w:right w:val="none" w:sz="0" w:space="0" w:color="auto"/>
      </w:divBdr>
      <w:divsChild>
        <w:div w:id="605499758">
          <w:marLeft w:val="360"/>
          <w:marRight w:val="0"/>
          <w:marTop w:val="240"/>
          <w:marBottom w:val="0"/>
          <w:divBdr>
            <w:top w:val="none" w:sz="0" w:space="0" w:color="auto"/>
            <w:left w:val="none" w:sz="0" w:space="0" w:color="auto"/>
            <w:bottom w:val="none" w:sz="0" w:space="0" w:color="auto"/>
            <w:right w:val="none" w:sz="0" w:space="0" w:color="auto"/>
          </w:divBdr>
        </w:div>
        <w:div w:id="246621758">
          <w:marLeft w:val="360"/>
          <w:marRight w:val="0"/>
          <w:marTop w:val="240"/>
          <w:marBottom w:val="0"/>
          <w:divBdr>
            <w:top w:val="none" w:sz="0" w:space="0" w:color="auto"/>
            <w:left w:val="none" w:sz="0" w:space="0" w:color="auto"/>
            <w:bottom w:val="none" w:sz="0" w:space="0" w:color="auto"/>
            <w:right w:val="none" w:sz="0" w:space="0" w:color="auto"/>
          </w:divBdr>
        </w:div>
        <w:div w:id="1613824871">
          <w:marLeft w:val="360"/>
          <w:marRight w:val="0"/>
          <w:marTop w:val="240"/>
          <w:marBottom w:val="0"/>
          <w:divBdr>
            <w:top w:val="none" w:sz="0" w:space="0" w:color="auto"/>
            <w:left w:val="none" w:sz="0" w:space="0" w:color="auto"/>
            <w:bottom w:val="none" w:sz="0" w:space="0" w:color="auto"/>
            <w:right w:val="none" w:sz="0" w:space="0" w:color="auto"/>
          </w:divBdr>
        </w:div>
        <w:div w:id="1031225207">
          <w:marLeft w:val="360"/>
          <w:marRight w:val="0"/>
          <w:marTop w:val="240"/>
          <w:marBottom w:val="0"/>
          <w:divBdr>
            <w:top w:val="none" w:sz="0" w:space="0" w:color="auto"/>
            <w:left w:val="none" w:sz="0" w:space="0" w:color="auto"/>
            <w:bottom w:val="none" w:sz="0" w:space="0" w:color="auto"/>
            <w:right w:val="none" w:sz="0" w:space="0" w:color="auto"/>
          </w:divBdr>
        </w:div>
        <w:div w:id="1318025206">
          <w:marLeft w:val="360"/>
          <w:marRight w:val="0"/>
          <w:marTop w:val="240"/>
          <w:marBottom w:val="0"/>
          <w:divBdr>
            <w:top w:val="none" w:sz="0" w:space="0" w:color="auto"/>
            <w:left w:val="none" w:sz="0" w:space="0" w:color="auto"/>
            <w:bottom w:val="none" w:sz="0" w:space="0" w:color="auto"/>
            <w:right w:val="none" w:sz="0" w:space="0" w:color="auto"/>
          </w:divBdr>
        </w:div>
        <w:div w:id="1378239095">
          <w:marLeft w:val="360"/>
          <w:marRight w:val="0"/>
          <w:marTop w:val="240"/>
          <w:marBottom w:val="0"/>
          <w:divBdr>
            <w:top w:val="none" w:sz="0" w:space="0" w:color="auto"/>
            <w:left w:val="none" w:sz="0" w:space="0" w:color="auto"/>
            <w:bottom w:val="none" w:sz="0" w:space="0" w:color="auto"/>
            <w:right w:val="none" w:sz="0" w:space="0" w:color="auto"/>
          </w:divBdr>
        </w:div>
        <w:div w:id="2032994967">
          <w:marLeft w:val="360"/>
          <w:marRight w:val="0"/>
          <w:marTop w:val="240"/>
          <w:marBottom w:val="0"/>
          <w:divBdr>
            <w:top w:val="none" w:sz="0" w:space="0" w:color="auto"/>
            <w:left w:val="none" w:sz="0" w:space="0" w:color="auto"/>
            <w:bottom w:val="none" w:sz="0" w:space="0" w:color="auto"/>
            <w:right w:val="none" w:sz="0" w:space="0" w:color="auto"/>
          </w:divBdr>
        </w:div>
      </w:divsChild>
    </w:div>
    <w:div w:id="1659337830">
      <w:bodyDiv w:val="1"/>
      <w:marLeft w:val="0"/>
      <w:marRight w:val="0"/>
      <w:marTop w:val="0"/>
      <w:marBottom w:val="0"/>
      <w:divBdr>
        <w:top w:val="none" w:sz="0" w:space="0" w:color="auto"/>
        <w:left w:val="none" w:sz="0" w:space="0" w:color="auto"/>
        <w:bottom w:val="none" w:sz="0" w:space="0" w:color="auto"/>
        <w:right w:val="none" w:sz="0" w:space="0" w:color="auto"/>
      </w:divBdr>
    </w:div>
    <w:div w:id="1664701213">
      <w:bodyDiv w:val="1"/>
      <w:marLeft w:val="0"/>
      <w:marRight w:val="0"/>
      <w:marTop w:val="0"/>
      <w:marBottom w:val="0"/>
      <w:divBdr>
        <w:top w:val="none" w:sz="0" w:space="0" w:color="auto"/>
        <w:left w:val="none" w:sz="0" w:space="0" w:color="auto"/>
        <w:bottom w:val="none" w:sz="0" w:space="0" w:color="auto"/>
        <w:right w:val="none" w:sz="0" w:space="0" w:color="auto"/>
      </w:divBdr>
      <w:divsChild>
        <w:div w:id="1717312606">
          <w:marLeft w:val="0"/>
          <w:marRight w:val="0"/>
          <w:marTop w:val="0"/>
          <w:marBottom w:val="0"/>
          <w:divBdr>
            <w:top w:val="none" w:sz="0" w:space="0" w:color="auto"/>
            <w:left w:val="single" w:sz="12" w:space="4" w:color="0000FF"/>
            <w:bottom w:val="none" w:sz="0" w:space="0" w:color="auto"/>
            <w:right w:val="none" w:sz="0" w:space="0" w:color="auto"/>
          </w:divBdr>
          <w:divsChild>
            <w:div w:id="1005935471">
              <w:marLeft w:val="0"/>
              <w:marRight w:val="0"/>
              <w:marTop w:val="0"/>
              <w:marBottom w:val="0"/>
              <w:divBdr>
                <w:top w:val="none" w:sz="0" w:space="0" w:color="auto"/>
                <w:left w:val="single" w:sz="12" w:space="4" w:color="0000FF"/>
                <w:bottom w:val="none" w:sz="0" w:space="0" w:color="auto"/>
                <w:right w:val="none" w:sz="0" w:space="0" w:color="auto"/>
              </w:divBdr>
            </w:div>
          </w:divsChild>
        </w:div>
      </w:divsChild>
    </w:div>
    <w:div w:id="1738475176">
      <w:bodyDiv w:val="1"/>
      <w:marLeft w:val="0"/>
      <w:marRight w:val="0"/>
      <w:marTop w:val="0"/>
      <w:marBottom w:val="0"/>
      <w:divBdr>
        <w:top w:val="none" w:sz="0" w:space="0" w:color="auto"/>
        <w:left w:val="none" w:sz="0" w:space="0" w:color="auto"/>
        <w:bottom w:val="none" w:sz="0" w:space="0" w:color="auto"/>
        <w:right w:val="none" w:sz="0" w:space="0" w:color="auto"/>
      </w:divBdr>
    </w:div>
    <w:div w:id="1749381650">
      <w:bodyDiv w:val="1"/>
      <w:marLeft w:val="0"/>
      <w:marRight w:val="0"/>
      <w:marTop w:val="0"/>
      <w:marBottom w:val="0"/>
      <w:divBdr>
        <w:top w:val="none" w:sz="0" w:space="0" w:color="auto"/>
        <w:left w:val="none" w:sz="0" w:space="0" w:color="auto"/>
        <w:bottom w:val="none" w:sz="0" w:space="0" w:color="auto"/>
        <w:right w:val="none" w:sz="0" w:space="0" w:color="auto"/>
      </w:divBdr>
    </w:div>
    <w:div w:id="1779061351">
      <w:bodyDiv w:val="1"/>
      <w:marLeft w:val="0"/>
      <w:marRight w:val="0"/>
      <w:marTop w:val="0"/>
      <w:marBottom w:val="0"/>
      <w:divBdr>
        <w:top w:val="none" w:sz="0" w:space="0" w:color="auto"/>
        <w:left w:val="none" w:sz="0" w:space="0" w:color="auto"/>
        <w:bottom w:val="none" w:sz="0" w:space="0" w:color="auto"/>
        <w:right w:val="none" w:sz="0" w:space="0" w:color="auto"/>
      </w:divBdr>
    </w:div>
    <w:div w:id="1811096210">
      <w:bodyDiv w:val="1"/>
      <w:marLeft w:val="0"/>
      <w:marRight w:val="0"/>
      <w:marTop w:val="0"/>
      <w:marBottom w:val="0"/>
      <w:divBdr>
        <w:top w:val="none" w:sz="0" w:space="0" w:color="auto"/>
        <w:left w:val="none" w:sz="0" w:space="0" w:color="auto"/>
        <w:bottom w:val="none" w:sz="0" w:space="0" w:color="auto"/>
        <w:right w:val="none" w:sz="0" w:space="0" w:color="auto"/>
      </w:divBdr>
    </w:div>
    <w:div w:id="1821266594">
      <w:bodyDiv w:val="1"/>
      <w:marLeft w:val="0"/>
      <w:marRight w:val="0"/>
      <w:marTop w:val="0"/>
      <w:marBottom w:val="0"/>
      <w:divBdr>
        <w:top w:val="none" w:sz="0" w:space="0" w:color="auto"/>
        <w:left w:val="none" w:sz="0" w:space="0" w:color="auto"/>
        <w:bottom w:val="none" w:sz="0" w:space="0" w:color="auto"/>
        <w:right w:val="none" w:sz="0" w:space="0" w:color="auto"/>
      </w:divBdr>
    </w:div>
    <w:div w:id="1829859279">
      <w:bodyDiv w:val="1"/>
      <w:marLeft w:val="0"/>
      <w:marRight w:val="0"/>
      <w:marTop w:val="0"/>
      <w:marBottom w:val="0"/>
      <w:divBdr>
        <w:top w:val="none" w:sz="0" w:space="0" w:color="auto"/>
        <w:left w:val="none" w:sz="0" w:space="0" w:color="auto"/>
        <w:bottom w:val="none" w:sz="0" w:space="0" w:color="auto"/>
        <w:right w:val="none" w:sz="0" w:space="0" w:color="auto"/>
      </w:divBdr>
    </w:div>
    <w:div w:id="2005232575">
      <w:bodyDiv w:val="1"/>
      <w:marLeft w:val="0"/>
      <w:marRight w:val="0"/>
      <w:marTop w:val="0"/>
      <w:marBottom w:val="0"/>
      <w:divBdr>
        <w:top w:val="none" w:sz="0" w:space="0" w:color="auto"/>
        <w:left w:val="none" w:sz="0" w:space="0" w:color="auto"/>
        <w:bottom w:val="none" w:sz="0" w:space="0" w:color="auto"/>
        <w:right w:val="none" w:sz="0" w:space="0" w:color="auto"/>
      </w:divBdr>
    </w:div>
    <w:div w:id="2017615278">
      <w:bodyDiv w:val="1"/>
      <w:marLeft w:val="0"/>
      <w:marRight w:val="0"/>
      <w:marTop w:val="0"/>
      <w:marBottom w:val="0"/>
      <w:divBdr>
        <w:top w:val="none" w:sz="0" w:space="0" w:color="auto"/>
        <w:left w:val="none" w:sz="0" w:space="0" w:color="auto"/>
        <w:bottom w:val="none" w:sz="0" w:space="0" w:color="auto"/>
        <w:right w:val="none" w:sz="0" w:space="0" w:color="auto"/>
      </w:divBdr>
    </w:div>
    <w:div w:id="2100979011">
      <w:bodyDiv w:val="1"/>
      <w:marLeft w:val="0"/>
      <w:marRight w:val="0"/>
      <w:marTop w:val="0"/>
      <w:marBottom w:val="0"/>
      <w:divBdr>
        <w:top w:val="none" w:sz="0" w:space="0" w:color="auto"/>
        <w:left w:val="none" w:sz="0" w:space="0" w:color="auto"/>
        <w:bottom w:val="none" w:sz="0" w:space="0" w:color="auto"/>
        <w:right w:val="none" w:sz="0" w:space="0" w:color="auto"/>
      </w:divBdr>
    </w:div>
    <w:div w:id="2105413553">
      <w:bodyDiv w:val="1"/>
      <w:marLeft w:val="0"/>
      <w:marRight w:val="0"/>
      <w:marTop w:val="0"/>
      <w:marBottom w:val="0"/>
      <w:divBdr>
        <w:top w:val="none" w:sz="0" w:space="0" w:color="auto"/>
        <w:left w:val="none" w:sz="0" w:space="0" w:color="auto"/>
        <w:bottom w:val="none" w:sz="0" w:space="0" w:color="auto"/>
        <w:right w:val="none" w:sz="0" w:space="0" w:color="auto"/>
      </w:divBdr>
      <w:divsChild>
        <w:div w:id="2054308925">
          <w:marLeft w:val="274"/>
          <w:marRight w:val="0"/>
          <w:marTop w:val="240"/>
          <w:marBottom w:val="0"/>
          <w:divBdr>
            <w:top w:val="none" w:sz="0" w:space="0" w:color="auto"/>
            <w:left w:val="none" w:sz="0" w:space="0" w:color="auto"/>
            <w:bottom w:val="none" w:sz="0" w:space="0" w:color="auto"/>
            <w:right w:val="none" w:sz="0" w:space="0" w:color="auto"/>
          </w:divBdr>
        </w:div>
      </w:divsChild>
    </w:div>
    <w:div w:id="2144229840">
      <w:bodyDiv w:val="1"/>
      <w:marLeft w:val="0"/>
      <w:marRight w:val="0"/>
      <w:marTop w:val="0"/>
      <w:marBottom w:val="0"/>
      <w:divBdr>
        <w:top w:val="none" w:sz="0" w:space="0" w:color="auto"/>
        <w:left w:val="none" w:sz="0" w:space="0" w:color="auto"/>
        <w:bottom w:val="none" w:sz="0" w:space="0" w:color="auto"/>
        <w:right w:val="none" w:sz="0" w:space="0" w:color="auto"/>
      </w:divBdr>
    </w:div>
    <w:div w:id="214716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hyperlink" Target="http://dword:00000001"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https://msdn.microsoft.com/en-us/library/aa370859%28v=vs.85%29.aspx?f=255&amp;MSPPError=-2147217396" TargetMode="External"/><Relationship Id="rId42" Type="http://schemas.openxmlformats.org/officeDocument/2006/relationships/header" Target="header8.xml"/><Relationship Id="rId47" Type="http://schemas.openxmlformats.org/officeDocument/2006/relationships/footer" Target="footer12.xml"/><Relationship Id="rId50"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intel.com/products/processor_number" TargetMode="External"/><Relationship Id="rId25" Type="http://schemas.openxmlformats.org/officeDocument/2006/relationships/footer" Target="footer7.xml"/><Relationship Id="rId33" Type="http://schemas.openxmlformats.org/officeDocument/2006/relationships/hyperlink" Target="https://msdn.microsoft.com/en-us/library/aa370859%28v=vs.85%29.aspx?f=255&amp;MSPPError=-2147217396" TargetMode="External"/><Relationship Id="rId38" Type="http://schemas.openxmlformats.org/officeDocument/2006/relationships/hyperlink" Target="http://dword:00000001" TargetMode="Externa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yperlink" Target="http://www.intel.com/design/literature.htm" TargetMode="External"/><Relationship Id="rId20" Type="http://schemas.openxmlformats.org/officeDocument/2006/relationships/footer" Target="footer4.xml"/><Relationship Id="rId29" Type="http://schemas.openxmlformats.org/officeDocument/2006/relationships/hyperlink" Target="https://msdn.microsoft.com/en-us/library/aa367988(v=vs.85).aspx?f=255&amp;MSPPError=-2147217396" TargetMode="External"/><Relationship Id="rId41" Type="http://schemas.openxmlformats.org/officeDocument/2006/relationships/image" Target="cid:image001.png@01D29D79.DFDD6D8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yperlink" Target="http://support.microsoft.com/kb/2484742" TargetMode="External"/><Relationship Id="rId37" Type="http://schemas.openxmlformats.org/officeDocument/2006/relationships/hyperlink" Target="http://dword:00000001" TargetMode="External"/><Relationship Id="rId40" Type="http://schemas.openxmlformats.org/officeDocument/2006/relationships/image" Target="media/image3.png"/><Relationship Id="rId45" Type="http://schemas.openxmlformats.org/officeDocument/2006/relationships/footer" Target="footer1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yperlink" Target="https://msdn.microsoft.com/en-us/library/aa367988(v=vs.85).aspx?f=255&amp;MSPPError=-2147217396" TargetMode="External"/><Relationship Id="rId36" Type="http://schemas.openxmlformats.org/officeDocument/2006/relationships/hyperlink" Target="https://msdn.microsoft.com/en-us/library/aa376931(v=vs.85).aspx" TargetMode="External"/><Relationship Id="rId49"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yperlink" Target="https://msdn.microsoft.com/en-us/library/aa370905(v=vs.85).aspx" TargetMode="External"/><Relationship Id="rId44" Type="http://schemas.openxmlformats.org/officeDocument/2006/relationships/footer" Target="footer10.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yperlink" Target="https://msdn.microsoft.com/en-us/library/aa370905(v=vs.85).aspx" TargetMode="External"/><Relationship Id="rId35" Type="http://schemas.openxmlformats.org/officeDocument/2006/relationships/hyperlink" Target="https://msdn.microsoft.com/en-us/library/aa376931(v=vs.85).aspx" TargetMode="External"/><Relationship Id="rId43" Type="http://schemas.openxmlformats.org/officeDocument/2006/relationships/header" Target="header9.xml"/><Relationship Id="rId48"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ershox\Documents\Custom%20Office%20Templates\PCCG%20wireless%20template-no-appendixREV.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C4218173D2844F88E5D8F63F07EF590"/>
        <w:category>
          <w:name w:val="General"/>
          <w:gallery w:val="placeholder"/>
        </w:category>
        <w:types>
          <w:type w:val="bbPlcHdr"/>
        </w:types>
        <w:behaviors>
          <w:behavior w:val="content"/>
        </w:behaviors>
        <w:guid w:val="{85335C68-54C9-4E5A-B2D8-30D0FCFFCC49}"/>
      </w:docPartPr>
      <w:docPartBody>
        <w:p w:rsidR="0015544F" w:rsidRDefault="00775613">
          <w:pPr>
            <w:pStyle w:val="6C4218173D2844F88E5D8F63F07EF590"/>
          </w:pPr>
          <w:r w:rsidRPr="00B13106">
            <w:rPr>
              <w:rStyle w:val="PlaceholderText"/>
            </w:rPr>
            <w:t>[Status]</w:t>
          </w:r>
        </w:p>
      </w:docPartBody>
    </w:docPart>
    <w:docPart>
      <w:docPartPr>
        <w:name w:val="CAE3990265964965A2A4C54FDEB59B8D"/>
        <w:category>
          <w:name w:val="General"/>
          <w:gallery w:val="placeholder"/>
        </w:category>
        <w:types>
          <w:type w:val="bbPlcHdr"/>
        </w:types>
        <w:behaviors>
          <w:behavior w:val="content"/>
        </w:behaviors>
        <w:guid w:val="{6F49C73D-581B-49AF-A53E-AC4D8CAFEBC2}"/>
      </w:docPartPr>
      <w:docPartBody>
        <w:p w:rsidR="0015544F" w:rsidRDefault="00775613">
          <w:pPr>
            <w:pStyle w:val="CAE3990265964965A2A4C54FDEB59B8D"/>
          </w:pPr>
          <w:r w:rsidRPr="00B13106">
            <w:rPr>
              <w:rStyle w:val="PlaceholderText"/>
            </w:rPr>
            <w:t>[Status]</w:t>
          </w:r>
        </w:p>
      </w:docPartBody>
    </w:docPart>
    <w:docPart>
      <w:docPartPr>
        <w:name w:val="296778ADA22047B4899D54055FC1F776"/>
        <w:category>
          <w:name w:val="General"/>
          <w:gallery w:val="placeholder"/>
        </w:category>
        <w:types>
          <w:type w:val="bbPlcHdr"/>
        </w:types>
        <w:behaviors>
          <w:behavior w:val="content"/>
        </w:behaviors>
        <w:guid w:val="{AD0A6A9D-C1B3-4A11-8936-264A3F8EFF5D}"/>
      </w:docPartPr>
      <w:docPartBody>
        <w:p w:rsidR="0015544F" w:rsidRDefault="00775613">
          <w:pPr>
            <w:pStyle w:val="296778ADA22047B4899D54055FC1F776"/>
          </w:pPr>
          <w:r w:rsidRPr="00B13106">
            <w:rPr>
              <w:rStyle w:val="PlaceholderText"/>
            </w:rPr>
            <w:t>[Status]</w:t>
          </w:r>
        </w:p>
      </w:docPartBody>
    </w:docPart>
    <w:docPart>
      <w:docPartPr>
        <w:name w:val="149AB69514284C639D0DB211F4630D9D"/>
        <w:category>
          <w:name w:val="General"/>
          <w:gallery w:val="placeholder"/>
        </w:category>
        <w:types>
          <w:type w:val="bbPlcHdr"/>
        </w:types>
        <w:behaviors>
          <w:behavior w:val="content"/>
        </w:behaviors>
        <w:guid w:val="{C281A69E-2A9D-4116-B541-3E3FB6AC0C85}"/>
      </w:docPartPr>
      <w:docPartBody>
        <w:p w:rsidR="0015544F" w:rsidRDefault="00775613">
          <w:pPr>
            <w:pStyle w:val="149AB69514284C639D0DB211F4630D9D"/>
          </w:pPr>
          <w:r w:rsidRPr="00B13106">
            <w:rPr>
              <w:rStyle w:val="PlaceholderText"/>
            </w:rPr>
            <w:t>[Status]</w:t>
          </w:r>
        </w:p>
      </w:docPartBody>
    </w:docPart>
    <w:docPart>
      <w:docPartPr>
        <w:name w:val="DA91F303648F4C5F85E1E9149648C768"/>
        <w:category>
          <w:name w:val="General"/>
          <w:gallery w:val="placeholder"/>
        </w:category>
        <w:types>
          <w:type w:val="bbPlcHdr"/>
        </w:types>
        <w:behaviors>
          <w:behavior w:val="content"/>
        </w:behaviors>
        <w:guid w:val="{52CCCD52-0451-48BD-A96A-6C209A04A90B}"/>
      </w:docPartPr>
      <w:docPartBody>
        <w:p w:rsidR="0015544F" w:rsidRDefault="00775613">
          <w:pPr>
            <w:pStyle w:val="DA91F303648F4C5F85E1E9149648C768"/>
          </w:pPr>
          <w:r w:rsidRPr="00B13106">
            <w:rPr>
              <w:rStyle w:val="PlaceholderText"/>
            </w:rPr>
            <w:t>[Status]</w:t>
          </w:r>
        </w:p>
      </w:docPartBody>
    </w:docPart>
    <w:docPart>
      <w:docPartPr>
        <w:name w:val="3D126B6D6FBC4C3FBEEEE7BA6AD40A5D"/>
        <w:category>
          <w:name w:val="General"/>
          <w:gallery w:val="placeholder"/>
        </w:category>
        <w:types>
          <w:type w:val="bbPlcHdr"/>
        </w:types>
        <w:behaviors>
          <w:behavior w:val="content"/>
        </w:behaviors>
        <w:guid w:val="{F7536070-1C62-4B69-A2CD-F0E896DC33A4}"/>
      </w:docPartPr>
      <w:docPartBody>
        <w:p w:rsidR="0015544F" w:rsidRDefault="00775613">
          <w:pPr>
            <w:pStyle w:val="3D126B6D6FBC4C3FBEEEE7BA6AD40A5D"/>
          </w:pPr>
          <w:r w:rsidRPr="00B13106">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Narkisim">
    <w:panose1 w:val="020E0502050101010101"/>
    <w:charset w:val="B1"/>
    <w:family w:val="swiss"/>
    <w:pitch w:val="variable"/>
    <w:sig w:usb0="00000801" w:usb1="00000000" w:usb2="00000000" w:usb3="00000000" w:csb0="0000002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4F"/>
    <w:rsid w:val="00103425"/>
    <w:rsid w:val="0015544F"/>
    <w:rsid w:val="002E2634"/>
    <w:rsid w:val="00775613"/>
    <w:rsid w:val="00A1084D"/>
    <w:rsid w:val="00AE10AF"/>
    <w:rsid w:val="00B57A5F"/>
    <w:rsid w:val="00C206F3"/>
    <w:rsid w:val="00F90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rFonts w:cs="Times New Roman"/>
      <w:color w:val="808080"/>
    </w:rPr>
  </w:style>
  <w:style w:type="paragraph" w:customStyle="1" w:styleId="6C4218173D2844F88E5D8F63F07EF590">
    <w:name w:val="6C4218173D2844F88E5D8F63F07EF590"/>
  </w:style>
  <w:style w:type="paragraph" w:customStyle="1" w:styleId="CAE3990265964965A2A4C54FDEB59B8D">
    <w:name w:val="CAE3990265964965A2A4C54FDEB59B8D"/>
  </w:style>
  <w:style w:type="paragraph" w:customStyle="1" w:styleId="296778ADA22047B4899D54055FC1F776">
    <w:name w:val="296778ADA22047B4899D54055FC1F776"/>
  </w:style>
  <w:style w:type="paragraph" w:customStyle="1" w:styleId="149AB69514284C639D0DB211F4630D9D">
    <w:name w:val="149AB69514284C639D0DB211F4630D9D"/>
  </w:style>
  <w:style w:type="paragraph" w:customStyle="1" w:styleId="DA91F303648F4C5F85E1E9149648C768">
    <w:name w:val="DA91F303648F4C5F85E1E9149648C768"/>
  </w:style>
  <w:style w:type="paragraph" w:customStyle="1" w:styleId="3D126B6D6FBC4C3FBEEEE7BA6AD40A5D">
    <w:name w:val="3D126B6D6FBC4C3FBEEEE7BA6AD40A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2012-11-30T00:00:00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E8E591-1A05-4338-91F7-A90DF3809E5F}">
  <ds:schemaRefs>
    <ds:schemaRef ds:uri="http://schemas.openxmlformats.org/officeDocument/2006/bibliography"/>
  </ds:schemaRefs>
</ds:datastoreItem>
</file>

<file path=customXml/itemProps3.xml><?xml version="1.0" encoding="utf-8"?>
<ds:datastoreItem xmlns:ds="http://schemas.openxmlformats.org/officeDocument/2006/customXml" ds:itemID="{48457CB9-A822-485E-AFD4-DEFD2C443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PCCG wireless template-no-appendixREV.dotx</Template>
  <TotalTime>19</TotalTime>
  <Pages>15</Pages>
  <Words>2837</Words>
  <Characters>16175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Intel® Bluetooth (BT) Software</vt:lpstr>
    </vt:vector>
  </TitlesOfParts>
  <Company>Intel Corporation</Company>
  <LinksUpToDate>false</LinksUpToDate>
  <CharactersWithSpaces>18975</CharactersWithSpaces>
  <SharedDoc>false</SharedDoc>
  <HLinks>
    <vt:vector size="450" baseType="variant">
      <vt:variant>
        <vt:i4>2883630</vt:i4>
      </vt:variant>
      <vt:variant>
        <vt:i4>438</vt:i4>
      </vt:variant>
      <vt:variant>
        <vt:i4>0</vt:i4>
      </vt:variant>
      <vt:variant>
        <vt:i4>5</vt:i4>
      </vt:variant>
      <vt:variant>
        <vt:lpwstr>http://www.intel.com/technology/product/dcmi/specification.htm</vt:lpwstr>
      </vt:variant>
      <vt:variant>
        <vt:lpwstr/>
      </vt:variant>
      <vt:variant>
        <vt:i4>1048592</vt:i4>
      </vt:variant>
      <vt:variant>
        <vt:i4>435</vt:i4>
      </vt:variant>
      <vt:variant>
        <vt:i4>0</vt:i4>
      </vt:variant>
      <vt:variant>
        <vt:i4>5</vt:i4>
      </vt:variant>
      <vt:variant>
        <vt:lpwstr>http://www.intel.com/design/servers/ipmi/spec.htm</vt:lpwstr>
      </vt:variant>
      <vt:variant>
        <vt:lpwstr/>
      </vt:variant>
      <vt:variant>
        <vt:i4>1048592</vt:i4>
      </vt:variant>
      <vt:variant>
        <vt:i4>432</vt:i4>
      </vt:variant>
      <vt:variant>
        <vt:i4>0</vt:i4>
      </vt:variant>
      <vt:variant>
        <vt:i4>5</vt:i4>
      </vt:variant>
      <vt:variant>
        <vt:lpwstr>http://www.intel.com/design/servers/ipmi/spec.htm</vt:lpwstr>
      </vt:variant>
      <vt:variant>
        <vt:lpwstr/>
      </vt:variant>
      <vt:variant>
        <vt:i4>1048592</vt:i4>
      </vt:variant>
      <vt:variant>
        <vt:i4>429</vt:i4>
      </vt:variant>
      <vt:variant>
        <vt:i4>0</vt:i4>
      </vt:variant>
      <vt:variant>
        <vt:i4>5</vt:i4>
      </vt:variant>
      <vt:variant>
        <vt:lpwstr>http://www.intel.com/design/servers/ipmi/spec.htm</vt:lpwstr>
      </vt:variant>
      <vt:variant>
        <vt:lpwstr/>
      </vt:variant>
      <vt:variant>
        <vt:i4>1769521</vt:i4>
      </vt:variant>
      <vt:variant>
        <vt:i4>422</vt:i4>
      </vt:variant>
      <vt:variant>
        <vt:i4>0</vt:i4>
      </vt:variant>
      <vt:variant>
        <vt:i4>5</vt:i4>
      </vt:variant>
      <vt:variant>
        <vt:lpwstr/>
      </vt:variant>
      <vt:variant>
        <vt:lpwstr>_Toc302145480</vt:lpwstr>
      </vt:variant>
      <vt:variant>
        <vt:i4>1310769</vt:i4>
      </vt:variant>
      <vt:variant>
        <vt:i4>416</vt:i4>
      </vt:variant>
      <vt:variant>
        <vt:i4>0</vt:i4>
      </vt:variant>
      <vt:variant>
        <vt:i4>5</vt:i4>
      </vt:variant>
      <vt:variant>
        <vt:lpwstr/>
      </vt:variant>
      <vt:variant>
        <vt:lpwstr>_Toc302145479</vt:lpwstr>
      </vt:variant>
      <vt:variant>
        <vt:i4>1310769</vt:i4>
      </vt:variant>
      <vt:variant>
        <vt:i4>410</vt:i4>
      </vt:variant>
      <vt:variant>
        <vt:i4>0</vt:i4>
      </vt:variant>
      <vt:variant>
        <vt:i4>5</vt:i4>
      </vt:variant>
      <vt:variant>
        <vt:lpwstr/>
      </vt:variant>
      <vt:variant>
        <vt:lpwstr>_Toc302145478</vt:lpwstr>
      </vt:variant>
      <vt:variant>
        <vt:i4>1310769</vt:i4>
      </vt:variant>
      <vt:variant>
        <vt:i4>404</vt:i4>
      </vt:variant>
      <vt:variant>
        <vt:i4>0</vt:i4>
      </vt:variant>
      <vt:variant>
        <vt:i4>5</vt:i4>
      </vt:variant>
      <vt:variant>
        <vt:lpwstr/>
      </vt:variant>
      <vt:variant>
        <vt:lpwstr>_Toc302145477</vt:lpwstr>
      </vt:variant>
      <vt:variant>
        <vt:i4>1310769</vt:i4>
      </vt:variant>
      <vt:variant>
        <vt:i4>398</vt:i4>
      </vt:variant>
      <vt:variant>
        <vt:i4>0</vt:i4>
      </vt:variant>
      <vt:variant>
        <vt:i4>5</vt:i4>
      </vt:variant>
      <vt:variant>
        <vt:lpwstr/>
      </vt:variant>
      <vt:variant>
        <vt:lpwstr>_Toc302145476</vt:lpwstr>
      </vt:variant>
      <vt:variant>
        <vt:i4>1310769</vt:i4>
      </vt:variant>
      <vt:variant>
        <vt:i4>392</vt:i4>
      </vt:variant>
      <vt:variant>
        <vt:i4>0</vt:i4>
      </vt:variant>
      <vt:variant>
        <vt:i4>5</vt:i4>
      </vt:variant>
      <vt:variant>
        <vt:lpwstr/>
      </vt:variant>
      <vt:variant>
        <vt:lpwstr>_Toc302145475</vt:lpwstr>
      </vt:variant>
      <vt:variant>
        <vt:i4>1310769</vt:i4>
      </vt:variant>
      <vt:variant>
        <vt:i4>386</vt:i4>
      </vt:variant>
      <vt:variant>
        <vt:i4>0</vt:i4>
      </vt:variant>
      <vt:variant>
        <vt:i4>5</vt:i4>
      </vt:variant>
      <vt:variant>
        <vt:lpwstr/>
      </vt:variant>
      <vt:variant>
        <vt:lpwstr>_Toc302145474</vt:lpwstr>
      </vt:variant>
      <vt:variant>
        <vt:i4>1310769</vt:i4>
      </vt:variant>
      <vt:variant>
        <vt:i4>380</vt:i4>
      </vt:variant>
      <vt:variant>
        <vt:i4>0</vt:i4>
      </vt:variant>
      <vt:variant>
        <vt:i4>5</vt:i4>
      </vt:variant>
      <vt:variant>
        <vt:lpwstr/>
      </vt:variant>
      <vt:variant>
        <vt:lpwstr>_Toc302145473</vt:lpwstr>
      </vt:variant>
      <vt:variant>
        <vt:i4>1310769</vt:i4>
      </vt:variant>
      <vt:variant>
        <vt:i4>374</vt:i4>
      </vt:variant>
      <vt:variant>
        <vt:i4>0</vt:i4>
      </vt:variant>
      <vt:variant>
        <vt:i4>5</vt:i4>
      </vt:variant>
      <vt:variant>
        <vt:lpwstr/>
      </vt:variant>
      <vt:variant>
        <vt:lpwstr>_Toc302145472</vt:lpwstr>
      </vt:variant>
      <vt:variant>
        <vt:i4>1310769</vt:i4>
      </vt:variant>
      <vt:variant>
        <vt:i4>368</vt:i4>
      </vt:variant>
      <vt:variant>
        <vt:i4>0</vt:i4>
      </vt:variant>
      <vt:variant>
        <vt:i4>5</vt:i4>
      </vt:variant>
      <vt:variant>
        <vt:lpwstr/>
      </vt:variant>
      <vt:variant>
        <vt:lpwstr>_Toc302145471</vt:lpwstr>
      </vt:variant>
      <vt:variant>
        <vt:i4>1310769</vt:i4>
      </vt:variant>
      <vt:variant>
        <vt:i4>362</vt:i4>
      </vt:variant>
      <vt:variant>
        <vt:i4>0</vt:i4>
      </vt:variant>
      <vt:variant>
        <vt:i4>5</vt:i4>
      </vt:variant>
      <vt:variant>
        <vt:lpwstr/>
      </vt:variant>
      <vt:variant>
        <vt:lpwstr>_Toc302145470</vt:lpwstr>
      </vt:variant>
      <vt:variant>
        <vt:i4>1376305</vt:i4>
      </vt:variant>
      <vt:variant>
        <vt:i4>356</vt:i4>
      </vt:variant>
      <vt:variant>
        <vt:i4>0</vt:i4>
      </vt:variant>
      <vt:variant>
        <vt:i4>5</vt:i4>
      </vt:variant>
      <vt:variant>
        <vt:lpwstr/>
      </vt:variant>
      <vt:variant>
        <vt:lpwstr>_Toc302145469</vt:lpwstr>
      </vt:variant>
      <vt:variant>
        <vt:i4>1376305</vt:i4>
      </vt:variant>
      <vt:variant>
        <vt:i4>350</vt:i4>
      </vt:variant>
      <vt:variant>
        <vt:i4>0</vt:i4>
      </vt:variant>
      <vt:variant>
        <vt:i4>5</vt:i4>
      </vt:variant>
      <vt:variant>
        <vt:lpwstr/>
      </vt:variant>
      <vt:variant>
        <vt:lpwstr>_Toc302145468</vt:lpwstr>
      </vt:variant>
      <vt:variant>
        <vt:i4>1376305</vt:i4>
      </vt:variant>
      <vt:variant>
        <vt:i4>344</vt:i4>
      </vt:variant>
      <vt:variant>
        <vt:i4>0</vt:i4>
      </vt:variant>
      <vt:variant>
        <vt:i4>5</vt:i4>
      </vt:variant>
      <vt:variant>
        <vt:lpwstr/>
      </vt:variant>
      <vt:variant>
        <vt:lpwstr>_Toc302145467</vt:lpwstr>
      </vt:variant>
      <vt:variant>
        <vt:i4>1376305</vt:i4>
      </vt:variant>
      <vt:variant>
        <vt:i4>338</vt:i4>
      </vt:variant>
      <vt:variant>
        <vt:i4>0</vt:i4>
      </vt:variant>
      <vt:variant>
        <vt:i4>5</vt:i4>
      </vt:variant>
      <vt:variant>
        <vt:lpwstr/>
      </vt:variant>
      <vt:variant>
        <vt:lpwstr>_Toc302145466</vt:lpwstr>
      </vt:variant>
      <vt:variant>
        <vt:i4>1376305</vt:i4>
      </vt:variant>
      <vt:variant>
        <vt:i4>332</vt:i4>
      </vt:variant>
      <vt:variant>
        <vt:i4>0</vt:i4>
      </vt:variant>
      <vt:variant>
        <vt:i4>5</vt:i4>
      </vt:variant>
      <vt:variant>
        <vt:lpwstr/>
      </vt:variant>
      <vt:variant>
        <vt:lpwstr>_Toc302145465</vt:lpwstr>
      </vt:variant>
      <vt:variant>
        <vt:i4>1376305</vt:i4>
      </vt:variant>
      <vt:variant>
        <vt:i4>326</vt:i4>
      </vt:variant>
      <vt:variant>
        <vt:i4>0</vt:i4>
      </vt:variant>
      <vt:variant>
        <vt:i4>5</vt:i4>
      </vt:variant>
      <vt:variant>
        <vt:lpwstr/>
      </vt:variant>
      <vt:variant>
        <vt:lpwstr>_Toc302145464</vt:lpwstr>
      </vt:variant>
      <vt:variant>
        <vt:i4>1376305</vt:i4>
      </vt:variant>
      <vt:variant>
        <vt:i4>320</vt:i4>
      </vt:variant>
      <vt:variant>
        <vt:i4>0</vt:i4>
      </vt:variant>
      <vt:variant>
        <vt:i4>5</vt:i4>
      </vt:variant>
      <vt:variant>
        <vt:lpwstr/>
      </vt:variant>
      <vt:variant>
        <vt:lpwstr>_Toc302145463</vt:lpwstr>
      </vt:variant>
      <vt:variant>
        <vt:i4>1376305</vt:i4>
      </vt:variant>
      <vt:variant>
        <vt:i4>314</vt:i4>
      </vt:variant>
      <vt:variant>
        <vt:i4>0</vt:i4>
      </vt:variant>
      <vt:variant>
        <vt:i4>5</vt:i4>
      </vt:variant>
      <vt:variant>
        <vt:lpwstr/>
      </vt:variant>
      <vt:variant>
        <vt:lpwstr>_Toc302145462</vt:lpwstr>
      </vt:variant>
      <vt:variant>
        <vt:i4>1376305</vt:i4>
      </vt:variant>
      <vt:variant>
        <vt:i4>308</vt:i4>
      </vt:variant>
      <vt:variant>
        <vt:i4>0</vt:i4>
      </vt:variant>
      <vt:variant>
        <vt:i4>5</vt:i4>
      </vt:variant>
      <vt:variant>
        <vt:lpwstr/>
      </vt:variant>
      <vt:variant>
        <vt:lpwstr>_Toc302145461</vt:lpwstr>
      </vt:variant>
      <vt:variant>
        <vt:i4>1376305</vt:i4>
      </vt:variant>
      <vt:variant>
        <vt:i4>302</vt:i4>
      </vt:variant>
      <vt:variant>
        <vt:i4>0</vt:i4>
      </vt:variant>
      <vt:variant>
        <vt:i4>5</vt:i4>
      </vt:variant>
      <vt:variant>
        <vt:lpwstr/>
      </vt:variant>
      <vt:variant>
        <vt:lpwstr>_Toc302145460</vt:lpwstr>
      </vt:variant>
      <vt:variant>
        <vt:i4>1441841</vt:i4>
      </vt:variant>
      <vt:variant>
        <vt:i4>296</vt:i4>
      </vt:variant>
      <vt:variant>
        <vt:i4>0</vt:i4>
      </vt:variant>
      <vt:variant>
        <vt:i4>5</vt:i4>
      </vt:variant>
      <vt:variant>
        <vt:lpwstr/>
      </vt:variant>
      <vt:variant>
        <vt:lpwstr>_Toc302145459</vt:lpwstr>
      </vt:variant>
      <vt:variant>
        <vt:i4>1441841</vt:i4>
      </vt:variant>
      <vt:variant>
        <vt:i4>290</vt:i4>
      </vt:variant>
      <vt:variant>
        <vt:i4>0</vt:i4>
      </vt:variant>
      <vt:variant>
        <vt:i4>5</vt:i4>
      </vt:variant>
      <vt:variant>
        <vt:lpwstr/>
      </vt:variant>
      <vt:variant>
        <vt:lpwstr>_Toc302145458</vt:lpwstr>
      </vt:variant>
      <vt:variant>
        <vt:i4>1441841</vt:i4>
      </vt:variant>
      <vt:variant>
        <vt:i4>284</vt:i4>
      </vt:variant>
      <vt:variant>
        <vt:i4>0</vt:i4>
      </vt:variant>
      <vt:variant>
        <vt:i4>5</vt:i4>
      </vt:variant>
      <vt:variant>
        <vt:lpwstr/>
      </vt:variant>
      <vt:variant>
        <vt:lpwstr>_Toc302145457</vt:lpwstr>
      </vt:variant>
      <vt:variant>
        <vt:i4>1441841</vt:i4>
      </vt:variant>
      <vt:variant>
        <vt:i4>278</vt:i4>
      </vt:variant>
      <vt:variant>
        <vt:i4>0</vt:i4>
      </vt:variant>
      <vt:variant>
        <vt:i4>5</vt:i4>
      </vt:variant>
      <vt:variant>
        <vt:lpwstr/>
      </vt:variant>
      <vt:variant>
        <vt:lpwstr>_Toc302145456</vt:lpwstr>
      </vt:variant>
      <vt:variant>
        <vt:i4>1441841</vt:i4>
      </vt:variant>
      <vt:variant>
        <vt:i4>272</vt:i4>
      </vt:variant>
      <vt:variant>
        <vt:i4>0</vt:i4>
      </vt:variant>
      <vt:variant>
        <vt:i4>5</vt:i4>
      </vt:variant>
      <vt:variant>
        <vt:lpwstr/>
      </vt:variant>
      <vt:variant>
        <vt:lpwstr>_Toc302145455</vt:lpwstr>
      </vt:variant>
      <vt:variant>
        <vt:i4>1441841</vt:i4>
      </vt:variant>
      <vt:variant>
        <vt:i4>266</vt:i4>
      </vt:variant>
      <vt:variant>
        <vt:i4>0</vt:i4>
      </vt:variant>
      <vt:variant>
        <vt:i4>5</vt:i4>
      </vt:variant>
      <vt:variant>
        <vt:lpwstr/>
      </vt:variant>
      <vt:variant>
        <vt:lpwstr>_Toc302145454</vt:lpwstr>
      </vt:variant>
      <vt:variant>
        <vt:i4>1441841</vt:i4>
      </vt:variant>
      <vt:variant>
        <vt:i4>260</vt:i4>
      </vt:variant>
      <vt:variant>
        <vt:i4>0</vt:i4>
      </vt:variant>
      <vt:variant>
        <vt:i4>5</vt:i4>
      </vt:variant>
      <vt:variant>
        <vt:lpwstr/>
      </vt:variant>
      <vt:variant>
        <vt:lpwstr>_Toc302145453</vt:lpwstr>
      </vt:variant>
      <vt:variant>
        <vt:i4>1441841</vt:i4>
      </vt:variant>
      <vt:variant>
        <vt:i4>254</vt:i4>
      </vt:variant>
      <vt:variant>
        <vt:i4>0</vt:i4>
      </vt:variant>
      <vt:variant>
        <vt:i4>5</vt:i4>
      </vt:variant>
      <vt:variant>
        <vt:lpwstr/>
      </vt:variant>
      <vt:variant>
        <vt:lpwstr>_Toc302145452</vt:lpwstr>
      </vt:variant>
      <vt:variant>
        <vt:i4>1441841</vt:i4>
      </vt:variant>
      <vt:variant>
        <vt:i4>248</vt:i4>
      </vt:variant>
      <vt:variant>
        <vt:i4>0</vt:i4>
      </vt:variant>
      <vt:variant>
        <vt:i4>5</vt:i4>
      </vt:variant>
      <vt:variant>
        <vt:lpwstr/>
      </vt:variant>
      <vt:variant>
        <vt:lpwstr>_Toc302145451</vt:lpwstr>
      </vt:variant>
      <vt:variant>
        <vt:i4>1441841</vt:i4>
      </vt:variant>
      <vt:variant>
        <vt:i4>242</vt:i4>
      </vt:variant>
      <vt:variant>
        <vt:i4>0</vt:i4>
      </vt:variant>
      <vt:variant>
        <vt:i4>5</vt:i4>
      </vt:variant>
      <vt:variant>
        <vt:lpwstr/>
      </vt:variant>
      <vt:variant>
        <vt:lpwstr>_Toc302145450</vt:lpwstr>
      </vt:variant>
      <vt:variant>
        <vt:i4>1507377</vt:i4>
      </vt:variant>
      <vt:variant>
        <vt:i4>236</vt:i4>
      </vt:variant>
      <vt:variant>
        <vt:i4>0</vt:i4>
      </vt:variant>
      <vt:variant>
        <vt:i4>5</vt:i4>
      </vt:variant>
      <vt:variant>
        <vt:lpwstr/>
      </vt:variant>
      <vt:variant>
        <vt:lpwstr>_Toc302145449</vt:lpwstr>
      </vt:variant>
      <vt:variant>
        <vt:i4>1507377</vt:i4>
      </vt:variant>
      <vt:variant>
        <vt:i4>230</vt:i4>
      </vt:variant>
      <vt:variant>
        <vt:i4>0</vt:i4>
      </vt:variant>
      <vt:variant>
        <vt:i4>5</vt:i4>
      </vt:variant>
      <vt:variant>
        <vt:lpwstr/>
      </vt:variant>
      <vt:variant>
        <vt:lpwstr>_Toc302145448</vt:lpwstr>
      </vt:variant>
      <vt:variant>
        <vt:i4>1507377</vt:i4>
      </vt:variant>
      <vt:variant>
        <vt:i4>224</vt:i4>
      </vt:variant>
      <vt:variant>
        <vt:i4>0</vt:i4>
      </vt:variant>
      <vt:variant>
        <vt:i4>5</vt:i4>
      </vt:variant>
      <vt:variant>
        <vt:lpwstr/>
      </vt:variant>
      <vt:variant>
        <vt:lpwstr>_Toc302145447</vt:lpwstr>
      </vt:variant>
      <vt:variant>
        <vt:i4>1507377</vt:i4>
      </vt:variant>
      <vt:variant>
        <vt:i4>218</vt:i4>
      </vt:variant>
      <vt:variant>
        <vt:i4>0</vt:i4>
      </vt:variant>
      <vt:variant>
        <vt:i4>5</vt:i4>
      </vt:variant>
      <vt:variant>
        <vt:lpwstr/>
      </vt:variant>
      <vt:variant>
        <vt:lpwstr>_Toc302145446</vt:lpwstr>
      </vt:variant>
      <vt:variant>
        <vt:i4>1507377</vt:i4>
      </vt:variant>
      <vt:variant>
        <vt:i4>212</vt:i4>
      </vt:variant>
      <vt:variant>
        <vt:i4>0</vt:i4>
      </vt:variant>
      <vt:variant>
        <vt:i4>5</vt:i4>
      </vt:variant>
      <vt:variant>
        <vt:lpwstr/>
      </vt:variant>
      <vt:variant>
        <vt:lpwstr>_Toc302145445</vt:lpwstr>
      </vt:variant>
      <vt:variant>
        <vt:i4>1507377</vt:i4>
      </vt:variant>
      <vt:variant>
        <vt:i4>206</vt:i4>
      </vt:variant>
      <vt:variant>
        <vt:i4>0</vt:i4>
      </vt:variant>
      <vt:variant>
        <vt:i4>5</vt:i4>
      </vt:variant>
      <vt:variant>
        <vt:lpwstr/>
      </vt:variant>
      <vt:variant>
        <vt:lpwstr>_Toc302145444</vt:lpwstr>
      </vt:variant>
      <vt:variant>
        <vt:i4>1507377</vt:i4>
      </vt:variant>
      <vt:variant>
        <vt:i4>200</vt:i4>
      </vt:variant>
      <vt:variant>
        <vt:i4>0</vt:i4>
      </vt:variant>
      <vt:variant>
        <vt:i4>5</vt:i4>
      </vt:variant>
      <vt:variant>
        <vt:lpwstr/>
      </vt:variant>
      <vt:variant>
        <vt:lpwstr>_Toc302145443</vt:lpwstr>
      </vt:variant>
      <vt:variant>
        <vt:i4>1507377</vt:i4>
      </vt:variant>
      <vt:variant>
        <vt:i4>194</vt:i4>
      </vt:variant>
      <vt:variant>
        <vt:i4>0</vt:i4>
      </vt:variant>
      <vt:variant>
        <vt:i4>5</vt:i4>
      </vt:variant>
      <vt:variant>
        <vt:lpwstr/>
      </vt:variant>
      <vt:variant>
        <vt:lpwstr>_Toc302145442</vt:lpwstr>
      </vt:variant>
      <vt:variant>
        <vt:i4>1507377</vt:i4>
      </vt:variant>
      <vt:variant>
        <vt:i4>188</vt:i4>
      </vt:variant>
      <vt:variant>
        <vt:i4>0</vt:i4>
      </vt:variant>
      <vt:variant>
        <vt:i4>5</vt:i4>
      </vt:variant>
      <vt:variant>
        <vt:lpwstr/>
      </vt:variant>
      <vt:variant>
        <vt:lpwstr>_Toc302145441</vt:lpwstr>
      </vt:variant>
      <vt:variant>
        <vt:i4>1507377</vt:i4>
      </vt:variant>
      <vt:variant>
        <vt:i4>182</vt:i4>
      </vt:variant>
      <vt:variant>
        <vt:i4>0</vt:i4>
      </vt:variant>
      <vt:variant>
        <vt:i4>5</vt:i4>
      </vt:variant>
      <vt:variant>
        <vt:lpwstr/>
      </vt:variant>
      <vt:variant>
        <vt:lpwstr>_Toc302145440</vt:lpwstr>
      </vt:variant>
      <vt:variant>
        <vt:i4>1048625</vt:i4>
      </vt:variant>
      <vt:variant>
        <vt:i4>176</vt:i4>
      </vt:variant>
      <vt:variant>
        <vt:i4>0</vt:i4>
      </vt:variant>
      <vt:variant>
        <vt:i4>5</vt:i4>
      </vt:variant>
      <vt:variant>
        <vt:lpwstr/>
      </vt:variant>
      <vt:variant>
        <vt:lpwstr>_Toc302145439</vt:lpwstr>
      </vt:variant>
      <vt:variant>
        <vt:i4>1048625</vt:i4>
      </vt:variant>
      <vt:variant>
        <vt:i4>170</vt:i4>
      </vt:variant>
      <vt:variant>
        <vt:i4>0</vt:i4>
      </vt:variant>
      <vt:variant>
        <vt:i4>5</vt:i4>
      </vt:variant>
      <vt:variant>
        <vt:lpwstr/>
      </vt:variant>
      <vt:variant>
        <vt:lpwstr>_Toc302145438</vt:lpwstr>
      </vt:variant>
      <vt:variant>
        <vt:i4>1048625</vt:i4>
      </vt:variant>
      <vt:variant>
        <vt:i4>164</vt:i4>
      </vt:variant>
      <vt:variant>
        <vt:i4>0</vt:i4>
      </vt:variant>
      <vt:variant>
        <vt:i4>5</vt:i4>
      </vt:variant>
      <vt:variant>
        <vt:lpwstr/>
      </vt:variant>
      <vt:variant>
        <vt:lpwstr>_Toc302145437</vt:lpwstr>
      </vt:variant>
      <vt:variant>
        <vt:i4>1048625</vt:i4>
      </vt:variant>
      <vt:variant>
        <vt:i4>158</vt:i4>
      </vt:variant>
      <vt:variant>
        <vt:i4>0</vt:i4>
      </vt:variant>
      <vt:variant>
        <vt:i4>5</vt:i4>
      </vt:variant>
      <vt:variant>
        <vt:lpwstr/>
      </vt:variant>
      <vt:variant>
        <vt:lpwstr>_Toc302145436</vt:lpwstr>
      </vt:variant>
      <vt:variant>
        <vt:i4>1048625</vt:i4>
      </vt:variant>
      <vt:variant>
        <vt:i4>152</vt:i4>
      </vt:variant>
      <vt:variant>
        <vt:i4>0</vt:i4>
      </vt:variant>
      <vt:variant>
        <vt:i4>5</vt:i4>
      </vt:variant>
      <vt:variant>
        <vt:lpwstr/>
      </vt:variant>
      <vt:variant>
        <vt:lpwstr>_Toc302145435</vt:lpwstr>
      </vt:variant>
      <vt:variant>
        <vt:i4>1048625</vt:i4>
      </vt:variant>
      <vt:variant>
        <vt:i4>146</vt:i4>
      </vt:variant>
      <vt:variant>
        <vt:i4>0</vt:i4>
      </vt:variant>
      <vt:variant>
        <vt:i4>5</vt:i4>
      </vt:variant>
      <vt:variant>
        <vt:lpwstr/>
      </vt:variant>
      <vt:variant>
        <vt:lpwstr>_Toc302145434</vt:lpwstr>
      </vt:variant>
      <vt:variant>
        <vt:i4>1048625</vt:i4>
      </vt:variant>
      <vt:variant>
        <vt:i4>140</vt:i4>
      </vt:variant>
      <vt:variant>
        <vt:i4>0</vt:i4>
      </vt:variant>
      <vt:variant>
        <vt:i4>5</vt:i4>
      </vt:variant>
      <vt:variant>
        <vt:lpwstr/>
      </vt:variant>
      <vt:variant>
        <vt:lpwstr>_Toc302145433</vt:lpwstr>
      </vt:variant>
      <vt:variant>
        <vt:i4>1048625</vt:i4>
      </vt:variant>
      <vt:variant>
        <vt:i4>134</vt:i4>
      </vt:variant>
      <vt:variant>
        <vt:i4>0</vt:i4>
      </vt:variant>
      <vt:variant>
        <vt:i4>5</vt:i4>
      </vt:variant>
      <vt:variant>
        <vt:lpwstr/>
      </vt:variant>
      <vt:variant>
        <vt:lpwstr>_Toc302145432</vt:lpwstr>
      </vt:variant>
      <vt:variant>
        <vt:i4>1048625</vt:i4>
      </vt:variant>
      <vt:variant>
        <vt:i4>128</vt:i4>
      </vt:variant>
      <vt:variant>
        <vt:i4>0</vt:i4>
      </vt:variant>
      <vt:variant>
        <vt:i4>5</vt:i4>
      </vt:variant>
      <vt:variant>
        <vt:lpwstr/>
      </vt:variant>
      <vt:variant>
        <vt:lpwstr>_Toc302145431</vt:lpwstr>
      </vt:variant>
      <vt:variant>
        <vt:i4>1048625</vt:i4>
      </vt:variant>
      <vt:variant>
        <vt:i4>122</vt:i4>
      </vt:variant>
      <vt:variant>
        <vt:i4>0</vt:i4>
      </vt:variant>
      <vt:variant>
        <vt:i4>5</vt:i4>
      </vt:variant>
      <vt:variant>
        <vt:lpwstr/>
      </vt:variant>
      <vt:variant>
        <vt:lpwstr>_Toc302145430</vt:lpwstr>
      </vt:variant>
      <vt:variant>
        <vt:i4>1114161</vt:i4>
      </vt:variant>
      <vt:variant>
        <vt:i4>116</vt:i4>
      </vt:variant>
      <vt:variant>
        <vt:i4>0</vt:i4>
      </vt:variant>
      <vt:variant>
        <vt:i4>5</vt:i4>
      </vt:variant>
      <vt:variant>
        <vt:lpwstr/>
      </vt:variant>
      <vt:variant>
        <vt:lpwstr>_Toc302145429</vt:lpwstr>
      </vt:variant>
      <vt:variant>
        <vt:i4>1114161</vt:i4>
      </vt:variant>
      <vt:variant>
        <vt:i4>110</vt:i4>
      </vt:variant>
      <vt:variant>
        <vt:i4>0</vt:i4>
      </vt:variant>
      <vt:variant>
        <vt:i4>5</vt:i4>
      </vt:variant>
      <vt:variant>
        <vt:lpwstr/>
      </vt:variant>
      <vt:variant>
        <vt:lpwstr>_Toc302145428</vt:lpwstr>
      </vt:variant>
      <vt:variant>
        <vt:i4>1114161</vt:i4>
      </vt:variant>
      <vt:variant>
        <vt:i4>104</vt:i4>
      </vt:variant>
      <vt:variant>
        <vt:i4>0</vt:i4>
      </vt:variant>
      <vt:variant>
        <vt:i4>5</vt:i4>
      </vt:variant>
      <vt:variant>
        <vt:lpwstr/>
      </vt:variant>
      <vt:variant>
        <vt:lpwstr>_Toc302145427</vt:lpwstr>
      </vt:variant>
      <vt:variant>
        <vt:i4>1114161</vt:i4>
      </vt:variant>
      <vt:variant>
        <vt:i4>98</vt:i4>
      </vt:variant>
      <vt:variant>
        <vt:i4>0</vt:i4>
      </vt:variant>
      <vt:variant>
        <vt:i4>5</vt:i4>
      </vt:variant>
      <vt:variant>
        <vt:lpwstr/>
      </vt:variant>
      <vt:variant>
        <vt:lpwstr>_Toc302145426</vt:lpwstr>
      </vt:variant>
      <vt:variant>
        <vt:i4>1114161</vt:i4>
      </vt:variant>
      <vt:variant>
        <vt:i4>92</vt:i4>
      </vt:variant>
      <vt:variant>
        <vt:i4>0</vt:i4>
      </vt:variant>
      <vt:variant>
        <vt:i4>5</vt:i4>
      </vt:variant>
      <vt:variant>
        <vt:lpwstr/>
      </vt:variant>
      <vt:variant>
        <vt:lpwstr>_Toc302145425</vt:lpwstr>
      </vt:variant>
      <vt:variant>
        <vt:i4>1114161</vt:i4>
      </vt:variant>
      <vt:variant>
        <vt:i4>86</vt:i4>
      </vt:variant>
      <vt:variant>
        <vt:i4>0</vt:i4>
      </vt:variant>
      <vt:variant>
        <vt:i4>5</vt:i4>
      </vt:variant>
      <vt:variant>
        <vt:lpwstr/>
      </vt:variant>
      <vt:variant>
        <vt:lpwstr>_Toc302145424</vt:lpwstr>
      </vt:variant>
      <vt:variant>
        <vt:i4>1114161</vt:i4>
      </vt:variant>
      <vt:variant>
        <vt:i4>80</vt:i4>
      </vt:variant>
      <vt:variant>
        <vt:i4>0</vt:i4>
      </vt:variant>
      <vt:variant>
        <vt:i4>5</vt:i4>
      </vt:variant>
      <vt:variant>
        <vt:lpwstr/>
      </vt:variant>
      <vt:variant>
        <vt:lpwstr>_Toc302145423</vt:lpwstr>
      </vt:variant>
      <vt:variant>
        <vt:i4>1114161</vt:i4>
      </vt:variant>
      <vt:variant>
        <vt:i4>74</vt:i4>
      </vt:variant>
      <vt:variant>
        <vt:i4>0</vt:i4>
      </vt:variant>
      <vt:variant>
        <vt:i4>5</vt:i4>
      </vt:variant>
      <vt:variant>
        <vt:lpwstr/>
      </vt:variant>
      <vt:variant>
        <vt:lpwstr>_Toc302145422</vt:lpwstr>
      </vt:variant>
      <vt:variant>
        <vt:i4>1114161</vt:i4>
      </vt:variant>
      <vt:variant>
        <vt:i4>68</vt:i4>
      </vt:variant>
      <vt:variant>
        <vt:i4>0</vt:i4>
      </vt:variant>
      <vt:variant>
        <vt:i4>5</vt:i4>
      </vt:variant>
      <vt:variant>
        <vt:lpwstr/>
      </vt:variant>
      <vt:variant>
        <vt:lpwstr>_Toc302145421</vt:lpwstr>
      </vt:variant>
      <vt:variant>
        <vt:i4>1114161</vt:i4>
      </vt:variant>
      <vt:variant>
        <vt:i4>62</vt:i4>
      </vt:variant>
      <vt:variant>
        <vt:i4>0</vt:i4>
      </vt:variant>
      <vt:variant>
        <vt:i4>5</vt:i4>
      </vt:variant>
      <vt:variant>
        <vt:lpwstr/>
      </vt:variant>
      <vt:variant>
        <vt:lpwstr>_Toc302145420</vt:lpwstr>
      </vt:variant>
      <vt:variant>
        <vt:i4>1179697</vt:i4>
      </vt:variant>
      <vt:variant>
        <vt:i4>56</vt:i4>
      </vt:variant>
      <vt:variant>
        <vt:i4>0</vt:i4>
      </vt:variant>
      <vt:variant>
        <vt:i4>5</vt:i4>
      </vt:variant>
      <vt:variant>
        <vt:lpwstr/>
      </vt:variant>
      <vt:variant>
        <vt:lpwstr>_Toc302145419</vt:lpwstr>
      </vt:variant>
      <vt:variant>
        <vt:i4>1179697</vt:i4>
      </vt:variant>
      <vt:variant>
        <vt:i4>50</vt:i4>
      </vt:variant>
      <vt:variant>
        <vt:i4>0</vt:i4>
      </vt:variant>
      <vt:variant>
        <vt:i4>5</vt:i4>
      </vt:variant>
      <vt:variant>
        <vt:lpwstr/>
      </vt:variant>
      <vt:variant>
        <vt:lpwstr>_Toc302145418</vt:lpwstr>
      </vt:variant>
      <vt:variant>
        <vt:i4>1179697</vt:i4>
      </vt:variant>
      <vt:variant>
        <vt:i4>44</vt:i4>
      </vt:variant>
      <vt:variant>
        <vt:i4>0</vt:i4>
      </vt:variant>
      <vt:variant>
        <vt:i4>5</vt:i4>
      </vt:variant>
      <vt:variant>
        <vt:lpwstr/>
      </vt:variant>
      <vt:variant>
        <vt:lpwstr>_Toc302145417</vt:lpwstr>
      </vt:variant>
      <vt:variant>
        <vt:i4>1179697</vt:i4>
      </vt:variant>
      <vt:variant>
        <vt:i4>38</vt:i4>
      </vt:variant>
      <vt:variant>
        <vt:i4>0</vt:i4>
      </vt:variant>
      <vt:variant>
        <vt:i4>5</vt:i4>
      </vt:variant>
      <vt:variant>
        <vt:lpwstr/>
      </vt:variant>
      <vt:variant>
        <vt:lpwstr>_Toc302145416</vt:lpwstr>
      </vt:variant>
      <vt:variant>
        <vt:i4>1179697</vt:i4>
      </vt:variant>
      <vt:variant>
        <vt:i4>32</vt:i4>
      </vt:variant>
      <vt:variant>
        <vt:i4>0</vt:i4>
      </vt:variant>
      <vt:variant>
        <vt:i4>5</vt:i4>
      </vt:variant>
      <vt:variant>
        <vt:lpwstr/>
      </vt:variant>
      <vt:variant>
        <vt:lpwstr>_Toc302145415</vt:lpwstr>
      </vt:variant>
      <vt:variant>
        <vt:i4>1179697</vt:i4>
      </vt:variant>
      <vt:variant>
        <vt:i4>26</vt:i4>
      </vt:variant>
      <vt:variant>
        <vt:i4>0</vt:i4>
      </vt:variant>
      <vt:variant>
        <vt:i4>5</vt:i4>
      </vt:variant>
      <vt:variant>
        <vt:lpwstr/>
      </vt:variant>
      <vt:variant>
        <vt:lpwstr>_Toc302145414</vt:lpwstr>
      </vt:variant>
      <vt:variant>
        <vt:i4>1179697</vt:i4>
      </vt:variant>
      <vt:variant>
        <vt:i4>20</vt:i4>
      </vt:variant>
      <vt:variant>
        <vt:i4>0</vt:i4>
      </vt:variant>
      <vt:variant>
        <vt:i4>5</vt:i4>
      </vt:variant>
      <vt:variant>
        <vt:lpwstr/>
      </vt:variant>
      <vt:variant>
        <vt:lpwstr>_Toc302145413</vt:lpwstr>
      </vt:variant>
      <vt:variant>
        <vt:i4>1179697</vt:i4>
      </vt:variant>
      <vt:variant>
        <vt:i4>14</vt:i4>
      </vt:variant>
      <vt:variant>
        <vt:i4>0</vt:i4>
      </vt:variant>
      <vt:variant>
        <vt:i4>5</vt:i4>
      </vt:variant>
      <vt:variant>
        <vt:lpwstr/>
      </vt:variant>
      <vt:variant>
        <vt:lpwstr>_Toc302145412</vt:lpwstr>
      </vt:variant>
      <vt:variant>
        <vt:i4>1179697</vt:i4>
      </vt:variant>
      <vt:variant>
        <vt:i4>8</vt:i4>
      </vt:variant>
      <vt:variant>
        <vt:i4>0</vt:i4>
      </vt:variant>
      <vt:variant>
        <vt:i4>5</vt:i4>
      </vt:variant>
      <vt:variant>
        <vt:lpwstr/>
      </vt:variant>
      <vt:variant>
        <vt:lpwstr>_Toc302145411</vt:lpwstr>
      </vt:variant>
      <vt:variant>
        <vt:i4>5505050</vt:i4>
      </vt:variant>
      <vt:variant>
        <vt:i4>3</vt:i4>
      </vt:variant>
      <vt:variant>
        <vt:i4>0</vt:i4>
      </vt:variant>
      <vt:variant>
        <vt:i4>5</vt:i4>
      </vt:variant>
      <vt:variant>
        <vt:lpwstr>http://www.intel.com/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Bluetooth (BT) Software</dc:title>
  <dc:subject>Installation Guide</dc:subject>
  <dc:creator>Mershon, ShawnX</dc:creator>
  <cp:lastModifiedBy>Hoover, Robert</cp:lastModifiedBy>
  <cp:revision>6</cp:revision>
  <cp:lastPrinted>2016-07-21T21:06:00Z</cp:lastPrinted>
  <dcterms:created xsi:type="dcterms:W3CDTF">2017-03-15T16:42:00Z</dcterms:created>
  <dcterms:modified xsi:type="dcterms:W3CDTF">2017-03-16T19:49:00Z</dcterms:modified>
  <cp:contentStatus>Intel Confidential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Document Name">
    <vt:lpwstr>Intel XXX</vt:lpwstr>
  </property>
  <property fmtid="{D5CDD505-2E9C-101B-9397-08002B2CF9AE}" pid="4" name="CCVersion">
    <vt:lpwstr>\main\36</vt:lpwstr>
  </property>
  <property fmtid="{D5CDD505-2E9C-101B-9397-08002B2CF9AE}" pid="5" name="Document number">
    <vt:lpwstr>563767</vt:lpwstr>
  </property>
</Properties>
</file>